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A7155" w14:textId="0C4EA3EE" w:rsidR="00734777" w:rsidRDefault="00734777" w:rsidP="00614027">
      <w:pPr>
        <w:jc w:val="center"/>
        <w:rPr>
          <w:rFonts w:ascii="Calibri Light" w:eastAsia="Calibri" w:hAnsi="Calibri Light" w:cs="Calibri Light"/>
          <w:b/>
        </w:rPr>
      </w:pPr>
      <w:r>
        <w:rPr>
          <w:rFonts w:eastAsiaTheme="minorHAnsi"/>
          <w:noProof/>
          <w:sz w:val="24"/>
          <w:szCs w:val="24"/>
        </w:rPr>
        <w:drawing>
          <wp:inline distT="0" distB="0" distL="0" distR="0" wp14:anchorId="477033AD" wp14:editId="367B5900">
            <wp:extent cx="1485900" cy="1419225"/>
            <wp:effectExtent l="0" t="0" r="0" b="9525"/>
            <wp:docPr id="1799758458" name="Picture 1" descr="A blue flag with yellow sta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9758458" name="Picture 1" descr="A blue flag with yellow stars&#10;&#10;AI-generated content may be incorrect."/>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485900" cy="1419225"/>
                    </a:xfrm>
                    <a:prstGeom prst="rect">
                      <a:avLst/>
                    </a:prstGeom>
                    <a:noFill/>
                    <a:ln>
                      <a:noFill/>
                    </a:ln>
                  </pic:spPr>
                </pic:pic>
              </a:graphicData>
            </a:graphic>
          </wp:inline>
        </w:drawing>
      </w:r>
      <w:r>
        <w:rPr>
          <w:rFonts w:eastAsiaTheme="minorHAnsi"/>
          <w:noProof/>
          <w:sz w:val="24"/>
          <w:szCs w:val="24"/>
        </w:rPr>
        <w:drawing>
          <wp:inline distT="0" distB="0" distL="0" distR="0" wp14:anchorId="7B8F3591" wp14:editId="4006FF7A">
            <wp:extent cx="2800350" cy="1247775"/>
            <wp:effectExtent l="0" t="0" r="0" b="9525"/>
            <wp:docPr id="6457808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2800350" cy="1247775"/>
                    </a:xfrm>
                    <a:prstGeom prst="rect">
                      <a:avLst/>
                    </a:prstGeom>
                    <a:noFill/>
                    <a:ln>
                      <a:noFill/>
                    </a:ln>
                  </pic:spPr>
                </pic:pic>
              </a:graphicData>
            </a:graphic>
          </wp:inline>
        </w:drawing>
      </w:r>
    </w:p>
    <w:p w14:paraId="2CC3FCF9" w14:textId="77777777" w:rsidR="00734777" w:rsidRDefault="00734777" w:rsidP="00734777">
      <w:pPr>
        <w:jc w:val="left"/>
        <w:rPr>
          <w:rFonts w:ascii="Calibri Light" w:eastAsia="Calibri" w:hAnsi="Calibri Light" w:cs="Calibri Light"/>
          <w:b/>
        </w:rPr>
      </w:pPr>
    </w:p>
    <w:p w14:paraId="5B538E8D" w14:textId="77777777" w:rsidR="00734777" w:rsidRPr="00FB0DB6" w:rsidRDefault="00734777" w:rsidP="00734777">
      <w:pPr>
        <w:jc w:val="center"/>
        <w:rPr>
          <w:rFonts w:ascii="Times New Roman" w:eastAsiaTheme="minorHAnsi" w:hAnsi="Times New Roman" w:cs="Times New Roman"/>
          <w:sz w:val="24"/>
          <w:szCs w:val="24"/>
        </w:rPr>
      </w:pPr>
      <w:r w:rsidRPr="00FB0DB6">
        <w:rPr>
          <w:rFonts w:ascii="Times New Roman" w:eastAsiaTheme="minorHAnsi" w:hAnsi="Times New Roman" w:cs="Times New Roman"/>
          <w:sz w:val="24"/>
          <w:szCs w:val="24"/>
        </w:rPr>
        <w:t>Sutartis dalinai finansuojama iš Sienų valdymo ir vizų politikos finansinės paramos priemonės, įtrauktos į Integruoto sienų valdymo fondą Specialiosios tranzito schemos lėšų, skirtų projektui Nr. SVVP/2023/3510 „Papildomos IRD veiklos sąnaudos 2024-2027 m.“</w:t>
      </w:r>
    </w:p>
    <w:p w14:paraId="7EA02615" w14:textId="77777777" w:rsidR="00734777" w:rsidRDefault="00734777" w:rsidP="003A4B2A">
      <w:pPr>
        <w:jc w:val="left"/>
        <w:rPr>
          <w:rFonts w:ascii="Calibri Light" w:eastAsia="Calibri" w:hAnsi="Calibri Light" w:cs="Calibri Light"/>
          <w:b/>
        </w:rPr>
      </w:pPr>
    </w:p>
    <w:p w14:paraId="7143307E" w14:textId="77777777" w:rsidR="00734777" w:rsidRDefault="00734777" w:rsidP="00711B4B">
      <w:pPr>
        <w:jc w:val="center"/>
        <w:rPr>
          <w:rFonts w:ascii="Calibri Light" w:eastAsia="Calibri" w:hAnsi="Calibri Light" w:cs="Calibri Light"/>
          <w:b/>
        </w:rPr>
      </w:pPr>
    </w:p>
    <w:p w14:paraId="36C51AAF" w14:textId="3B5A80ED" w:rsidR="00711B4B" w:rsidRPr="00A95CC3" w:rsidRDefault="00921543" w:rsidP="00711B4B">
      <w:pPr>
        <w:keepNext/>
        <w:tabs>
          <w:tab w:val="left" w:pos="9630"/>
        </w:tabs>
        <w:ind w:right="8"/>
        <w:jc w:val="center"/>
        <w:outlineLvl w:val="0"/>
        <w:rPr>
          <w:rFonts w:ascii="Calibri Light" w:eastAsia="Times New Roman" w:hAnsi="Calibri Light" w:cs="Calibri Light"/>
          <w:b/>
          <w:bCs/>
        </w:rPr>
      </w:pPr>
      <w:r w:rsidRPr="00921543">
        <w:rPr>
          <w:rFonts w:ascii="Calibri Light" w:eastAsia="Times New Roman" w:hAnsi="Calibri Light" w:cs="Calibri Light"/>
          <w:b/>
          <w:bCs/>
        </w:rPr>
        <w:t>PASLAUGŲ VIEŠOJO PIRKIMO–PARDAVIMO</w:t>
      </w:r>
      <w:r>
        <w:rPr>
          <w:rFonts w:ascii="Calibri Light" w:eastAsia="Times New Roman" w:hAnsi="Calibri Light" w:cs="Calibri Light"/>
          <w:b/>
          <w:bCs/>
        </w:rPr>
        <w:t xml:space="preserve"> </w:t>
      </w:r>
      <w:r w:rsidR="00711B4B" w:rsidRPr="00A95CC3">
        <w:rPr>
          <w:rFonts w:ascii="Calibri Light" w:eastAsia="Times New Roman" w:hAnsi="Calibri Light" w:cs="Calibri Light"/>
          <w:b/>
          <w:bCs/>
        </w:rPr>
        <w:t>SUTARTIS</w:t>
      </w:r>
    </w:p>
    <w:p w14:paraId="429D6977" w14:textId="60398233" w:rsidR="00711B4B" w:rsidRPr="00A95CC3" w:rsidRDefault="00711B4B" w:rsidP="00711B4B">
      <w:pPr>
        <w:keepNext/>
        <w:tabs>
          <w:tab w:val="left" w:pos="9630"/>
        </w:tabs>
        <w:ind w:right="8"/>
        <w:jc w:val="center"/>
        <w:outlineLvl w:val="4"/>
        <w:rPr>
          <w:rFonts w:ascii="Calibri Light" w:eastAsia="Arial Unicode MS" w:hAnsi="Calibri Light" w:cs="Calibri Light"/>
        </w:rPr>
      </w:pPr>
      <w:r w:rsidRPr="00A95CC3">
        <w:rPr>
          <w:rFonts w:ascii="Calibri Light" w:eastAsia="Arial Unicode MS" w:hAnsi="Calibri Light" w:cs="Calibri Light"/>
        </w:rPr>
        <w:t>202</w:t>
      </w:r>
      <w:r w:rsidR="00EF72E1">
        <w:rPr>
          <w:rFonts w:ascii="Calibri Light" w:eastAsia="Arial Unicode MS" w:hAnsi="Calibri Light" w:cs="Calibri Light"/>
        </w:rPr>
        <w:t>5</w:t>
      </w:r>
      <w:r w:rsidRPr="00A95CC3">
        <w:rPr>
          <w:rFonts w:ascii="Calibri Light" w:eastAsia="Arial Unicode MS" w:hAnsi="Calibri Light" w:cs="Calibri Light"/>
        </w:rPr>
        <w:t xml:space="preserve"> m</w:t>
      </w:r>
      <w:r w:rsidR="00EF72E1">
        <w:rPr>
          <w:rFonts w:ascii="Calibri Light" w:eastAsia="Arial Unicode MS" w:hAnsi="Calibri Light" w:cs="Calibri Light"/>
        </w:rPr>
        <w:t>.</w:t>
      </w:r>
      <w:r w:rsidRPr="00A95CC3">
        <w:rPr>
          <w:rFonts w:ascii="Calibri Light" w:eastAsia="Arial Unicode MS" w:hAnsi="Calibri Light" w:cs="Calibri Light"/>
        </w:rPr>
        <w:t xml:space="preserve">                                  d. Nr.</w:t>
      </w:r>
    </w:p>
    <w:p w14:paraId="2BE3D56B" w14:textId="77777777" w:rsidR="00711B4B" w:rsidRPr="00A95CC3" w:rsidRDefault="00711B4B" w:rsidP="00711B4B">
      <w:pPr>
        <w:tabs>
          <w:tab w:val="left" w:pos="9630"/>
        </w:tabs>
        <w:ind w:right="8"/>
        <w:jc w:val="center"/>
        <w:rPr>
          <w:rFonts w:ascii="Calibri Light" w:eastAsia="Times New Roman" w:hAnsi="Calibri Light" w:cs="Calibri Light"/>
        </w:rPr>
      </w:pPr>
      <w:r w:rsidRPr="00A95CC3">
        <w:rPr>
          <w:rFonts w:ascii="Calibri Light" w:eastAsia="Times New Roman" w:hAnsi="Calibri Light" w:cs="Calibri Light"/>
        </w:rPr>
        <w:t>Vilnius</w:t>
      </w:r>
    </w:p>
    <w:p w14:paraId="5E7F45E2" w14:textId="1C8836A5" w:rsidR="00711B4B" w:rsidRPr="0070100A" w:rsidRDefault="00711B4B" w:rsidP="00711B4B">
      <w:pPr>
        <w:ind w:firstLine="630"/>
        <w:rPr>
          <w:rFonts w:ascii="Calibri Light" w:eastAsia="Times New Roman" w:hAnsi="Calibri Light" w:cs="Calibri Light"/>
        </w:rPr>
      </w:pPr>
      <w:r w:rsidRPr="0070100A">
        <w:rPr>
          <w:rFonts w:ascii="Calibri Light" w:eastAsia="Times New Roman" w:hAnsi="Calibri Light" w:cs="Calibri Light"/>
          <w:b/>
          <w:bCs/>
        </w:rPr>
        <w:t xml:space="preserve">Informatikos ir ryšių departamentas prie Lietuvos Respublikos vidaus reikalų ministerijos </w:t>
      </w:r>
      <w:r w:rsidRPr="0070100A">
        <w:rPr>
          <w:rFonts w:ascii="Calibri Light" w:eastAsia="Times New Roman" w:hAnsi="Calibri Light" w:cs="Calibri Light"/>
        </w:rPr>
        <w:t xml:space="preserve">(toliau – </w:t>
      </w:r>
      <w:r w:rsidRPr="0070100A">
        <w:rPr>
          <w:rFonts w:ascii="Calibri Light" w:eastAsia="Times New Roman" w:hAnsi="Calibri Light" w:cs="Calibri Light"/>
          <w:b/>
          <w:bCs/>
        </w:rPr>
        <w:t>Klientas</w:t>
      </w:r>
      <w:r w:rsidRPr="0070100A">
        <w:rPr>
          <w:rFonts w:ascii="Calibri Light" w:eastAsia="Times New Roman" w:hAnsi="Calibri Light" w:cs="Calibri Light"/>
        </w:rPr>
        <w:t xml:space="preserve">), atstovaujamas </w:t>
      </w:r>
      <w:r w:rsidR="00F949C6" w:rsidRPr="0070100A">
        <w:rPr>
          <w:rFonts w:ascii="Calibri Light" w:eastAsia="Times New Roman" w:hAnsi="Calibri Light" w:cs="Calibri Light"/>
        </w:rPr>
        <w:t xml:space="preserve">direktorės Viktorijos </w:t>
      </w:r>
      <w:proofErr w:type="spellStart"/>
      <w:r w:rsidR="00F949C6" w:rsidRPr="0070100A">
        <w:rPr>
          <w:rFonts w:ascii="Calibri Light" w:eastAsia="Times New Roman" w:hAnsi="Calibri Light" w:cs="Calibri Light"/>
        </w:rPr>
        <w:t>Rūkštelės</w:t>
      </w:r>
      <w:proofErr w:type="spellEnd"/>
      <w:r w:rsidRPr="0070100A">
        <w:rPr>
          <w:rFonts w:ascii="Calibri Light" w:eastAsia="Times New Roman" w:hAnsi="Calibri Light" w:cs="Calibri Light"/>
        </w:rPr>
        <w:t>, ir</w:t>
      </w:r>
      <w:r w:rsidRPr="0070100A">
        <w:rPr>
          <w:rFonts w:ascii="Calibri Light" w:eastAsia="Times New Roman" w:hAnsi="Calibri Light" w:cs="Calibri Light"/>
          <w:b/>
          <w:bCs/>
        </w:rPr>
        <w:t xml:space="preserve"> </w:t>
      </w:r>
      <w:r w:rsidR="00D46EA2" w:rsidRPr="0070100A">
        <w:rPr>
          <w:rFonts w:ascii="Calibri Light" w:eastAsia="Calibri" w:hAnsi="Calibri Light" w:cs="Calibri Light"/>
          <w:b/>
        </w:rPr>
        <w:t>AB Lietuvos radijo ir televizijos centras</w:t>
      </w:r>
      <w:r w:rsidRPr="0070100A">
        <w:rPr>
          <w:rFonts w:ascii="Calibri Light" w:eastAsia="Times New Roman" w:hAnsi="Calibri Light" w:cs="Calibri Light"/>
          <w:b/>
          <w:bCs/>
        </w:rPr>
        <w:t xml:space="preserve"> </w:t>
      </w:r>
      <w:r w:rsidRPr="0070100A">
        <w:rPr>
          <w:rFonts w:ascii="Calibri Light" w:eastAsia="Times New Roman" w:hAnsi="Calibri Light" w:cs="Calibri Light"/>
        </w:rPr>
        <w:t xml:space="preserve">(toliau – </w:t>
      </w:r>
      <w:r w:rsidRPr="0070100A">
        <w:rPr>
          <w:rFonts w:ascii="Calibri Light" w:eastAsia="Times New Roman" w:hAnsi="Calibri Light" w:cs="Calibri Light"/>
          <w:b/>
          <w:bCs/>
        </w:rPr>
        <w:t>Paslaugų teikėjas</w:t>
      </w:r>
      <w:r w:rsidRPr="0070100A">
        <w:rPr>
          <w:rFonts w:ascii="Calibri Light" w:eastAsia="Times New Roman" w:hAnsi="Calibri Light" w:cs="Calibri Light"/>
        </w:rPr>
        <w:t xml:space="preserve">), atstovaujama pareigos </w:t>
      </w:r>
      <w:r w:rsidR="00494EEF">
        <w:rPr>
          <w:rFonts w:ascii="Calibri Light" w:eastAsia="Times New Roman" w:hAnsi="Calibri Light" w:cs="Calibri Light"/>
        </w:rPr>
        <w:t>g</w:t>
      </w:r>
      <w:r w:rsidR="00494EEF" w:rsidRPr="00494EEF">
        <w:rPr>
          <w:rFonts w:ascii="Calibri Light" w:eastAsia="Times New Roman" w:hAnsi="Calibri Light" w:cs="Calibri Light"/>
        </w:rPr>
        <w:t>eneralinis direktori</w:t>
      </w:r>
      <w:r w:rsidR="00494EEF">
        <w:rPr>
          <w:rFonts w:ascii="Calibri Light" w:eastAsia="Times New Roman" w:hAnsi="Calibri Light" w:cs="Calibri Light"/>
        </w:rPr>
        <w:t>a</w:t>
      </w:r>
      <w:r w:rsidR="00494EEF" w:rsidRPr="00494EEF">
        <w:rPr>
          <w:rFonts w:ascii="Calibri Light" w:eastAsia="Times New Roman" w:hAnsi="Calibri Light" w:cs="Calibri Light"/>
        </w:rPr>
        <w:t>us Remigij</w:t>
      </w:r>
      <w:r w:rsidR="00494EEF">
        <w:rPr>
          <w:rFonts w:ascii="Calibri Light" w:eastAsia="Times New Roman" w:hAnsi="Calibri Light" w:cs="Calibri Light"/>
        </w:rPr>
        <w:t>a</w:t>
      </w:r>
      <w:r w:rsidR="00494EEF" w:rsidRPr="00494EEF">
        <w:rPr>
          <w:rFonts w:ascii="Calibri Light" w:eastAsia="Times New Roman" w:hAnsi="Calibri Light" w:cs="Calibri Light"/>
        </w:rPr>
        <w:t>us Šeri</w:t>
      </w:r>
      <w:r w:rsidR="00494EEF">
        <w:rPr>
          <w:rFonts w:ascii="Calibri Light" w:eastAsia="Times New Roman" w:hAnsi="Calibri Light" w:cs="Calibri Light"/>
        </w:rPr>
        <w:t>o</w:t>
      </w:r>
      <w:r w:rsidRPr="0070100A">
        <w:rPr>
          <w:rFonts w:ascii="Calibri Light" w:eastAsia="Times New Roman" w:hAnsi="Calibri Light" w:cs="Calibri Light"/>
        </w:rPr>
        <w:t>, toliau kartu ar atskirai vadinami/</w:t>
      </w:r>
      <w:proofErr w:type="spellStart"/>
      <w:r w:rsidRPr="0070100A">
        <w:rPr>
          <w:rFonts w:ascii="Calibri Light" w:eastAsia="Times New Roman" w:hAnsi="Calibri Light" w:cs="Calibri Light"/>
        </w:rPr>
        <w:t>os</w:t>
      </w:r>
      <w:proofErr w:type="spellEnd"/>
      <w:r w:rsidRPr="0070100A">
        <w:rPr>
          <w:rFonts w:ascii="Calibri Light" w:eastAsia="Times New Roman" w:hAnsi="Calibri Light" w:cs="Calibri Light"/>
        </w:rPr>
        <w:t xml:space="preserve"> Šalimis, vadovaudamiesi </w:t>
      </w:r>
      <w:r w:rsidR="00187B4D" w:rsidRPr="0070100A">
        <w:rPr>
          <w:rFonts w:ascii="Calibri Light" w:eastAsia="Times New Roman" w:hAnsi="Calibri Light" w:cs="Calibri Light"/>
        </w:rPr>
        <w:t xml:space="preserve">Išteklių agentūros prie Lietuvos Respublikos vidaus reikalų ministerijos </w:t>
      </w:r>
      <w:r w:rsidR="001C0A2E" w:rsidRPr="0070100A">
        <w:rPr>
          <w:rFonts w:ascii="Calibri Light" w:eastAsia="Calibri" w:hAnsi="Calibri Light" w:cs="Calibri Light"/>
        </w:rPr>
        <w:t>vieš</w:t>
      </w:r>
      <w:r w:rsidR="00FD7621">
        <w:rPr>
          <w:rFonts w:ascii="Calibri Light" w:eastAsia="Calibri" w:hAnsi="Calibri Light" w:cs="Calibri Light"/>
        </w:rPr>
        <w:t>ojo</w:t>
      </w:r>
      <w:r w:rsidR="001C0A2E" w:rsidRPr="0070100A">
        <w:rPr>
          <w:rFonts w:ascii="Calibri Light" w:eastAsia="Calibri" w:hAnsi="Calibri Light" w:cs="Calibri Light"/>
        </w:rPr>
        <w:t xml:space="preserve"> pirkim</w:t>
      </w:r>
      <w:r w:rsidR="00FD7621">
        <w:rPr>
          <w:rFonts w:ascii="Calibri Light" w:eastAsia="Calibri" w:hAnsi="Calibri Light" w:cs="Calibri Light"/>
        </w:rPr>
        <w:t>o</w:t>
      </w:r>
      <w:r w:rsidR="001C0A2E" w:rsidRPr="0070100A">
        <w:rPr>
          <w:rFonts w:ascii="Calibri Light" w:eastAsia="Calibri" w:hAnsi="Calibri Light" w:cs="Calibri Light"/>
        </w:rPr>
        <w:t xml:space="preserve"> </w:t>
      </w:r>
      <w:r w:rsidR="001C0A2E" w:rsidRPr="0070100A">
        <w:rPr>
          <w:rFonts w:ascii="Calibri Light" w:eastAsia="Times New Roman" w:hAnsi="Calibri Light" w:cs="Calibri Light"/>
        </w:rPr>
        <w:t xml:space="preserve">komisijos </w:t>
      </w:r>
      <w:r w:rsidR="00187B4D" w:rsidRPr="0070100A">
        <w:rPr>
          <w:rFonts w:ascii="Calibri Light" w:eastAsia="Times New Roman" w:hAnsi="Calibri Light" w:cs="Calibri Light"/>
        </w:rPr>
        <w:t xml:space="preserve">2025 m. sausio </w:t>
      </w:r>
      <w:r w:rsidR="0027577D" w:rsidRPr="0070100A">
        <w:rPr>
          <w:rFonts w:ascii="Calibri Light" w:eastAsia="Times New Roman" w:hAnsi="Calibri Light" w:cs="Calibri Light"/>
        </w:rPr>
        <w:t>29</w:t>
      </w:r>
      <w:r w:rsidR="00187B4D" w:rsidRPr="0070100A">
        <w:rPr>
          <w:rFonts w:ascii="Calibri Light" w:eastAsia="Times New Roman" w:hAnsi="Calibri Light" w:cs="Calibri Light"/>
        </w:rPr>
        <w:t xml:space="preserve"> d. </w:t>
      </w:r>
      <w:r w:rsidR="001C0A2E" w:rsidRPr="0070100A">
        <w:rPr>
          <w:rFonts w:ascii="Calibri Light" w:eastAsia="Times New Roman" w:hAnsi="Calibri Light" w:cs="Calibri Light"/>
        </w:rPr>
        <w:t xml:space="preserve">posėdžio protokolu </w:t>
      </w:r>
      <w:r w:rsidR="00187B4D" w:rsidRPr="0070100A">
        <w:rPr>
          <w:rFonts w:ascii="Calibri Light" w:eastAsia="Times New Roman" w:hAnsi="Calibri Light" w:cs="Calibri Light"/>
        </w:rPr>
        <w:t xml:space="preserve">Nr. </w:t>
      </w:r>
      <w:r w:rsidR="001E4320" w:rsidRPr="0070100A">
        <w:rPr>
          <w:rFonts w:ascii="Calibri Light" w:eastAsia="Times New Roman" w:hAnsi="Calibri Light" w:cs="Calibri Light"/>
        </w:rPr>
        <w:t>P</w:t>
      </w:r>
      <w:r w:rsidR="00EF54E8" w:rsidRPr="0070100A">
        <w:rPr>
          <w:rFonts w:ascii="Calibri Light" w:eastAsia="Times New Roman" w:hAnsi="Calibri Light" w:cs="Calibri Light"/>
        </w:rPr>
        <w:t>-</w:t>
      </w:r>
      <w:r w:rsidR="001E4320" w:rsidRPr="0070100A">
        <w:rPr>
          <w:rFonts w:ascii="Calibri Light" w:eastAsia="Times New Roman" w:hAnsi="Calibri Light" w:cs="Calibri Light"/>
        </w:rPr>
        <w:t>26</w:t>
      </w:r>
      <w:r w:rsidRPr="0070100A">
        <w:rPr>
          <w:rFonts w:ascii="Calibri Light" w:eastAsia="Times New Roman" w:hAnsi="Calibri Light" w:cs="Calibri Light"/>
        </w:rPr>
        <w:t xml:space="preserve">, sudaro šią </w:t>
      </w:r>
      <w:r w:rsidR="001A6282" w:rsidRPr="0070100A">
        <w:rPr>
          <w:rFonts w:ascii="Calibri Light" w:eastAsia="Times New Roman" w:hAnsi="Calibri Light" w:cs="Calibri Light"/>
        </w:rPr>
        <w:t>pasl</w:t>
      </w:r>
      <w:r w:rsidR="001A6282" w:rsidRPr="00A44057">
        <w:rPr>
          <w:rFonts w:ascii="Calibri Light" w:eastAsia="Times New Roman" w:hAnsi="Calibri Light" w:cs="Calibri Light"/>
        </w:rPr>
        <w:t>aug</w:t>
      </w:r>
      <w:r w:rsidR="001A6282" w:rsidRPr="0070100A">
        <w:rPr>
          <w:rFonts w:ascii="Calibri Light" w:eastAsia="Times New Roman" w:hAnsi="Calibri Light" w:cs="Calibri Light"/>
        </w:rPr>
        <w:t xml:space="preserve">ų viešojo pirkimo-pardavimo (paslaugų teikimo) </w:t>
      </w:r>
      <w:r w:rsidRPr="0070100A">
        <w:rPr>
          <w:rFonts w:ascii="Calibri Light" w:eastAsia="Times New Roman" w:hAnsi="Calibri Light" w:cs="Calibri Light"/>
        </w:rPr>
        <w:t>sutartį (toliau – Sutartis).</w:t>
      </w:r>
    </w:p>
    <w:p w14:paraId="53A8CB0A" w14:textId="77777777" w:rsidR="00711B4B" w:rsidRPr="00A95CC3" w:rsidRDefault="00711B4B" w:rsidP="00711B4B">
      <w:pPr>
        <w:tabs>
          <w:tab w:val="left" w:pos="9630"/>
        </w:tabs>
        <w:ind w:left="360" w:right="8"/>
        <w:jc w:val="center"/>
        <w:rPr>
          <w:rFonts w:ascii="Calibri Light" w:eastAsia="Times New Roman" w:hAnsi="Calibri Light" w:cs="Calibri Light"/>
          <w:b/>
        </w:rPr>
      </w:pPr>
      <w:r w:rsidRPr="00A95CC3">
        <w:rPr>
          <w:rFonts w:ascii="Calibri Light" w:eastAsia="Times New Roman" w:hAnsi="Calibri Light" w:cs="Calibri Light"/>
          <w:b/>
        </w:rPr>
        <w:t>1. SUTARTIES DALYKAS</w:t>
      </w:r>
    </w:p>
    <w:p w14:paraId="0D82139B" w14:textId="65EB0EBB" w:rsidR="00711B4B" w:rsidRPr="00040E50" w:rsidRDefault="00711B4B" w:rsidP="00711B4B">
      <w:pPr>
        <w:pStyle w:val="Sraopastraipa"/>
        <w:numPr>
          <w:ilvl w:val="1"/>
          <w:numId w:val="32"/>
        </w:numPr>
        <w:tabs>
          <w:tab w:val="left" w:pos="567"/>
          <w:tab w:val="left" w:pos="993"/>
          <w:tab w:val="left" w:pos="9630"/>
          <w:tab w:val="left" w:pos="9720"/>
        </w:tabs>
        <w:spacing w:after="0" w:line="240" w:lineRule="auto"/>
        <w:ind w:left="0" w:right="8" w:firstLine="360"/>
        <w:rPr>
          <w:rFonts w:ascii="Calibri Light" w:eastAsia="Times New Roman" w:hAnsi="Calibri Light" w:cs="Calibri Light"/>
        </w:rPr>
      </w:pPr>
      <w:r w:rsidRPr="00040E50">
        <w:rPr>
          <w:rFonts w:ascii="Calibri Light" w:eastAsia="Times New Roman" w:hAnsi="Calibri Light" w:cs="Calibri Light"/>
        </w:rPr>
        <w:t xml:space="preserve">Paslaugų teikėjas įsipareigoja Sutartyje nustatyta tvarka ir sąlygomis teikti </w:t>
      </w:r>
      <w:r w:rsidRPr="00040E50">
        <w:rPr>
          <w:rFonts w:ascii="Calibri Light" w:eastAsia="Calibri" w:hAnsi="Calibri Light" w:cs="Calibri Light"/>
          <w:bCs/>
        </w:rPr>
        <w:t xml:space="preserve">Lietuvos viešojo saugumo ir </w:t>
      </w:r>
      <w:r w:rsidRPr="0017709D">
        <w:rPr>
          <w:rFonts w:ascii="Calibri Light" w:eastAsia="Calibri" w:hAnsi="Calibri Light" w:cs="Calibri Light"/>
          <w:bCs/>
        </w:rPr>
        <w:t xml:space="preserve">pagalbos tarnybų skaitmeninio mobiliojo radijo ryšio tinklo (toliau – SMRRT) naujos įrangos talpinimo </w:t>
      </w:r>
      <w:r w:rsidRPr="0017709D">
        <w:rPr>
          <w:rFonts w:ascii="Calibri Light" w:eastAsia="Times New Roman" w:hAnsi="Calibri Light" w:cs="Calibri Light"/>
        </w:rPr>
        <w:t>paslaugas</w:t>
      </w:r>
      <w:r w:rsidRPr="0017709D">
        <w:rPr>
          <w:rFonts w:ascii="Calibri Light" w:eastAsia="Times New Roman" w:hAnsi="Calibri Light" w:cs="Calibri Light"/>
          <w:b/>
        </w:rPr>
        <w:t xml:space="preserve"> </w:t>
      </w:r>
      <w:bookmarkStart w:id="0" w:name="_Hlk189126130"/>
      <w:r w:rsidR="0017709D" w:rsidRPr="00A44057">
        <w:rPr>
          <w:rFonts w:ascii="Calibri Light" w:eastAsia="Times New Roman" w:hAnsi="Calibri Light" w:cs="Calibri Light"/>
          <w:bCs/>
        </w:rPr>
        <w:t>53 – 86</w:t>
      </w:r>
      <w:r w:rsidR="0017709D" w:rsidRPr="0017709D">
        <w:rPr>
          <w:rFonts w:ascii="Calibri Light" w:eastAsia="Times New Roman" w:hAnsi="Calibri Light" w:cs="Calibri Light"/>
          <w:b/>
        </w:rPr>
        <w:t xml:space="preserve"> </w:t>
      </w:r>
      <w:r w:rsidR="004D7EF6" w:rsidRPr="0017709D">
        <w:rPr>
          <w:rFonts w:ascii="Calibri Light" w:eastAsia="Times New Roman" w:hAnsi="Calibri Light" w:cs="Calibri Light"/>
          <w:bCs/>
        </w:rPr>
        <w:t>pirkimo objekto dalyse</w:t>
      </w:r>
      <w:r w:rsidR="004D7EF6" w:rsidRPr="0017709D">
        <w:rPr>
          <w:rFonts w:ascii="Calibri Light" w:eastAsia="Times New Roman" w:hAnsi="Calibri Light" w:cs="Calibri Light"/>
          <w:b/>
          <w:bCs/>
        </w:rPr>
        <w:t xml:space="preserve"> </w:t>
      </w:r>
      <w:bookmarkEnd w:id="0"/>
      <w:r w:rsidRPr="0017709D">
        <w:rPr>
          <w:rFonts w:ascii="Calibri Light" w:eastAsia="Times New Roman" w:hAnsi="Calibri Light" w:cs="Calibri Light"/>
        </w:rPr>
        <w:t>(toliau – paslaugos</w:t>
      </w:r>
      <w:r w:rsidRPr="00040E50">
        <w:rPr>
          <w:rFonts w:ascii="Calibri Light" w:eastAsia="Times New Roman" w:hAnsi="Calibri Light" w:cs="Calibri Light"/>
        </w:rPr>
        <w:t>), kurių specifikacija nurodyta Sutarties 1 priede – Techninėje specifikacijoje (toliau – Sutarties 1 priedas), o Klientas Sutartyje nustatyta tvarka sumokėti Paslaugų teikėjui už jas.</w:t>
      </w:r>
    </w:p>
    <w:p w14:paraId="5236D409" w14:textId="77777777" w:rsidR="00711B4B" w:rsidRPr="00040E50"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040E50">
        <w:rPr>
          <w:rFonts w:ascii="Calibri Light" w:eastAsia="Times New Roman" w:hAnsi="Calibri Light" w:cs="Calibri Light"/>
        </w:rPr>
        <w:t>Sutartis sudaryta vadovaujantis Lietuvos Respublikos civilinio kodekso ir Lietuvos Respublikos viešųjų pirkimų įstatymo, pirkimo sąlygų ir pasiūlymo, pripažintu laimėjusiu, nuostatomis.</w:t>
      </w:r>
    </w:p>
    <w:p w14:paraId="6B29416B" w14:textId="77777777" w:rsidR="00415548" w:rsidRPr="00A95CC3" w:rsidRDefault="00415548" w:rsidP="00415548">
      <w:pPr>
        <w:pStyle w:val="Sraopastraipa"/>
        <w:tabs>
          <w:tab w:val="left" w:pos="1134"/>
          <w:tab w:val="left" w:pos="9630"/>
          <w:tab w:val="left" w:pos="9720"/>
        </w:tabs>
        <w:ind w:left="360" w:right="8"/>
        <w:rPr>
          <w:rFonts w:ascii="Calibri Light" w:eastAsia="Times New Roman" w:hAnsi="Calibri Light" w:cs="Calibri Light"/>
        </w:rPr>
      </w:pPr>
    </w:p>
    <w:p w14:paraId="620C7C1B" w14:textId="77777777" w:rsidR="00711B4B" w:rsidRDefault="00711B4B" w:rsidP="00711B4B">
      <w:pPr>
        <w:pStyle w:val="Sraopastraipa"/>
        <w:numPr>
          <w:ilvl w:val="0"/>
          <w:numId w:val="32"/>
        </w:numPr>
        <w:tabs>
          <w:tab w:val="left" w:pos="9630"/>
        </w:tabs>
        <w:ind w:right="8"/>
        <w:jc w:val="center"/>
        <w:rPr>
          <w:rFonts w:ascii="Calibri Light" w:eastAsia="Times New Roman" w:hAnsi="Calibri Light" w:cs="Calibri Light"/>
          <w:b/>
        </w:rPr>
      </w:pPr>
      <w:r w:rsidRPr="00A95CC3">
        <w:rPr>
          <w:rFonts w:ascii="Calibri Light" w:eastAsia="Times New Roman" w:hAnsi="Calibri Light" w:cs="Calibri Light"/>
          <w:b/>
        </w:rPr>
        <w:t>SUTARTIES KAINA, ATSISKAITYMO TVARKA IR ĮRANGOS TALPINIMO AKTO PASIRAŠYMAS</w:t>
      </w:r>
    </w:p>
    <w:p w14:paraId="0D53D50F" w14:textId="77777777" w:rsidR="00363A35" w:rsidRPr="00363A35" w:rsidRDefault="00363A35" w:rsidP="00363A35">
      <w:pPr>
        <w:tabs>
          <w:tab w:val="left" w:pos="9630"/>
        </w:tabs>
        <w:ind w:right="8"/>
        <w:jc w:val="center"/>
        <w:rPr>
          <w:rFonts w:ascii="Calibri Light" w:eastAsia="Times New Roman" w:hAnsi="Calibri Light" w:cs="Calibri Light"/>
          <w:b/>
        </w:rPr>
      </w:pPr>
    </w:p>
    <w:p w14:paraId="354DCA63" w14:textId="4CC2D5BB" w:rsidR="00330F7E" w:rsidRDefault="00711B4B" w:rsidP="005D5259">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iCs/>
        </w:rPr>
      </w:pPr>
      <w:r w:rsidRPr="000F75EF">
        <w:rPr>
          <w:rFonts w:ascii="Calibri Light" w:eastAsia="Times New Roman" w:hAnsi="Calibri Light" w:cs="Calibri Light"/>
        </w:rPr>
        <w:t xml:space="preserve">Sutarties kaina – </w:t>
      </w:r>
      <w:r w:rsidRPr="00057828">
        <w:rPr>
          <w:rFonts w:ascii="Calibri Light" w:eastAsia="Times New Roman" w:hAnsi="Calibri Light" w:cs="Calibri Light"/>
          <w:b/>
          <w:bCs/>
        </w:rPr>
        <w:t xml:space="preserve">iki </w:t>
      </w:r>
      <w:r w:rsidR="00C33780" w:rsidRPr="00057828">
        <w:rPr>
          <w:rFonts w:ascii="Calibri Light" w:eastAsia="Times New Roman" w:hAnsi="Calibri Light" w:cs="Calibri Light"/>
          <w:b/>
          <w:bCs/>
        </w:rPr>
        <w:t>1</w:t>
      </w:r>
      <w:r w:rsidR="000F75EF" w:rsidRPr="00057828">
        <w:rPr>
          <w:rFonts w:ascii="Calibri Light" w:eastAsia="Times New Roman" w:hAnsi="Calibri Light" w:cs="Calibri Light"/>
          <w:b/>
          <w:bCs/>
        </w:rPr>
        <w:t> </w:t>
      </w:r>
      <w:r w:rsidR="00C33780" w:rsidRPr="00057828">
        <w:rPr>
          <w:rFonts w:ascii="Calibri Light" w:eastAsia="Times New Roman" w:hAnsi="Calibri Light" w:cs="Calibri Light"/>
          <w:b/>
          <w:bCs/>
        </w:rPr>
        <w:t>2</w:t>
      </w:r>
      <w:r w:rsidR="000F75EF" w:rsidRPr="00057828">
        <w:rPr>
          <w:rFonts w:ascii="Calibri Light" w:eastAsia="Times New Roman" w:hAnsi="Calibri Light" w:cs="Calibri Light"/>
          <w:b/>
          <w:bCs/>
        </w:rPr>
        <w:t>69 912,</w:t>
      </w:r>
      <w:r w:rsidR="00261B82">
        <w:rPr>
          <w:rFonts w:ascii="Calibri Light" w:eastAsia="Times New Roman" w:hAnsi="Calibri Light" w:cs="Calibri Light"/>
          <w:b/>
          <w:bCs/>
        </w:rPr>
        <w:t>43</w:t>
      </w:r>
      <w:r w:rsidRPr="00057828">
        <w:rPr>
          <w:rFonts w:ascii="Calibri Light" w:eastAsia="Times New Roman" w:hAnsi="Calibri Light" w:cs="Calibri Light"/>
          <w:b/>
          <w:bCs/>
          <w:i/>
          <w:iCs/>
        </w:rPr>
        <w:t xml:space="preserve"> </w:t>
      </w:r>
      <w:r w:rsidRPr="00057828">
        <w:rPr>
          <w:rFonts w:ascii="Calibri Light" w:eastAsia="Times New Roman" w:hAnsi="Calibri Light" w:cs="Calibri Light"/>
          <w:b/>
          <w:bCs/>
        </w:rPr>
        <w:t>Eur</w:t>
      </w:r>
      <w:r w:rsidRPr="00057828">
        <w:rPr>
          <w:rFonts w:ascii="Calibri Light" w:eastAsia="Times New Roman" w:hAnsi="Calibri Light" w:cs="Calibri Light"/>
          <w:b/>
          <w:bCs/>
          <w:i/>
          <w:iCs/>
        </w:rPr>
        <w:t xml:space="preserve"> </w:t>
      </w:r>
      <w:r w:rsidRPr="00057828">
        <w:rPr>
          <w:rFonts w:ascii="Calibri Light" w:eastAsia="Times New Roman" w:hAnsi="Calibri Light" w:cs="Calibri Light"/>
          <w:b/>
          <w:bCs/>
        </w:rPr>
        <w:t>(</w:t>
      </w:r>
      <w:r w:rsidR="00057828">
        <w:rPr>
          <w:rFonts w:ascii="Calibri Light" w:eastAsia="Times New Roman" w:hAnsi="Calibri Light" w:cs="Calibri Light"/>
          <w:b/>
          <w:bCs/>
        </w:rPr>
        <w:t>vieno milijono dviejų šimtų</w:t>
      </w:r>
      <w:r w:rsidR="005703D9">
        <w:rPr>
          <w:rFonts w:ascii="Calibri Light" w:eastAsia="Times New Roman" w:hAnsi="Calibri Light" w:cs="Calibri Light"/>
          <w:b/>
          <w:bCs/>
        </w:rPr>
        <w:t xml:space="preserve"> šešiasdešimt devynių </w:t>
      </w:r>
      <w:r w:rsidR="00ED1BF2">
        <w:rPr>
          <w:rFonts w:ascii="Calibri Light" w:eastAsia="Times New Roman" w:hAnsi="Calibri Light" w:cs="Calibri Light"/>
          <w:b/>
          <w:bCs/>
        </w:rPr>
        <w:t xml:space="preserve">tūkstančių </w:t>
      </w:r>
      <w:r w:rsidR="005703D9">
        <w:rPr>
          <w:rFonts w:ascii="Calibri Light" w:eastAsia="Times New Roman" w:hAnsi="Calibri Light" w:cs="Calibri Light"/>
          <w:b/>
          <w:bCs/>
        </w:rPr>
        <w:t xml:space="preserve">devynių šimtų dvylikos eurų ir </w:t>
      </w:r>
      <w:r w:rsidR="00614027">
        <w:rPr>
          <w:rFonts w:ascii="Calibri Light" w:eastAsia="Times New Roman" w:hAnsi="Calibri Light" w:cs="Calibri Light"/>
          <w:b/>
          <w:bCs/>
        </w:rPr>
        <w:t>keturiasdešimt trijų</w:t>
      </w:r>
      <w:r w:rsidR="005703D9">
        <w:rPr>
          <w:rFonts w:ascii="Calibri Light" w:eastAsia="Times New Roman" w:hAnsi="Calibri Light" w:cs="Calibri Light"/>
          <w:b/>
          <w:bCs/>
        </w:rPr>
        <w:t xml:space="preserve"> centų</w:t>
      </w:r>
      <w:r w:rsidRPr="00057828">
        <w:rPr>
          <w:rFonts w:ascii="Calibri Light" w:eastAsia="Times New Roman" w:hAnsi="Calibri Light" w:cs="Calibri Light"/>
          <w:b/>
          <w:bCs/>
        </w:rPr>
        <w:t>)</w:t>
      </w:r>
      <w:r w:rsidRPr="000F75EF">
        <w:rPr>
          <w:rFonts w:ascii="Calibri Light" w:eastAsia="Times New Roman" w:hAnsi="Calibri Light" w:cs="Calibri Light"/>
        </w:rPr>
        <w:t xml:space="preserve">, įskaitant pridėtinės vertės mokestį (toliau – PVM), (Pradinės Sutarties vertė </w:t>
      </w:r>
      <w:r w:rsidR="00734777" w:rsidRPr="00734777">
        <w:rPr>
          <w:rFonts w:ascii="Calibri Light" w:eastAsia="Times New Roman" w:hAnsi="Calibri Light" w:cs="Calibri Light"/>
        </w:rPr>
        <w:t>– iki</w:t>
      </w:r>
      <w:r w:rsidRPr="000F75EF">
        <w:rPr>
          <w:rFonts w:ascii="Calibri Light" w:eastAsia="Times New Roman" w:hAnsi="Calibri Light" w:cs="Calibri Light"/>
        </w:rPr>
        <w:t xml:space="preserve"> </w:t>
      </w:r>
      <w:r w:rsidR="00CE2692" w:rsidRPr="00CE2692">
        <w:rPr>
          <w:rFonts w:ascii="Calibri Light" w:eastAsia="Times New Roman" w:hAnsi="Calibri Light" w:cs="Calibri Light"/>
        </w:rPr>
        <w:t>1</w:t>
      </w:r>
      <w:r w:rsidR="00467944">
        <w:rPr>
          <w:rFonts w:ascii="Calibri Light" w:eastAsia="Times New Roman" w:hAnsi="Calibri Light" w:cs="Calibri Light"/>
        </w:rPr>
        <w:t> </w:t>
      </w:r>
      <w:r w:rsidR="00CE2692" w:rsidRPr="00CE2692">
        <w:rPr>
          <w:rFonts w:ascii="Calibri Light" w:eastAsia="Times New Roman" w:hAnsi="Calibri Light" w:cs="Calibri Light"/>
        </w:rPr>
        <w:t>049</w:t>
      </w:r>
      <w:r w:rsidR="00467944">
        <w:rPr>
          <w:rFonts w:ascii="Calibri Light" w:eastAsia="Times New Roman" w:hAnsi="Calibri Light" w:cs="Calibri Light"/>
        </w:rPr>
        <w:t xml:space="preserve"> </w:t>
      </w:r>
      <w:r w:rsidR="00CE2692" w:rsidRPr="00CE2692">
        <w:rPr>
          <w:rFonts w:ascii="Calibri Light" w:eastAsia="Times New Roman" w:hAnsi="Calibri Light" w:cs="Calibri Light"/>
        </w:rPr>
        <w:t>514</w:t>
      </w:r>
      <w:r w:rsidR="00734777">
        <w:rPr>
          <w:rFonts w:ascii="Calibri Light" w:eastAsia="Times New Roman" w:hAnsi="Calibri Light" w:cs="Calibri Light"/>
        </w:rPr>
        <w:t>,</w:t>
      </w:r>
      <w:r w:rsidR="00261B82">
        <w:rPr>
          <w:rFonts w:ascii="Calibri Light" w:eastAsia="Times New Roman" w:hAnsi="Calibri Light" w:cs="Calibri Light"/>
        </w:rPr>
        <w:t>42</w:t>
      </w:r>
      <w:r w:rsidRPr="000F75EF">
        <w:rPr>
          <w:rFonts w:ascii="Calibri Light" w:eastAsia="Times New Roman" w:hAnsi="Calibri Light" w:cs="Calibri Light"/>
        </w:rPr>
        <w:t xml:space="preserve"> Eur </w:t>
      </w:r>
      <w:r w:rsidR="00734777">
        <w:rPr>
          <w:rFonts w:ascii="Calibri Light" w:eastAsia="Times New Roman" w:hAnsi="Calibri Light" w:cs="Calibri Light"/>
        </w:rPr>
        <w:t xml:space="preserve">(vieno milijono keturiasdešimt devynių tūkstančių penkių šimtų keturiolikos eurų ir </w:t>
      </w:r>
      <w:r w:rsidR="00614027">
        <w:rPr>
          <w:rFonts w:ascii="Calibri Light" w:eastAsia="Times New Roman" w:hAnsi="Calibri Light" w:cs="Calibri Light"/>
        </w:rPr>
        <w:t>keturiasdešimt dviejų</w:t>
      </w:r>
      <w:r w:rsidR="00734777">
        <w:rPr>
          <w:rFonts w:ascii="Calibri Light" w:eastAsia="Times New Roman" w:hAnsi="Calibri Light" w:cs="Calibri Light"/>
        </w:rPr>
        <w:t xml:space="preserve"> centų) </w:t>
      </w:r>
      <w:r w:rsidRPr="000F75EF">
        <w:rPr>
          <w:rFonts w:ascii="Calibri Light" w:eastAsia="Times New Roman" w:hAnsi="Calibri Light" w:cs="Calibri Light"/>
        </w:rPr>
        <w:t xml:space="preserve">be PVM), t. y. </w:t>
      </w:r>
      <w:r w:rsidR="0050326A" w:rsidRPr="000F75EF">
        <w:rPr>
          <w:rFonts w:ascii="Calibri Light" w:eastAsia="Times New Roman" w:hAnsi="Calibri Light" w:cs="Calibri Light"/>
        </w:rPr>
        <w:t>1</w:t>
      </w:r>
      <w:r w:rsidR="00221DBA">
        <w:rPr>
          <w:rFonts w:ascii="Calibri Light" w:eastAsia="Times New Roman" w:hAnsi="Calibri Light" w:cs="Calibri Light"/>
        </w:rPr>
        <w:t> </w:t>
      </w:r>
      <w:r w:rsidR="0050326A" w:rsidRPr="000F75EF">
        <w:rPr>
          <w:rFonts w:ascii="Calibri Light" w:eastAsia="Times New Roman" w:hAnsi="Calibri Light" w:cs="Calibri Light"/>
        </w:rPr>
        <w:t>126</w:t>
      </w:r>
      <w:r w:rsidR="00221DBA">
        <w:rPr>
          <w:rFonts w:ascii="Calibri Light" w:eastAsia="Times New Roman" w:hAnsi="Calibri Light" w:cs="Calibri Light"/>
        </w:rPr>
        <w:t xml:space="preserve"> </w:t>
      </w:r>
      <w:r w:rsidR="0050326A" w:rsidRPr="000F75EF">
        <w:rPr>
          <w:rFonts w:ascii="Calibri Light" w:eastAsia="Times New Roman" w:hAnsi="Calibri Light" w:cs="Calibri Light"/>
        </w:rPr>
        <w:t>902,</w:t>
      </w:r>
      <w:r w:rsidR="00261B82">
        <w:rPr>
          <w:rFonts w:ascii="Calibri Light" w:eastAsia="Times New Roman" w:hAnsi="Calibri Light" w:cs="Calibri Light"/>
        </w:rPr>
        <w:t>43</w:t>
      </w:r>
      <w:r w:rsidRPr="000F75EF">
        <w:rPr>
          <w:rFonts w:ascii="Calibri Light" w:eastAsia="Times New Roman" w:hAnsi="Calibri Light" w:cs="Calibri Light"/>
        </w:rPr>
        <w:t xml:space="preserve"> Eur su PVM (</w:t>
      </w:r>
      <w:r w:rsidR="00FF3CBB" w:rsidRPr="000F75EF">
        <w:rPr>
          <w:rFonts w:ascii="Calibri Light" w:eastAsia="Times New Roman" w:hAnsi="Calibri Light" w:cs="Calibri Light"/>
        </w:rPr>
        <w:t>9</w:t>
      </w:r>
      <w:r w:rsidR="003E77C9" w:rsidRPr="000F75EF">
        <w:rPr>
          <w:rFonts w:ascii="Calibri Light" w:eastAsia="Times New Roman" w:hAnsi="Calibri Light" w:cs="Calibri Light"/>
        </w:rPr>
        <w:t>31 324,</w:t>
      </w:r>
      <w:r w:rsidR="00261B82">
        <w:rPr>
          <w:rFonts w:ascii="Calibri Light" w:eastAsia="Times New Roman" w:hAnsi="Calibri Light" w:cs="Calibri Light"/>
        </w:rPr>
        <w:t>32</w:t>
      </w:r>
      <w:r w:rsidRPr="000F75EF">
        <w:rPr>
          <w:rFonts w:ascii="Calibri Light" w:eastAsia="Times New Roman" w:hAnsi="Calibri Light" w:cs="Calibri Light"/>
        </w:rPr>
        <w:t xml:space="preserve"> Eur be PVM) skirta paslaugoms  ir </w:t>
      </w:r>
      <w:r w:rsidR="005D0040" w:rsidRPr="000F75EF">
        <w:rPr>
          <w:rFonts w:ascii="Calibri Light" w:eastAsia="Times New Roman" w:hAnsi="Calibri Light" w:cs="Calibri Light"/>
        </w:rPr>
        <w:t>143 010,00</w:t>
      </w:r>
      <w:r w:rsidRPr="000F75EF">
        <w:rPr>
          <w:rFonts w:ascii="Calibri Light" w:eastAsia="Times New Roman" w:hAnsi="Calibri Light" w:cs="Calibri Light"/>
        </w:rPr>
        <w:t xml:space="preserve"> Eur su PVM (</w:t>
      </w:r>
      <w:r w:rsidR="001A1425" w:rsidRPr="000F75EF">
        <w:rPr>
          <w:rFonts w:ascii="Calibri Light" w:eastAsia="Times New Roman" w:hAnsi="Calibri Light" w:cs="Calibri Light"/>
        </w:rPr>
        <w:t xml:space="preserve">118 190,10 </w:t>
      </w:r>
      <w:r w:rsidRPr="000F75EF">
        <w:rPr>
          <w:rFonts w:ascii="Calibri Light" w:eastAsia="Times New Roman" w:hAnsi="Calibri Light" w:cs="Calibri Light"/>
        </w:rPr>
        <w:t xml:space="preserve"> Eur be PVM) skirta faktinėms išlaidoms už SMRRT</w:t>
      </w:r>
      <w:r w:rsidRPr="001A1425">
        <w:rPr>
          <w:rFonts w:ascii="Calibri Light" w:eastAsia="Times New Roman" w:hAnsi="Calibri Light" w:cs="Calibri Light"/>
        </w:rPr>
        <w:t xml:space="preserve"> įrangos faktiškai sunaudotą elektros energiją.</w:t>
      </w:r>
      <w:r w:rsidR="005D5259" w:rsidRPr="001A1425">
        <w:rPr>
          <w:rFonts w:ascii="Calibri Light" w:eastAsia="Times New Roman" w:hAnsi="Calibri Light" w:cs="Calibri Light"/>
        </w:rPr>
        <w:t xml:space="preserve"> </w:t>
      </w:r>
      <w:r w:rsidRPr="001A1425">
        <w:rPr>
          <w:rFonts w:ascii="Calibri Light" w:eastAsia="Times New Roman" w:hAnsi="Calibri Light" w:cs="Calibri Light"/>
          <w:iCs/>
        </w:rPr>
        <w:t>Detalios paslaugų kainos</w:t>
      </w:r>
      <w:r w:rsidR="00330F7E">
        <w:rPr>
          <w:rFonts w:ascii="Calibri Light" w:eastAsia="Times New Roman" w:hAnsi="Calibri Light" w:cs="Calibri Light"/>
          <w:iCs/>
        </w:rPr>
        <w:t>:</w:t>
      </w:r>
    </w:p>
    <w:p w14:paraId="72EB8042" w14:textId="77777777" w:rsidR="00330F7E" w:rsidRDefault="00330F7E" w:rsidP="00330F7E">
      <w:pPr>
        <w:tabs>
          <w:tab w:val="left" w:pos="1134"/>
          <w:tab w:val="left" w:pos="9630"/>
          <w:tab w:val="left" w:pos="9720"/>
        </w:tabs>
        <w:ind w:left="360" w:right="8"/>
        <w:rPr>
          <w:rFonts w:ascii="Calibri Light" w:eastAsia="Times New Roman" w:hAnsi="Calibri Light" w:cs="Calibri Light"/>
          <w:iCs/>
        </w:rPr>
      </w:pPr>
    </w:p>
    <w:p w14:paraId="098C8D64" w14:textId="77777777" w:rsidR="00330F7E" w:rsidRDefault="00330F7E" w:rsidP="00330F7E">
      <w:pPr>
        <w:tabs>
          <w:tab w:val="left" w:pos="1134"/>
          <w:tab w:val="left" w:pos="9630"/>
          <w:tab w:val="left" w:pos="9720"/>
        </w:tabs>
        <w:ind w:left="360" w:right="8"/>
        <w:rPr>
          <w:rFonts w:ascii="Calibri Light" w:eastAsia="Times New Roman" w:hAnsi="Calibri Light" w:cs="Calibri Light"/>
          <w:iCs/>
        </w:rPr>
      </w:pPr>
    </w:p>
    <w:p w14:paraId="05B9633F" w14:textId="77777777" w:rsidR="00330F7E" w:rsidRDefault="00330F7E" w:rsidP="00330F7E">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24"/>
        <w:gridCol w:w="2186"/>
        <w:gridCol w:w="2126"/>
        <w:gridCol w:w="2120"/>
      </w:tblGrid>
      <w:tr w:rsidR="00200B98" w:rsidRPr="002462BE" w14:paraId="06BDC079"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A8595F" w14:textId="77777777" w:rsidR="00200B98" w:rsidRPr="002462BE" w:rsidRDefault="00200B98" w:rsidP="00B635D2">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lastRenderedPageBreak/>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2D796882" w14:textId="77777777" w:rsidR="00200B98" w:rsidRPr="002462BE" w:rsidRDefault="00200B9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25AB0949" w14:textId="77777777" w:rsidR="00200B98" w:rsidRPr="002462BE" w:rsidRDefault="00200B9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2D9008FE" w14:textId="77777777" w:rsidR="00200B98" w:rsidRPr="002462BE" w:rsidRDefault="00200B9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09B5B917" w14:textId="77777777" w:rsidR="00200B98" w:rsidRPr="002462BE" w:rsidRDefault="00200B9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1B8A5F68" w14:textId="77777777" w:rsidR="00200B98" w:rsidRPr="002462BE" w:rsidRDefault="00200B9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267AC72A" w14:textId="77777777" w:rsidR="00200B98" w:rsidRPr="002462BE" w:rsidRDefault="00200B9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4F375A71" w14:textId="77777777" w:rsidR="00200B98" w:rsidRPr="002462BE" w:rsidRDefault="00200B9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958622" w14:textId="77777777" w:rsidR="00200B98" w:rsidRPr="002462BE" w:rsidRDefault="00200B9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18477B1B" w14:textId="77777777" w:rsidR="00200B98" w:rsidRPr="002462BE" w:rsidRDefault="00200B9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094A697E" w14:textId="77777777" w:rsidR="00200B98" w:rsidRPr="002462BE" w:rsidRDefault="00200B9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200B98" w:rsidRPr="002462BE" w14:paraId="26A88551"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388D9030" w14:textId="77777777" w:rsidR="00200B98" w:rsidRPr="002462BE" w:rsidRDefault="00200B98"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29E15E0D" w14:textId="77777777" w:rsidR="00200B98" w:rsidRPr="002462BE" w:rsidRDefault="00200B98"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45E1DFAE" w14:textId="77777777" w:rsidR="00200B98" w:rsidRPr="002462BE" w:rsidRDefault="00200B98"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054EF094" w14:textId="77777777" w:rsidR="00200B98" w:rsidRPr="002462BE" w:rsidRDefault="00200B98"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70137D" w14:textId="77777777" w:rsidR="00200B98" w:rsidRPr="002462BE" w:rsidRDefault="00200B98"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200B98" w:rsidRPr="002462BE" w14:paraId="5E82DA5A"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0F4546" w14:textId="77777777" w:rsidR="00200B98" w:rsidRPr="002462BE" w:rsidRDefault="00200B98" w:rsidP="00B635D2">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53.</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26E167E5" w14:textId="77777777" w:rsidR="00200B98" w:rsidRPr="00305D2D" w:rsidRDefault="00200B98" w:rsidP="00B635D2">
            <w:pPr>
              <w:pStyle w:val="Sraopastraipa"/>
              <w:ind w:left="8"/>
              <w:contextualSpacing w:val="0"/>
              <w:jc w:val="left"/>
              <w:rPr>
                <w:rFonts w:ascii="Calibri Light" w:hAnsi="Calibri Light" w:cs="Calibri Light"/>
                <w:sz w:val="20"/>
                <w:szCs w:val="20"/>
              </w:rPr>
            </w:pPr>
            <w:r w:rsidRPr="002462BE">
              <w:rPr>
                <w:rFonts w:ascii="Calibri Light" w:hAnsi="Calibri Light" w:cs="Calibri Light"/>
                <w:sz w:val="20"/>
                <w:szCs w:val="20"/>
              </w:rPr>
              <w:t>Kooperacijos g. 1a, Kelmė</w:t>
            </w:r>
            <w:r>
              <w:rPr>
                <w:rFonts w:ascii="Calibri Light" w:hAnsi="Calibri Light" w:cs="Calibri Light"/>
                <w:sz w:val="20"/>
                <w:szCs w:val="20"/>
              </w:rPr>
              <w:t xml:space="preserve">, </w:t>
            </w:r>
            <w:r w:rsidRPr="00305D2D">
              <w:rPr>
                <w:rFonts w:ascii="Calibri Light" w:hAnsi="Calibri Light" w:cs="Calibri Light"/>
                <w:sz w:val="20"/>
                <w:szCs w:val="20"/>
              </w:rPr>
              <w:t>55.627019, 22.921346</w:t>
            </w:r>
          </w:p>
          <w:p w14:paraId="305B9163" w14:textId="77777777" w:rsidR="00200B98" w:rsidRPr="002462BE" w:rsidRDefault="00200B98" w:rsidP="00B635D2">
            <w:pPr>
              <w:pStyle w:val="Sraopastraipa"/>
              <w:ind w:left="8"/>
              <w:contextualSpacing w:val="0"/>
              <w:jc w:val="left"/>
              <w:rPr>
                <w:rFonts w:ascii="Calibri Light" w:hAnsi="Calibri Light" w:cs="Calibri Light"/>
                <w:sz w:val="20"/>
                <w:szCs w:val="20"/>
              </w:rPr>
            </w:pPr>
            <w:r w:rsidRPr="002462BE">
              <w:rPr>
                <w:rFonts w:ascii="Calibri Light" w:hAnsi="Calibri Light" w:cs="Calibri Light"/>
                <w:b/>
                <w:bCs/>
                <w:sz w:val="20"/>
                <w:szCs w:val="20"/>
                <w:lang w:eastAsia="lt-LT"/>
              </w:rPr>
              <w:t>Tame pačiame bokšte MTS stotys su skirtingų orientacijų antenomis</w:t>
            </w:r>
          </w:p>
        </w:tc>
        <w:tc>
          <w:tcPr>
            <w:tcW w:w="1135" w:type="pct"/>
            <w:tcBorders>
              <w:top w:val="single" w:sz="4" w:space="0" w:color="auto"/>
              <w:left w:val="nil"/>
              <w:bottom w:val="single" w:sz="4" w:space="0" w:color="auto"/>
              <w:right w:val="single" w:sz="4" w:space="0" w:color="auto"/>
            </w:tcBorders>
            <w:vAlign w:val="center"/>
          </w:tcPr>
          <w:p w14:paraId="43E54A99" w14:textId="77777777" w:rsidR="00200B98" w:rsidRPr="002462BE" w:rsidRDefault="00200B98" w:rsidP="00B635D2">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669,60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4E6B9BEF" w14:textId="77777777" w:rsidR="00200B98" w:rsidRPr="002462BE" w:rsidRDefault="00200B98"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9FD30" w14:textId="77777777" w:rsidR="00200B98" w:rsidRPr="002462BE" w:rsidRDefault="00200B98"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7D1207">
              <w:rPr>
                <w:rFonts w:ascii="Calibri Light" w:eastAsia="Times New Roman" w:hAnsi="Calibri Light" w:cs="Calibri Light"/>
                <w:sz w:val="24"/>
                <w:szCs w:val="24"/>
                <w:lang w:eastAsia="lt-LT"/>
              </w:rPr>
              <w:t>24105,6</w:t>
            </w:r>
            <w:r>
              <w:rPr>
                <w:rFonts w:ascii="Calibri Light" w:eastAsia="Times New Roman" w:hAnsi="Calibri Light" w:cs="Calibri Light"/>
                <w:sz w:val="24"/>
                <w:szCs w:val="24"/>
                <w:lang w:eastAsia="lt-LT"/>
              </w:rPr>
              <w:t>0</w:t>
            </w:r>
          </w:p>
        </w:tc>
      </w:tr>
      <w:tr w:rsidR="00200B98" w:rsidRPr="002462BE" w14:paraId="588337FD"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5CFF8636" w14:textId="77777777" w:rsidR="00200B98" w:rsidRPr="002462BE" w:rsidRDefault="00200B98" w:rsidP="00B635D2">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1CCA573" w14:textId="77777777" w:rsidR="00200B98" w:rsidRPr="002462BE" w:rsidRDefault="00200B98" w:rsidP="00B635D2">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F412D5" w14:textId="77777777" w:rsidR="00200B98" w:rsidRPr="005B290B" w:rsidRDefault="00200B98" w:rsidP="00B635D2">
            <w:pPr>
              <w:tabs>
                <w:tab w:val="left" w:pos="720"/>
                <w:tab w:val="center" w:pos="4320"/>
                <w:tab w:val="right" w:pos="8640"/>
              </w:tabs>
              <w:spacing w:after="0" w:line="240" w:lineRule="auto"/>
              <w:ind w:firstLine="540"/>
              <w:rPr>
                <w:rFonts w:ascii="Calibri Light" w:hAnsi="Calibri Light" w:cs="Calibri Light"/>
                <w:b/>
              </w:rPr>
            </w:pPr>
            <w:r w:rsidRPr="005B290B">
              <w:rPr>
                <w:rFonts w:ascii="Calibri Light" w:hAnsi="Calibri Light" w:cs="Calibri Light"/>
                <w:b/>
              </w:rPr>
              <w:t>5062,18</w:t>
            </w:r>
          </w:p>
        </w:tc>
      </w:tr>
      <w:tr w:rsidR="00200B98" w:rsidRPr="002462BE" w14:paraId="74A2B72D"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3D07D11B" w14:textId="77777777" w:rsidR="00200B98" w:rsidRPr="002462BE" w:rsidRDefault="00200B98" w:rsidP="00B635D2">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EDDDBC" w14:textId="77777777" w:rsidR="00200B98" w:rsidRPr="002462BE" w:rsidRDefault="00200B98" w:rsidP="00B635D2">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6068D7" w14:textId="77777777" w:rsidR="00200B98" w:rsidRPr="002462BE" w:rsidRDefault="00200B98"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7D1207">
              <w:rPr>
                <w:rFonts w:ascii="Calibri Light" w:eastAsia="Times New Roman" w:hAnsi="Calibri Light" w:cs="Calibri Light"/>
                <w:sz w:val="24"/>
                <w:szCs w:val="24"/>
                <w:lang w:eastAsia="lt-LT"/>
              </w:rPr>
              <w:t>29167,7</w:t>
            </w:r>
            <w:r>
              <w:rPr>
                <w:rFonts w:ascii="Calibri Light" w:eastAsia="Times New Roman" w:hAnsi="Calibri Light" w:cs="Calibri Light"/>
                <w:sz w:val="24"/>
                <w:szCs w:val="24"/>
                <w:lang w:eastAsia="lt-LT"/>
              </w:rPr>
              <w:t>8</w:t>
            </w:r>
          </w:p>
        </w:tc>
      </w:tr>
    </w:tbl>
    <w:p w14:paraId="749996A9" w14:textId="77777777" w:rsidR="00330F7E" w:rsidRDefault="00330F7E" w:rsidP="00330F7E">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24"/>
        <w:gridCol w:w="2186"/>
        <w:gridCol w:w="2126"/>
        <w:gridCol w:w="2120"/>
      </w:tblGrid>
      <w:tr w:rsidR="00595058" w:rsidRPr="002462BE" w14:paraId="5C034565"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C89128" w14:textId="77777777" w:rsidR="00595058" w:rsidRPr="002462BE" w:rsidRDefault="00595058" w:rsidP="00B635D2">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28756C1F" w14:textId="77777777" w:rsidR="00595058" w:rsidRPr="002462BE" w:rsidRDefault="0059505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3BC1B645" w14:textId="77777777" w:rsidR="00595058" w:rsidRPr="002462BE" w:rsidRDefault="0059505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117A3E76" w14:textId="77777777" w:rsidR="00595058" w:rsidRPr="002462BE" w:rsidRDefault="0059505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19BAF84E" w14:textId="77777777" w:rsidR="00595058" w:rsidRPr="002462BE" w:rsidRDefault="0059505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34D48E18" w14:textId="77777777" w:rsidR="00595058" w:rsidRPr="002462BE" w:rsidRDefault="0059505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595C0CAD" w14:textId="77777777" w:rsidR="00595058" w:rsidRPr="002462BE" w:rsidRDefault="0059505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3B5F4082" w14:textId="77777777" w:rsidR="00595058" w:rsidRPr="002462BE" w:rsidRDefault="0059505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3A9823" w14:textId="77777777" w:rsidR="00595058" w:rsidRPr="002462BE" w:rsidRDefault="0059505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72EB598B" w14:textId="77777777" w:rsidR="00595058" w:rsidRPr="002462BE" w:rsidRDefault="0059505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49D719BD" w14:textId="77777777" w:rsidR="00595058" w:rsidRPr="002462BE" w:rsidRDefault="0059505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595058" w:rsidRPr="002462BE" w14:paraId="551375C7"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048A1673" w14:textId="77777777" w:rsidR="00595058" w:rsidRPr="002462BE" w:rsidRDefault="00595058"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408BFCB0" w14:textId="77777777" w:rsidR="00595058" w:rsidRPr="002462BE" w:rsidRDefault="00595058"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5569CDA5" w14:textId="77777777" w:rsidR="00595058" w:rsidRPr="002462BE" w:rsidRDefault="00595058"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57030762" w14:textId="77777777" w:rsidR="00595058" w:rsidRPr="002462BE" w:rsidRDefault="00595058"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3F2FA4" w14:textId="77777777" w:rsidR="00595058" w:rsidRPr="002462BE" w:rsidRDefault="00595058"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595058" w:rsidRPr="002462BE" w14:paraId="0925ECC4"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9A2CE8" w14:textId="77777777" w:rsidR="00595058" w:rsidRPr="002462BE" w:rsidRDefault="00595058" w:rsidP="00B635D2">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54.</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43B9A369" w14:textId="77777777" w:rsidR="00595058" w:rsidRPr="00305D2D" w:rsidRDefault="00595058" w:rsidP="00B635D2">
            <w:pPr>
              <w:pStyle w:val="Sraopastraipa"/>
              <w:ind w:left="8"/>
              <w:contextualSpacing w:val="0"/>
              <w:jc w:val="left"/>
              <w:rPr>
                <w:rFonts w:ascii="Calibri Light" w:hAnsi="Calibri Light" w:cs="Calibri Light"/>
                <w:sz w:val="20"/>
                <w:szCs w:val="20"/>
              </w:rPr>
            </w:pPr>
            <w:r w:rsidRPr="002462BE">
              <w:rPr>
                <w:rFonts w:ascii="Calibri Light" w:hAnsi="Calibri Light" w:cs="Calibri Light"/>
                <w:sz w:val="20"/>
                <w:szCs w:val="20"/>
              </w:rPr>
              <w:t>Tiekėjų g. 41, Kretinga</w:t>
            </w:r>
            <w:r>
              <w:rPr>
                <w:rFonts w:ascii="Calibri Light" w:hAnsi="Calibri Light" w:cs="Calibri Light"/>
                <w:sz w:val="20"/>
                <w:szCs w:val="20"/>
              </w:rPr>
              <w:t>,</w:t>
            </w:r>
            <w:r>
              <w:rPr>
                <w:rFonts w:ascii="Calibri Light" w:hAnsi="Calibri Light" w:cs="Calibri Light"/>
                <w:sz w:val="20"/>
                <w:szCs w:val="20"/>
              </w:rPr>
              <w:br/>
            </w:r>
            <w:r w:rsidRPr="00305D2D">
              <w:rPr>
                <w:rFonts w:ascii="Calibri Light" w:hAnsi="Calibri Light" w:cs="Calibri Light"/>
                <w:sz w:val="20"/>
                <w:szCs w:val="20"/>
              </w:rPr>
              <w:t>55.870999, 21.21958</w:t>
            </w:r>
          </w:p>
        </w:tc>
        <w:tc>
          <w:tcPr>
            <w:tcW w:w="1135" w:type="pct"/>
            <w:tcBorders>
              <w:top w:val="single" w:sz="4" w:space="0" w:color="auto"/>
              <w:left w:val="nil"/>
              <w:bottom w:val="single" w:sz="4" w:space="0" w:color="auto"/>
              <w:right w:val="single" w:sz="4" w:space="0" w:color="auto"/>
            </w:tcBorders>
            <w:vAlign w:val="center"/>
          </w:tcPr>
          <w:p w14:paraId="43BED8E6" w14:textId="77777777" w:rsidR="00595058" w:rsidRPr="002462BE" w:rsidRDefault="00595058" w:rsidP="00B635D2">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718,80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0B93BCA9" w14:textId="77777777" w:rsidR="00595058" w:rsidRPr="002462BE" w:rsidRDefault="00595058"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B94F59" w14:textId="77777777" w:rsidR="00595058" w:rsidRPr="002462BE" w:rsidRDefault="00595058"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606144">
              <w:rPr>
                <w:rFonts w:ascii="Calibri Light" w:eastAsia="Times New Roman" w:hAnsi="Calibri Light" w:cs="Calibri Light"/>
                <w:sz w:val="24"/>
                <w:szCs w:val="24"/>
                <w:lang w:eastAsia="lt-LT"/>
              </w:rPr>
              <w:t>25876,8</w:t>
            </w:r>
          </w:p>
        </w:tc>
      </w:tr>
      <w:tr w:rsidR="00595058" w:rsidRPr="002462BE" w14:paraId="429528DA"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0EF8D01B" w14:textId="77777777" w:rsidR="00595058" w:rsidRPr="002462BE" w:rsidRDefault="00595058" w:rsidP="00B635D2">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A54586C" w14:textId="77777777" w:rsidR="00595058" w:rsidRPr="002462BE" w:rsidRDefault="00595058" w:rsidP="00B635D2">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D1256B" w14:textId="77777777" w:rsidR="00595058" w:rsidRPr="002462BE" w:rsidRDefault="00595058" w:rsidP="00B635D2">
            <w:pPr>
              <w:tabs>
                <w:tab w:val="left" w:pos="720"/>
                <w:tab w:val="center" w:pos="4320"/>
                <w:tab w:val="right" w:pos="8640"/>
              </w:tabs>
              <w:spacing w:after="0" w:line="240" w:lineRule="auto"/>
              <w:ind w:firstLine="540"/>
              <w:rPr>
                <w:rFonts w:ascii="Calibri Light" w:hAnsi="Calibri Light" w:cs="Calibri Light"/>
                <w:b/>
              </w:rPr>
            </w:pPr>
            <w:r w:rsidRPr="005B290B">
              <w:rPr>
                <w:rFonts w:ascii="Calibri Light" w:hAnsi="Calibri Light" w:cs="Calibri Light"/>
                <w:b/>
              </w:rPr>
              <w:t>5 434,13</w:t>
            </w:r>
          </w:p>
        </w:tc>
      </w:tr>
      <w:tr w:rsidR="00595058" w:rsidRPr="002462BE" w14:paraId="234D892A"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6F4D08C3" w14:textId="77777777" w:rsidR="00595058" w:rsidRPr="002462BE" w:rsidRDefault="00595058" w:rsidP="00B635D2">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560B4F" w14:textId="77777777" w:rsidR="00595058" w:rsidRPr="002462BE" w:rsidRDefault="00595058" w:rsidP="00B635D2">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FCDA3F" w14:textId="77777777" w:rsidR="00595058" w:rsidRPr="002462BE" w:rsidRDefault="00595058"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5B290B">
              <w:rPr>
                <w:rFonts w:ascii="Calibri Light" w:eastAsia="Times New Roman" w:hAnsi="Calibri Light" w:cs="Calibri Light"/>
                <w:sz w:val="24"/>
                <w:szCs w:val="24"/>
                <w:lang w:eastAsia="lt-LT"/>
              </w:rPr>
              <w:t>31310,9</w:t>
            </w:r>
            <w:r>
              <w:rPr>
                <w:rFonts w:ascii="Calibri Light" w:eastAsia="Times New Roman" w:hAnsi="Calibri Light" w:cs="Calibri Light"/>
                <w:sz w:val="24"/>
                <w:szCs w:val="24"/>
                <w:lang w:eastAsia="lt-LT"/>
              </w:rPr>
              <w:t>3</w:t>
            </w:r>
          </w:p>
        </w:tc>
      </w:tr>
    </w:tbl>
    <w:p w14:paraId="79532208" w14:textId="77777777" w:rsidR="00200B98" w:rsidRDefault="00200B98" w:rsidP="00330F7E">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24"/>
        <w:gridCol w:w="2186"/>
        <w:gridCol w:w="2126"/>
        <w:gridCol w:w="2120"/>
      </w:tblGrid>
      <w:tr w:rsidR="001408FC" w:rsidRPr="002462BE" w14:paraId="0E991800"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E8458D" w14:textId="77777777" w:rsidR="001408FC" w:rsidRPr="002462BE" w:rsidRDefault="001408FC" w:rsidP="00B635D2">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52C134E6" w14:textId="77777777" w:rsidR="001408FC" w:rsidRPr="002462BE" w:rsidRDefault="001408FC"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59172D00" w14:textId="77777777" w:rsidR="001408FC" w:rsidRPr="002462BE" w:rsidRDefault="001408FC"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692643D8" w14:textId="77777777" w:rsidR="001408FC" w:rsidRPr="002462BE" w:rsidRDefault="001408FC"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7C05B66B" w14:textId="77777777" w:rsidR="001408FC" w:rsidRPr="002462BE" w:rsidRDefault="001408FC"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023417DE" w14:textId="77777777" w:rsidR="001408FC" w:rsidRPr="002462BE" w:rsidRDefault="001408FC"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23844FD4" w14:textId="77777777" w:rsidR="001408FC" w:rsidRPr="002462BE" w:rsidRDefault="001408FC"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25F749FE" w14:textId="77777777" w:rsidR="001408FC" w:rsidRPr="002462BE" w:rsidRDefault="001408FC"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DE54D1" w14:textId="77777777" w:rsidR="001408FC" w:rsidRPr="002462BE" w:rsidRDefault="001408FC"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5E688A99" w14:textId="77777777" w:rsidR="001408FC" w:rsidRPr="002462BE" w:rsidRDefault="001408FC"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6B9A0405" w14:textId="77777777" w:rsidR="001408FC" w:rsidRPr="002462BE" w:rsidRDefault="001408FC"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1408FC" w:rsidRPr="002462BE" w14:paraId="0DBBB5F4"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223A65EF" w14:textId="77777777" w:rsidR="001408FC" w:rsidRPr="002462BE" w:rsidRDefault="001408FC"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35654290" w14:textId="77777777" w:rsidR="001408FC" w:rsidRPr="002462BE" w:rsidRDefault="001408FC"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08B765C2" w14:textId="77777777" w:rsidR="001408FC" w:rsidRPr="002462BE" w:rsidRDefault="001408FC"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7EC775FA" w14:textId="77777777" w:rsidR="001408FC" w:rsidRPr="002462BE" w:rsidRDefault="001408FC"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05E1FE" w14:textId="77777777" w:rsidR="001408FC" w:rsidRPr="002462BE" w:rsidRDefault="001408FC"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1408FC" w:rsidRPr="002462BE" w14:paraId="1E57D8DE"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3FFB99" w14:textId="77777777" w:rsidR="001408FC" w:rsidRPr="002462BE" w:rsidRDefault="001408FC" w:rsidP="00B635D2">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55.</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32A411FF" w14:textId="77777777" w:rsidR="001408FC" w:rsidRPr="002462BE" w:rsidRDefault="001408FC" w:rsidP="00B635D2">
            <w:pPr>
              <w:pStyle w:val="Sraopastraipa"/>
              <w:ind w:left="8"/>
              <w:contextualSpacing w:val="0"/>
              <w:jc w:val="left"/>
              <w:rPr>
                <w:rFonts w:ascii="Calibri Light" w:hAnsi="Calibri Light" w:cs="Calibri Light"/>
                <w:sz w:val="20"/>
                <w:szCs w:val="20"/>
              </w:rPr>
            </w:pPr>
            <w:r w:rsidRPr="002462BE">
              <w:rPr>
                <w:rFonts w:ascii="Calibri Light" w:hAnsi="Calibri Light" w:cs="Calibri Light"/>
                <w:sz w:val="20"/>
                <w:szCs w:val="20"/>
              </w:rPr>
              <w:t>Krantinės g., Kupiškis</w:t>
            </w:r>
            <w:r>
              <w:rPr>
                <w:rFonts w:ascii="Calibri Light" w:hAnsi="Calibri Light" w:cs="Calibri Light"/>
                <w:sz w:val="20"/>
                <w:szCs w:val="20"/>
              </w:rPr>
              <w:t>,</w:t>
            </w:r>
            <w:r>
              <w:rPr>
                <w:rFonts w:ascii="Calibri Light" w:hAnsi="Calibri Light" w:cs="Calibri Light"/>
                <w:sz w:val="20"/>
                <w:szCs w:val="20"/>
              </w:rPr>
              <w:br/>
            </w:r>
            <w:r w:rsidRPr="00305D2D">
              <w:rPr>
                <w:rFonts w:ascii="Calibri Light" w:hAnsi="Calibri Light" w:cs="Calibri Light"/>
                <w:sz w:val="20"/>
                <w:szCs w:val="20"/>
              </w:rPr>
              <w:t>55.83652, 24.984663</w:t>
            </w:r>
          </w:p>
        </w:tc>
        <w:tc>
          <w:tcPr>
            <w:tcW w:w="1135" w:type="pct"/>
            <w:tcBorders>
              <w:top w:val="single" w:sz="4" w:space="0" w:color="auto"/>
              <w:left w:val="nil"/>
              <w:bottom w:val="single" w:sz="4" w:space="0" w:color="auto"/>
              <w:right w:val="single" w:sz="4" w:space="0" w:color="auto"/>
            </w:tcBorders>
            <w:vAlign w:val="center"/>
          </w:tcPr>
          <w:p w14:paraId="5B532F63" w14:textId="77777777" w:rsidR="001408FC" w:rsidRPr="002462BE" w:rsidRDefault="001408FC" w:rsidP="00B635D2">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700,80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214DDB4F" w14:textId="77777777" w:rsidR="001408FC" w:rsidRPr="002462BE" w:rsidRDefault="001408FC"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32038" w14:textId="77777777" w:rsidR="001408FC" w:rsidRPr="002462BE" w:rsidRDefault="001408FC"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A23C6E">
              <w:rPr>
                <w:rFonts w:ascii="Calibri Light" w:eastAsia="Times New Roman" w:hAnsi="Calibri Light" w:cs="Calibri Light"/>
                <w:sz w:val="24"/>
                <w:szCs w:val="24"/>
                <w:lang w:eastAsia="lt-LT"/>
              </w:rPr>
              <w:t>25228,8</w:t>
            </w:r>
          </w:p>
        </w:tc>
      </w:tr>
      <w:tr w:rsidR="001408FC" w:rsidRPr="002462BE" w14:paraId="2F39E0DF"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2B276BEE" w14:textId="77777777" w:rsidR="001408FC" w:rsidRPr="002462BE" w:rsidRDefault="001408FC" w:rsidP="00B635D2">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264548B" w14:textId="77777777" w:rsidR="001408FC" w:rsidRPr="002462BE" w:rsidRDefault="001408FC" w:rsidP="00B635D2">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0C0C1E" w14:textId="77777777" w:rsidR="001408FC" w:rsidRPr="002462BE" w:rsidRDefault="001408FC" w:rsidP="00B635D2">
            <w:pPr>
              <w:tabs>
                <w:tab w:val="left" w:pos="720"/>
                <w:tab w:val="center" w:pos="4320"/>
                <w:tab w:val="right" w:pos="8640"/>
              </w:tabs>
              <w:spacing w:after="0" w:line="240" w:lineRule="auto"/>
              <w:ind w:firstLine="540"/>
              <w:rPr>
                <w:rFonts w:ascii="Calibri Light" w:hAnsi="Calibri Light" w:cs="Calibri Light"/>
                <w:b/>
              </w:rPr>
            </w:pPr>
            <w:r w:rsidRPr="00A23C6E">
              <w:rPr>
                <w:rFonts w:ascii="Calibri Light" w:hAnsi="Calibri Light" w:cs="Calibri Light"/>
                <w:b/>
              </w:rPr>
              <w:t>5298,05</w:t>
            </w:r>
          </w:p>
        </w:tc>
      </w:tr>
      <w:tr w:rsidR="001408FC" w:rsidRPr="002462BE" w14:paraId="54586C56"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5A749C28" w14:textId="77777777" w:rsidR="001408FC" w:rsidRPr="002462BE" w:rsidRDefault="001408FC" w:rsidP="00B635D2">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979FDE" w14:textId="77777777" w:rsidR="001408FC" w:rsidRPr="002462BE" w:rsidRDefault="001408FC" w:rsidP="00B635D2">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CF2B9" w14:textId="77777777" w:rsidR="001408FC" w:rsidRPr="002462BE" w:rsidRDefault="001408FC"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A23C6E">
              <w:rPr>
                <w:rFonts w:ascii="Calibri Light" w:eastAsia="Times New Roman" w:hAnsi="Calibri Light" w:cs="Calibri Light"/>
                <w:sz w:val="24"/>
                <w:szCs w:val="24"/>
                <w:lang w:eastAsia="lt-LT"/>
              </w:rPr>
              <w:t>30526,8</w:t>
            </w:r>
            <w:r>
              <w:rPr>
                <w:rFonts w:ascii="Calibri Light" w:eastAsia="Times New Roman" w:hAnsi="Calibri Light" w:cs="Calibri Light"/>
                <w:sz w:val="24"/>
                <w:szCs w:val="24"/>
                <w:lang w:eastAsia="lt-LT"/>
              </w:rPr>
              <w:t>5</w:t>
            </w:r>
          </w:p>
        </w:tc>
      </w:tr>
    </w:tbl>
    <w:p w14:paraId="10146DD1" w14:textId="77777777" w:rsidR="001408FC" w:rsidRDefault="001408FC" w:rsidP="00330F7E">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24"/>
        <w:gridCol w:w="2186"/>
        <w:gridCol w:w="2126"/>
        <w:gridCol w:w="2120"/>
      </w:tblGrid>
      <w:tr w:rsidR="0033724A" w:rsidRPr="002462BE" w14:paraId="2869BE83"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618A98" w14:textId="77777777" w:rsidR="0033724A" w:rsidRPr="002462BE" w:rsidRDefault="0033724A" w:rsidP="00B635D2">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200EB101" w14:textId="77777777" w:rsidR="0033724A" w:rsidRPr="002462BE" w:rsidRDefault="0033724A"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6EA92749" w14:textId="77777777" w:rsidR="0033724A" w:rsidRPr="002462BE" w:rsidRDefault="0033724A"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6A551700" w14:textId="77777777" w:rsidR="0033724A" w:rsidRPr="002462BE" w:rsidRDefault="0033724A"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5D604206" w14:textId="77777777" w:rsidR="0033724A" w:rsidRPr="002462BE" w:rsidRDefault="0033724A"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50D1D704" w14:textId="77777777" w:rsidR="0033724A" w:rsidRPr="002462BE" w:rsidRDefault="0033724A"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1D329171" w14:textId="77777777" w:rsidR="0033724A" w:rsidRPr="002462BE" w:rsidRDefault="0033724A"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38025F7D" w14:textId="77777777" w:rsidR="0033724A" w:rsidRPr="002462BE" w:rsidRDefault="0033724A"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16042B" w14:textId="77777777" w:rsidR="0033724A" w:rsidRPr="002462BE" w:rsidRDefault="0033724A"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3DAAC395" w14:textId="77777777" w:rsidR="0033724A" w:rsidRPr="002462BE" w:rsidRDefault="0033724A"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5B1DFC6D" w14:textId="77777777" w:rsidR="0033724A" w:rsidRPr="002462BE" w:rsidRDefault="0033724A"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33724A" w:rsidRPr="002462BE" w14:paraId="64927CA9"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7BBE640E" w14:textId="77777777" w:rsidR="0033724A" w:rsidRPr="002462BE" w:rsidRDefault="0033724A"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52115D54" w14:textId="77777777" w:rsidR="0033724A" w:rsidRPr="002462BE" w:rsidRDefault="0033724A"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7F363D3F" w14:textId="77777777" w:rsidR="0033724A" w:rsidRPr="002462BE" w:rsidRDefault="0033724A"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5ED8A301" w14:textId="77777777" w:rsidR="0033724A" w:rsidRPr="002462BE" w:rsidRDefault="0033724A"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F246CA" w14:textId="77777777" w:rsidR="0033724A" w:rsidRPr="002462BE" w:rsidRDefault="0033724A"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33724A" w:rsidRPr="002462BE" w14:paraId="1A9440AE"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C551F5" w14:textId="77777777" w:rsidR="0033724A" w:rsidRPr="002462BE" w:rsidRDefault="0033724A" w:rsidP="00B635D2">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56.</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46E619CB" w14:textId="77777777" w:rsidR="0033724A" w:rsidRPr="002462BE" w:rsidRDefault="0033724A" w:rsidP="00B635D2">
            <w:pPr>
              <w:pStyle w:val="Sraopastraipa"/>
              <w:ind w:left="8"/>
              <w:contextualSpacing w:val="0"/>
              <w:jc w:val="left"/>
              <w:rPr>
                <w:rFonts w:ascii="Calibri Light" w:hAnsi="Calibri Light" w:cs="Calibri Light"/>
                <w:sz w:val="20"/>
                <w:szCs w:val="20"/>
              </w:rPr>
            </w:pPr>
            <w:r w:rsidRPr="002462BE">
              <w:rPr>
                <w:rFonts w:ascii="Calibri Light" w:hAnsi="Calibri Light" w:cs="Calibri Light"/>
                <w:sz w:val="20"/>
                <w:szCs w:val="20"/>
              </w:rPr>
              <w:t>Pergalės g. 4, Juodupė, Rokiškio r.</w:t>
            </w:r>
            <w:r>
              <w:rPr>
                <w:rFonts w:ascii="Calibri Light" w:hAnsi="Calibri Light" w:cs="Calibri Light"/>
                <w:sz w:val="20"/>
                <w:szCs w:val="20"/>
              </w:rPr>
              <w:t>,</w:t>
            </w:r>
            <w:r>
              <w:t xml:space="preserve"> </w:t>
            </w:r>
            <w:r w:rsidRPr="00305D2D">
              <w:rPr>
                <w:rFonts w:ascii="Calibri Light" w:hAnsi="Calibri Light" w:cs="Calibri Light"/>
                <w:sz w:val="20"/>
                <w:szCs w:val="20"/>
              </w:rPr>
              <w:t>56.088035, 25.603402</w:t>
            </w:r>
          </w:p>
        </w:tc>
        <w:tc>
          <w:tcPr>
            <w:tcW w:w="1135" w:type="pct"/>
            <w:tcBorders>
              <w:top w:val="single" w:sz="4" w:space="0" w:color="auto"/>
              <w:left w:val="nil"/>
              <w:bottom w:val="single" w:sz="4" w:space="0" w:color="auto"/>
              <w:right w:val="single" w:sz="4" w:space="0" w:color="auto"/>
            </w:tcBorders>
            <w:vAlign w:val="center"/>
          </w:tcPr>
          <w:p w14:paraId="047848E8" w14:textId="77777777" w:rsidR="0033724A" w:rsidRPr="002462BE" w:rsidRDefault="0033724A" w:rsidP="00B635D2">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399,60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15919CB0" w14:textId="77777777" w:rsidR="0033724A" w:rsidRPr="002462BE" w:rsidRDefault="0033724A"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34CC74" w14:textId="77777777" w:rsidR="0033724A" w:rsidRPr="002462BE" w:rsidRDefault="0033724A"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CD68D5">
              <w:rPr>
                <w:rFonts w:ascii="Calibri Light" w:eastAsia="Times New Roman" w:hAnsi="Calibri Light" w:cs="Calibri Light"/>
                <w:sz w:val="24"/>
                <w:szCs w:val="24"/>
                <w:lang w:eastAsia="lt-LT"/>
              </w:rPr>
              <w:t>14385,6</w:t>
            </w:r>
          </w:p>
        </w:tc>
      </w:tr>
      <w:tr w:rsidR="0033724A" w:rsidRPr="002462BE" w14:paraId="7A507BDB"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44821213" w14:textId="77777777" w:rsidR="0033724A" w:rsidRPr="002462BE" w:rsidRDefault="0033724A" w:rsidP="00B635D2">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CFC4BF4" w14:textId="77777777" w:rsidR="0033724A" w:rsidRPr="002462BE" w:rsidRDefault="0033724A" w:rsidP="00B635D2">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FA9C72" w14:textId="77777777" w:rsidR="0033724A" w:rsidRPr="002462BE" w:rsidRDefault="0033724A" w:rsidP="00B635D2">
            <w:pPr>
              <w:tabs>
                <w:tab w:val="left" w:pos="720"/>
                <w:tab w:val="center" w:pos="4320"/>
                <w:tab w:val="right" w:pos="8640"/>
              </w:tabs>
              <w:spacing w:after="0" w:line="240" w:lineRule="auto"/>
              <w:ind w:firstLine="540"/>
              <w:rPr>
                <w:rFonts w:ascii="Calibri Light" w:hAnsi="Calibri Light" w:cs="Calibri Light"/>
                <w:b/>
              </w:rPr>
            </w:pPr>
            <w:r w:rsidRPr="00CD68D5">
              <w:rPr>
                <w:rFonts w:ascii="Calibri Light" w:hAnsi="Calibri Light" w:cs="Calibri Light"/>
                <w:b/>
              </w:rPr>
              <w:t>3 020,98</w:t>
            </w:r>
          </w:p>
        </w:tc>
      </w:tr>
      <w:tr w:rsidR="0033724A" w:rsidRPr="002462BE" w14:paraId="2042FFFE"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7CAC7478" w14:textId="77777777" w:rsidR="0033724A" w:rsidRPr="002462BE" w:rsidRDefault="0033724A" w:rsidP="00B635D2">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FD1FCB" w14:textId="77777777" w:rsidR="0033724A" w:rsidRPr="002462BE" w:rsidRDefault="0033724A" w:rsidP="00B635D2">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9A6DB" w14:textId="77777777" w:rsidR="0033724A" w:rsidRPr="002462BE" w:rsidRDefault="0033724A"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CD68D5">
              <w:rPr>
                <w:rFonts w:ascii="Calibri Light" w:eastAsia="Times New Roman" w:hAnsi="Calibri Light" w:cs="Calibri Light"/>
                <w:sz w:val="24"/>
                <w:szCs w:val="24"/>
                <w:lang w:eastAsia="lt-LT"/>
              </w:rPr>
              <w:t>17406,5</w:t>
            </w:r>
            <w:r>
              <w:rPr>
                <w:rFonts w:ascii="Calibri Light" w:eastAsia="Times New Roman" w:hAnsi="Calibri Light" w:cs="Calibri Light"/>
                <w:sz w:val="24"/>
                <w:szCs w:val="24"/>
                <w:lang w:eastAsia="lt-LT"/>
              </w:rPr>
              <w:t>8</w:t>
            </w:r>
          </w:p>
        </w:tc>
      </w:tr>
    </w:tbl>
    <w:p w14:paraId="18469E36" w14:textId="77777777" w:rsidR="001408FC" w:rsidRDefault="001408FC" w:rsidP="00330F7E">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24"/>
        <w:gridCol w:w="2186"/>
        <w:gridCol w:w="2126"/>
        <w:gridCol w:w="2120"/>
      </w:tblGrid>
      <w:tr w:rsidR="00D50CDF" w:rsidRPr="002462BE" w14:paraId="794E6B1E"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5C8A39" w14:textId="77777777" w:rsidR="00D50CDF" w:rsidRPr="002462BE" w:rsidRDefault="00D50CDF" w:rsidP="00B635D2">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0D2F6E59" w14:textId="77777777" w:rsidR="00D50CDF" w:rsidRPr="002462BE" w:rsidRDefault="00D50CDF"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6FA9044D" w14:textId="77777777" w:rsidR="00D50CDF" w:rsidRPr="002462BE" w:rsidRDefault="00D50CDF"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4216F21D" w14:textId="77777777" w:rsidR="00D50CDF" w:rsidRPr="002462BE" w:rsidRDefault="00D50CDF"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05530AFF" w14:textId="77777777" w:rsidR="00D50CDF" w:rsidRPr="002462BE" w:rsidRDefault="00D50CDF"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5DD97E8D" w14:textId="77777777" w:rsidR="00D50CDF" w:rsidRPr="002462BE" w:rsidRDefault="00D50CDF"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7BD8BD9D" w14:textId="77777777" w:rsidR="00D50CDF" w:rsidRPr="002462BE" w:rsidRDefault="00D50CDF"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44EF1A6F" w14:textId="77777777" w:rsidR="00D50CDF" w:rsidRPr="002462BE" w:rsidRDefault="00D50CDF"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D5EB78" w14:textId="77777777" w:rsidR="00D50CDF" w:rsidRPr="002462BE" w:rsidRDefault="00D50CDF"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60B71795" w14:textId="77777777" w:rsidR="00D50CDF" w:rsidRPr="002462BE" w:rsidRDefault="00D50CDF"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6B10A9C9" w14:textId="77777777" w:rsidR="00D50CDF" w:rsidRPr="002462BE" w:rsidRDefault="00D50CDF"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D50CDF" w:rsidRPr="002462BE" w14:paraId="65BA71B9"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50705BB4" w14:textId="77777777" w:rsidR="00D50CDF" w:rsidRPr="002462BE" w:rsidRDefault="00D50CDF"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017AE156" w14:textId="77777777" w:rsidR="00D50CDF" w:rsidRPr="002462BE" w:rsidRDefault="00D50CDF"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622344A8" w14:textId="77777777" w:rsidR="00D50CDF" w:rsidRPr="002462BE" w:rsidRDefault="00D50CDF"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7E0DC582" w14:textId="77777777" w:rsidR="00D50CDF" w:rsidRPr="002462BE" w:rsidRDefault="00D50CDF"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5F07C8" w14:textId="77777777" w:rsidR="00D50CDF" w:rsidRPr="002462BE" w:rsidRDefault="00D50CDF"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D50CDF" w:rsidRPr="002462BE" w14:paraId="66414642"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A9BFF7" w14:textId="77777777" w:rsidR="00D50CDF" w:rsidRPr="002462BE" w:rsidRDefault="00D50CDF" w:rsidP="00B635D2">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57.</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573646F0" w14:textId="77777777" w:rsidR="00D50CDF" w:rsidRPr="002462BE" w:rsidRDefault="00D50CDF" w:rsidP="00B635D2">
            <w:pPr>
              <w:pStyle w:val="Sraopastraipa"/>
              <w:ind w:left="8"/>
              <w:contextualSpacing w:val="0"/>
              <w:jc w:val="left"/>
              <w:rPr>
                <w:rFonts w:ascii="Calibri Light" w:hAnsi="Calibri Light" w:cs="Calibri Light"/>
                <w:sz w:val="20"/>
                <w:szCs w:val="20"/>
              </w:rPr>
            </w:pPr>
            <w:r w:rsidRPr="002462BE">
              <w:rPr>
                <w:rFonts w:ascii="Calibri Light" w:hAnsi="Calibri Light" w:cs="Calibri Light"/>
                <w:sz w:val="20"/>
                <w:szCs w:val="20"/>
              </w:rPr>
              <w:t>Elektrėnai, Elektrėnų m. sav. Elektrinės g. 11</w:t>
            </w:r>
            <w:r>
              <w:rPr>
                <w:rFonts w:ascii="Calibri Light" w:hAnsi="Calibri Light" w:cs="Calibri Light"/>
                <w:sz w:val="20"/>
                <w:szCs w:val="20"/>
              </w:rPr>
              <w:t xml:space="preserve">, </w:t>
            </w:r>
            <w:r w:rsidRPr="00305D2D">
              <w:rPr>
                <w:rFonts w:ascii="Calibri Light" w:hAnsi="Calibri Light" w:cs="Calibri Light"/>
                <w:sz w:val="20"/>
                <w:szCs w:val="20"/>
              </w:rPr>
              <w:t>54.783536, 24.655916</w:t>
            </w:r>
          </w:p>
        </w:tc>
        <w:tc>
          <w:tcPr>
            <w:tcW w:w="1135" w:type="pct"/>
            <w:tcBorders>
              <w:top w:val="single" w:sz="4" w:space="0" w:color="auto"/>
              <w:left w:val="nil"/>
              <w:bottom w:val="single" w:sz="4" w:space="0" w:color="auto"/>
              <w:right w:val="single" w:sz="4" w:space="0" w:color="auto"/>
            </w:tcBorders>
            <w:vAlign w:val="center"/>
          </w:tcPr>
          <w:p w14:paraId="584C47B8" w14:textId="77777777" w:rsidR="00D50CDF" w:rsidRPr="002462BE" w:rsidRDefault="00D50CDF" w:rsidP="00B635D2">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369,60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01683238" w14:textId="77777777" w:rsidR="00D50CDF" w:rsidRPr="002462BE" w:rsidRDefault="00D50CDF"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5B2FB1" w14:textId="77777777" w:rsidR="00D50CDF" w:rsidRPr="002462BE" w:rsidRDefault="00D50CDF"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B07E02">
              <w:rPr>
                <w:rFonts w:ascii="Calibri Light" w:eastAsia="Times New Roman" w:hAnsi="Calibri Light" w:cs="Calibri Light"/>
                <w:sz w:val="24"/>
                <w:szCs w:val="24"/>
                <w:lang w:eastAsia="lt-LT"/>
              </w:rPr>
              <w:t>13305,6</w:t>
            </w:r>
          </w:p>
        </w:tc>
      </w:tr>
      <w:tr w:rsidR="00D50CDF" w:rsidRPr="002462BE" w14:paraId="36A9E8DF"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713136B7" w14:textId="77777777" w:rsidR="00D50CDF" w:rsidRPr="002462BE" w:rsidRDefault="00D50CDF" w:rsidP="00B635D2">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80CFFD2" w14:textId="77777777" w:rsidR="00D50CDF" w:rsidRPr="002462BE" w:rsidRDefault="00D50CDF" w:rsidP="00B635D2">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BEE025" w14:textId="77777777" w:rsidR="00D50CDF" w:rsidRPr="002462BE" w:rsidRDefault="00D50CDF" w:rsidP="00B635D2">
            <w:pPr>
              <w:tabs>
                <w:tab w:val="left" w:pos="720"/>
                <w:tab w:val="center" w:pos="4320"/>
                <w:tab w:val="right" w:pos="8640"/>
              </w:tabs>
              <w:spacing w:after="0" w:line="240" w:lineRule="auto"/>
              <w:ind w:firstLine="540"/>
              <w:rPr>
                <w:rFonts w:ascii="Calibri Light" w:hAnsi="Calibri Light" w:cs="Calibri Light"/>
                <w:b/>
              </w:rPr>
            </w:pPr>
            <w:r w:rsidRPr="00B07E02">
              <w:rPr>
                <w:rFonts w:ascii="Calibri Light" w:hAnsi="Calibri Light" w:cs="Calibri Light"/>
                <w:b/>
              </w:rPr>
              <w:t>2794,72</w:t>
            </w:r>
          </w:p>
        </w:tc>
      </w:tr>
      <w:tr w:rsidR="00D50CDF" w:rsidRPr="002462BE" w14:paraId="6F569328"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2F578F8D" w14:textId="77777777" w:rsidR="00D50CDF" w:rsidRPr="002462BE" w:rsidRDefault="00D50CDF" w:rsidP="00B635D2">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2AD436" w14:textId="77777777" w:rsidR="00D50CDF" w:rsidRPr="002462BE" w:rsidRDefault="00D50CDF" w:rsidP="00B635D2">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BFA19" w14:textId="77777777" w:rsidR="00D50CDF" w:rsidRPr="002462BE" w:rsidRDefault="00D50CDF"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B07E02">
              <w:rPr>
                <w:rFonts w:ascii="Calibri Light" w:eastAsia="Times New Roman" w:hAnsi="Calibri Light" w:cs="Calibri Light"/>
                <w:sz w:val="24"/>
                <w:szCs w:val="24"/>
                <w:lang w:eastAsia="lt-LT"/>
              </w:rPr>
              <w:t>16099,7</w:t>
            </w:r>
            <w:r>
              <w:rPr>
                <w:rFonts w:ascii="Calibri Light" w:eastAsia="Times New Roman" w:hAnsi="Calibri Light" w:cs="Calibri Light"/>
                <w:sz w:val="24"/>
                <w:szCs w:val="24"/>
                <w:lang w:eastAsia="lt-LT"/>
              </w:rPr>
              <w:t>8</w:t>
            </w:r>
          </w:p>
        </w:tc>
      </w:tr>
    </w:tbl>
    <w:p w14:paraId="2063FD72" w14:textId="77777777" w:rsidR="0033724A" w:rsidRDefault="0033724A" w:rsidP="00330F7E">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24"/>
        <w:gridCol w:w="2186"/>
        <w:gridCol w:w="2126"/>
        <w:gridCol w:w="2120"/>
      </w:tblGrid>
      <w:tr w:rsidR="006C1410" w:rsidRPr="002462BE" w14:paraId="1E8FE43F"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121771" w14:textId="77777777" w:rsidR="006C1410" w:rsidRPr="002462BE" w:rsidRDefault="006C1410" w:rsidP="00B635D2">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6C1A3D70" w14:textId="77777777" w:rsidR="006C1410" w:rsidRPr="002462BE" w:rsidRDefault="006C1410"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45B3E766" w14:textId="77777777" w:rsidR="006C1410" w:rsidRPr="002462BE" w:rsidRDefault="006C1410"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21C11BAF" w14:textId="77777777" w:rsidR="006C1410" w:rsidRPr="002462BE" w:rsidRDefault="006C1410"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084FC412" w14:textId="77777777" w:rsidR="006C1410" w:rsidRPr="002462BE" w:rsidRDefault="006C1410"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7721A28E" w14:textId="77777777" w:rsidR="006C1410" w:rsidRPr="002462BE" w:rsidRDefault="006C1410"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60660E61" w14:textId="77777777" w:rsidR="006C1410" w:rsidRPr="002462BE" w:rsidRDefault="006C1410"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4642958D" w14:textId="77777777" w:rsidR="006C1410" w:rsidRPr="002462BE" w:rsidRDefault="006C1410"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7014CC" w14:textId="77777777" w:rsidR="006C1410" w:rsidRPr="002462BE" w:rsidRDefault="006C1410"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7DDA9007" w14:textId="77777777" w:rsidR="006C1410" w:rsidRPr="002462BE" w:rsidRDefault="006C1410"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44D4460B" w14:textId="77777777" w:rsidR="006C1410" w:rsidRPr="002462BE" w:rsidRDefault="006C1410"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6C1410" w:rsidRPr="002462BE" w14:paraId="26ED0E60"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11340CF9" w14:textId="77777777" w:rsidR="006C1410" w:rsidRPr="002462BE" w:rsidRDefault="006C1410"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14E255E5" w14:textId="77777777" w:rsidR="006C1410" w:rsidRPr="002462BE" w:rsidRDefault="006C1410"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4A05F6D3" w14:textId="77777777" w:rsidR="006C1410" w:rsidRPr="002462BE" w:rsidRDefault="006C1410"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61DAE52D" w14:textId="77777777" w:rsidR="006C1410" w:rsidRPr="002462BE" w:rsidRDefault="006C1410"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96D819" w14:textId="77777777" w:rsidR="006C1410" w:rsidRPr="002462BE" w:rsidRDefault="006C1410"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6C1410" w:rsidRPr="002462BE" w14:paraId="1F52B28B"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4D43CD" w14:textId="77777777" w:rsidR="006C1410" w:rsidRPr="002462BE" w:rsidRDefault="006C1410" w:rsidP="00B635D2">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58.</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022F01E4" w14:textId="77777777" w:rsidR="006C1410" w:rsidRPr="002462BE" w:rsidRDefault="006C1410" w:rsidP="00B635D2">
            <w:pPr>
              <w:pStyle w:val="Sraopastraipa"/>
              <w:ind w:left="8"/>
              <w:contextualSpacing w:val="0"/>
              <w:jc w:val="left"/>
              <w:rPr>
                <w:rFonts w:ascii="Calibri Light" w:hAnsi="Calibri Light" w:cs="Calibri Light"/>
                <w:sz w:val="20"/>
                <w:szCs w:val="20"/>
              </w:rPr>
            </w:pPr>
            <w:r w:rsidRPr="002462BE">
              <w:rPr>
                <w:rFonts w:ascii="Calibri Light" w:hAnsi="Calibri Light" w:cs="Calibri Light"/>
                <w:sz w:val="20"/>
                <w:szCs w:val="20"/>
              </w:rPr>
              <w:t>Jonava, Jonavos r. sav. Kranto g. 10</w:t>
            </w:r>
            <w:r>
              <w:rPr>
                <w:rFonts w:ascii="Calibri Light" w:hAnsi="Calibri Light" w:cs="Calibri Light"/>
                <w:sz w:val="20"/>
                <w:szCs w:val="20"/>
              </w:rPr>
              <w:t xml:space="preserve">, </w:t>
            </w:r>
            <w:r w:rsidRPr="003F24D6">
              <w:rPr>
                <w:rFonts w:ascii="Calibri Light" w:hAnsi="Calibri Light" w:cs="Calibri Light"/>
                <w:sz w:val="20"/>
                <w:szCs w:val="20"/>
              </w:rPr>
              <w:t>55.069473, 24.24948</w:t>
            </w:r>
          </w:p>
        </w:tc>
        <w:tc>
          <w:tcPr>
            <w:tcW w:w="1135" w:type="pct"/>
            <w:tcBorders>
              <w:top w:val="single" w:sz="4" w:space="0" w:color="auto"/>
              <w:left w:val="nil"/>
              <w:bottom w:val="single" w:sz="4" w:space="0" w:color="auto"/>
              <w:right w:val="single" w:sz="4" w:space="0" w:color="auto"/>
            </w:tcBorders>
            <w:vAlign w:val="center"/>
          </w:tcPr>
          <w:p w14:paraId="60684964" w14:textId="77777777" w:rsidR="006C1410" w:rsidRPr="002462BE" w:rsidRDefault="006C1410" w:rsidP="00B635D2">
            <w:pPr>
              <w:spacing w:after="0" w:line="240" w:lineRule="auto"/>
              <w:jc w:val="center"/>
              <w:rPr>
                <w:rFonts w:ascii="Calibri Light" w:eastAsia="Times New Roman" w:hAnsi="Calibri Light" w:cs="Calibri Light"/>
                <w:sz w:val="24"/>
                <w:szCs w:val="24"/>
                <w:lang w:eastAsia="lt-LT"/>
              </w:rPr>
            </w:pPr>
            <w:r w:rsidRPr="00471EE2">
              <w:rPr>
                <w:rFonts w:ascii="Calibri Light" w:eastAsia="Times New Roman" w:hAnsi="Calibri Light" w:cs="Calibri Light"/>
                <w:sz w:val="24"/>
                <w:szCs w:val="24"/>
                <w:lang w:eastAsia="lt-LT"/>
              </w:rPr>
              <w:t>515,09</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1BD458B3" w14:textId="77777777" w:rsidR="006C1410" w:rsidRPr="002462BE" w:rsidRDefault="006C1410"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5B8D90" w14:textId="77777777" w:rsidR="006C1410" w:rsidRPr="002462BE" w:rsidRDefault="006C1410"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471EE2">
              <w:rPr>
                <w:rFonts w:ascii="Calibri Light" w:eastAsia="Times New Roman" w:hAnsi="Calibri Light" w:cs="Calibri Light"/>
                <w:sz w:val="24"/>
                <w:szCs w:val="24"/>
                <w:lang w:eastAsia="lt-LT"/>
              </w:rPr>
              <w:t>18543,20</w:t>
            </w:r>
          </w:p>
        </w:tc>
      </w:tr>
      <w:tr w:rsidR="006C1410" w:rsidRPr="002462BE" w14:paraId="03EF56A1"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4298412F" w14:textId="77777777" w:rsidR="006C1410" w:rsidRPr="002462BE" w:rsidRDefault="006C1410" w:rsidP="00B635D2">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60974E0" w14:textId="77777777" w:rsidR="006C1410" w:rsidRPr="002462BE" w:rsidRDefault="006C1410" w:rsidP="00B635D2">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D5962F" w14:textId="77777777" w:rsidR="006C1410" w:rsidRPr="00471EE2" w:rsidRDefault="006C1410" w:rsidP="00B635D2">
            <w:pPr>
              <w:rPr>
                <w:rFonts w:ascii="Calibri Light" w:hAnsi="Calibri Light" w:cs="Calibri Light"/>
                <w:b/>
                <w:bCs/>
                <w:color w:val="000000"/>
              </w:rPr>
            </w:pPr>
            <w:r>
              <w:rPr>
                <w:rFonts w:ascii="Calibri Light" w:hAnsi="Calibri Light" w:cs="Calibri Light"/>
                <w:b/>
                <w:bCs/>
                <w:color w:val="000000"/>
              </w:rPr>
              <w:t>3894,07</w:t>
            </w:r>
          </w:p>
        </w:tc>
      </w:tr>
      <w:tr w:rsidR="006C1410" w:rsidRPr="002462BE" w14:paraId="2AC63D39"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0FDB11E4" w14:textId="77777777" w:rsidR="006C1410" w:rsidRPr="002462BE" w:rsidRDefault="006C1410" w:rsidP="00B635D2">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4A2288" w14:textId="77777777" w:rsidR="006C1410" w:rsidRPr="002462BE" w:rsidRDefault="006C1410" w:rsidP="00B635D2">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B98EB" w14:textId="77777777" w:rsidR="006C1410" w:rsidRPr="002462BE" w:rsidRDefault="006C1410"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471EE2">
              <w:rPr>
                <w:rFonts w:ascii="Calibri Light" w:eastAsia="Times New Roman" w:hAnsi="Calibri Light" w:cs="Calibri Light"/>
                <w:sz w:val="24"/>
                <w:szCs w:val="24"/>
                <w:lang w:eastAsia="lt-LT"/>
              </w:rPr>
              <w:t>22437,27</w:t>
            </w:r>
          </w:p>
        </w:tc>
      </w:tr>
    </w:tbl>
    <w:p w14:paraId="3E3D9B01" w14:textId="77777777" w:rsidR="006C1410" w:rsidRDefault="006C1410" w:rsidP="00330F7E">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24"/>
        <w:gridCol w:w="2186"/>
        <w:gridCol w:w="2126"/>
        <w:gridCol w:w="2120"/>
      </w:tblGrid>
      <w:tr w:rsidR="00581D58" w:rsidRPr="002462BE" w14:paraId="46063C74"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9529E7" w14:textId="77777777" w:rsidR="00581D58" w:rsidRPr="002462BE" w:rsidRDefault="00581D58" w:rsidP="00B635D2">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23752AB5" w14:textId="77777777" w:rsidR="00581D58" w:rsidRPr="002462BE" w:rsidRDefault="00581D5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60F42689" w14:textId="77777777" w:rsidR="00581D58" w:rsidRPr="002462BE" w:rsidRDefault="00581D5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11774C3C" w14:textId="77777777" w:rsidR="00581D58" w:rsidRPr="002462BE" w:rsidRDefault="00581D5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28B453F1" w14:textId="77777777" w:rsidR="00581D58" w:rsidRPr="002462BE" w:rsidRDefault="00581D5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29051C98" w14:textId="77777777" w:rsidR="00581D58" w:rsidRPr="002462BE" w:rsidRDefault="00581D5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4426B71B" w14:textId="77777777" w:rsidR="00581D58" w:rsidRPr="002462BE" w:rsidRDefault="00581D5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1C4B5004" w14:textId="77777777" w:rsidR="00581D58" w:rsidRPr="002462BE" w:rsidRDefault="00581D5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496EB1" w14:textId="77777777" w:rsidR="00581D58" w:rsidRPr="002462BE" w:rsidRDefault="00581D5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6C28297B" w14:textId="77777777" w:rsidR="00581D58" w:rsidRPr="002462BE" w:rsidRDefault="00581D5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5BCC41D4" w14:textId="77777777" w:rsidR="00581D58" w:rsidRPr="002462BE" w:rsidRDefault="00581D5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581D58" w:rsidRPr="002462BE" w14:paraId="0BCA2226"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784A1131" w14:textId="77777777" w:rsidR="00581D58" w:rsidRPr="002462BE" w:rsidRDefault="00581D58"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4C8289F3" w14:textId="77777777" w:rsidR="00581D58" w:rsidRPr="002462BE" w:rsidRDefault="00581D58"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46F30093" w14:textId="77777777" w:rsidR="00581D58" w:rsidRPr="002462BE" w:rsidRDefault="00581D58"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7369E450" w14:textId="77777777" w:rsidR="00581D58" w:rsidRPr="002462BE" w:rsidRDefault="00581D58"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68B3E5" w14:textId="77777777" w:rsidR="00581D58" w:rsidRPr="002462BE" w:rsidRDefault="00581D58"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581D58" w:rsidRPr="002462BE" w14:paraId="0C314A49"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8CC9FE" w14:textId="77777777" w:rsidR="00581D58" w:rsidRPr="002462BE" w:rsidRDefault="00581D58" w:rsidP="00B635D2">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59.</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082E0C57" w14:textId="77777777" w:rsidR="00581D58" w:rsidRPr="002462BE" w:rsidRDefault="00581D58" w:rsidP="00B635D2">
            <w:pPr>
              <w:pStyle w:val="Sraopastraipa"/>
              <w:ind w:left="8"/>
              <w:contextualSpacing w:val="0"/>
              <w:jc w:val="left"/>
              <w:rPr>
                <w:rFonts w:ascii="Calibri Light" w:hAnsi="Calibri Light" w:cs="Calibri Light"/>
                <w:sz w:val="20"/>
                <w:szCs w:val="20"/>
              </w:rPr>
            </w:pPr>
            <w:r w:rsidRPr="002462BE">
              <w:rPr>
                <w:rFonts w:ascii="Calibri Light" w:hAnsi="Calibri Light" w:cs="Calibri Light"/>
                <w:sz w:val="20"/>
                <w:szCs w:val="20"/>
                <w:lang w:eastAsia="lt-LT"/>
              </w:rPr>
              <w:t>Bokšto g. 1, Ignalina</w:t>
            </w:r>
            <w:r>
              <w:rPr>
                <w:rFonts w:ascii="Calibri Light" w:hAnsi="Calibri Light" w:cs="Calibri Light"/>
                <w:sz w:val="20"/>
                <w:szCs w:val="20"/>
                <w:lang w:eastAsia="lt-LT"/>
              </w:rPr>
              <w:t xml:space="preserve">, </w:t>
            </w:r>
            <w:r w:rsidRPr="003F24D6">
              <w:rPr>
                <w:rFonts w:ascii="Calibri Light" w:hAnsi="Calibri Light" w:cs="Calibri Light"/>
                <w:sz w:val="20"/>
                <w:szCs w:val="20"/>
                <w:lang w:eastAsia="lt-LT"/>
              </w:rPr>
              <w:t>55.337833, 26.175833</w:t>
            </w:r>
          </w:p>
        </w:tc>
        <w:tc>
          <w:tcPr>
            <w:tcW w:w="1135" w:type="pct"/>
            <w:tcBorders>
              <w:top w:val="single" w:sz="4" w:space="0" w:color="auto"/>
              <w:left w:val="nil"/>
              <w:bottom w:val="single" w:sz="4" w:space="0" w:color="auto"/>
              <w:right w:val="single" w:sz="4" w:space="0" w:color="auto"/>
            </w:tcBorders>
            <w:vAlign w:val="center"/>
          </w:tcPr>
          <w:p w14:paraId="699C0AC5" w14:textId="77777777" w:rsidR="00581D58" w:rsidRPr="002462BE" w:rsidRDefault="00581D58" w:rsidP="00B635D2">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791,61</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22560501" w14:textId="77777777" w:rsidR="00581D58" w:rsidRPr="002462BE" w:rsidRDefault="00581D58"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ABE3F" w14:textId="77777777" w:rsidR="00581D58" w:rsidRPr="002462BE" w:rsidRDefault="00581D58"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4913A3">
              <w:rPr>
                <w:rFonts w:ascii="Calibri Light" w:eastAsia="Times New Roman" w:hAnsi="Calibri Light" w:cs="Calibri Light"/>
                <w:sz w:val="24"/>
                <w:szCs w:val="24"/>
                <w:lang w:eastAsia="lt-LT"/>
              </w:rPr>
              <w:t>28497,96</w:t>
            </w:r>
          </w:p>
        </w:tc>
      </w:tr>
      <w:tr w:rsidR="00581D58" w:rsidRPr="002462BE" w14:paraId="1649B2D2"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59FB8C5D" w14:textId="77777777" w:rsidR="00581D58" w:rsidRPr="002462BE" w:rsidRDefault="00581D58" w:rsidP="00B635D2">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244AE51" w14:textId="77777777" w:rsidR="00581D58" w:rsidRPr="002462BE" w:rsidRDefault="00581D58" w:rsidP="00B635D2">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E02DCC" w14:textId="77777777" w:rsidR="00581D58" w:rsidRPr="002462BE" w:rsidRDefault="00581D58" w:rsidP="00B635D2">
            <w:pPr>
              <w:rPr>
                <w:rFonts w:ascii="Calibri Light" w:hAnsi="Calibri Light" w:cs="Calibri Light"/>
                <w:b/>
              </w:rPr>
            </w:pPr>
            <w:r w:rsidRPr="004913A3">
              <w:rPr>
                <w:rFonts w:ascii="Calibri Light" w:hAnsi="Calibri Light" w:cs="Calibri Light"/>
                <w:b/>
              </w:rPr>
              <w:t>5984,57</w:t>
            </w:r>
          </w:p>
        </w:tc>
      </w:tr>
      <w:tr w:rsidR="00581D58" w:rsidRPr="002462BE" w14:paraId="1CA046CA"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245DCF40" w14:textId="77777777" w:rsidR="00581D58" w:rsidRPr="002462BE" w:rsidRDefault="00581D58" w:rsidP="00B635D2">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E47D20" w14:textId="77777777" w:rsidR="00581D58" w:rsidRPr="002462BE" w:rsidRDefault="00581D58" w:rsidP="00B635D2">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11B48" w14:textId="77777777" w:rsidR="00581D58" w:rsidRPr="002462BE" w:rsidRDefault="00581D58"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4913A3">
              <w:rPr>
                <w:rFonts w:ascii="Calibri Light" w:eastAsia="Times New Roman" w:hAnsi="Calibri Light" w:cs="Calibri Light"/>
                <w:sz w:val="24"/>
                <w:szCs w:val="24"/>
                <w:lang w:eastAsia="lt-LT"/>
              </w:rPr>
              <w:t>34482,53</w:t>
            </w:r>
          </w:p>
        </w:tc>
      </w:tr>
    </w:tbl>
    <w:p w14:paraId="00E432C0" w14:textId="77777777" w:rsidR="006C1410" w:rsidRDefault="006C1410" w:rsidP="00330F7E">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24"/>
        <w:gridCol w:w="2186"/>
        <w:gridCol w:w="2126"/>
        <w:gridCol w:w="2120"/>
      </w:tblGrid>
      <w:tr w:rsidR="004153A1" w:rsidRPr="002462BE" w14:paraId="73CDE968"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AFCD8F" w14:textId="77777777" w:rsidR="004153A1" w:rsidRPr="002462BE" w:rsidRDefault="004153A1" w:rsidP="00B635D2">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216D8A2B" w14:textId="77777777" w:rsidR="004153A1" w:rsidRPr="002462BE" w:rsidRDefault="004153A1"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025A5556" w14:textId="77777777" w:rsidR="004153A1" w:rsidRPr="002462BE" w:rsidRDefault="004153A1"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5E88832E" w14:textId="77777777" w:rsidR="004153A1" w:rsidRPr="002462BE" w:rsidRDefault="004153A1"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361D6BBB" w14:textId="77777777" w:rsidR="004153A1" w:rsidRPr="002462BE" w:rsidRDefault="004153A1"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21BAC49F" w14:textId="77777777" w:rsidR="004153A1" w:rsidRPr="002462BE" w:rsidRDefault="004153A1"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1515B984" w14:textId="77777777" w:rsidR="004153A1" w:rsidRPr="002462BE" w:rsidRDefault="004153A1"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7D7AC7CE" w14:textId="77777777" w:rsidR="004153A1" w:rsidRPr="002462BE" w:rsidRDefault="004153A1"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501548" w14:textId="77777777" w:rsidR="004153A1" w:rsidRPr="002462BE" w:rsidRDefault="004153A1"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1D4D5748" w14:textId="77777777" w:rsidR="004153A1" w:rsidRPr="002462BE" w:rsidRDefault="004153A1"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3B1A1CC1" w14:textId="77777777" w:rsidR="004153A1" w:rsidRPr="002462BE" w:rsidRDefault="004153A1"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4153A1" w:rsidRPr="002462BE" w14:paraId="00992B40"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3D803E0E" w14:textId="77777777" w:rsidR="004153A1" w:rsidRPr="002462BE" w:rsidRDefault="004153A1"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7BD981EA" w14:textId="77777777" w:rsidR="004153A1" w:rsidRPr="002462BE" w:rsidRDefault="004153A1"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6259DE40" w14:textId="77777777" w:rsidR="004153A1" w:rsidRPr="002462BE" w:rsidRDefault="004153A1"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2CB01AFD" w14:textId="77777777" w:rsidR="004153A1" w:rsidRPr="002462BE" w:rsidRDefault="004153A1"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08184D" w14:textId="77777777" w:rsidR="004153A1" w:rsidRPr="002462BE" w:rsidRDefault="004153A1"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4153A1" w:rsidRPr="002462BE" w14:paraId="18EDEE6E"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1CF1AC" w14:textId="77777777" w:rsidR="004153A1" w:rsidRPr="002462BE" w:rsidRDefault="004153A1" w:rsidP="00B635D2">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lastRenderedPageBreak/>
              <w:t>60.</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64700888" w14:textId="77777777" w:rsidR="004153A1" w:rsidRPr="002462BE" w:rsidRDefault="004153A1" w:rsidP="00B635D2">
            <w:pPr>
              <w:pStyle w:val="Sraopastraipa"/>
              <w:ind w:left="8"/>
              <w:contextualSpacing w:val="0"/>
              <w:jc w:val="left"/>
              <w:rPr>
                <w:rFonts w:ascii="Calibri Light" w:hAnsi="Calibri Light" w:cs="Calibri Light"/>
                <w:sz w:val="20"/>
                <w:szCs w:val="20"/>
              </w:rPr>
            </w:pPr>
            <w:r w:rsidRPr="002462BE">
              <w:rPr>
                <w:rFonts w:ascii="Calibri Light" w:hAnsi="Calibri Light" w:cs="Calibri Light"/>
                <w:sz w:val="20"/>
                <w:szCs w:val="20"/>
                <w:lang w:eastAsia="lt-LT"/>
              </w:rPr>
              <w:t>Melioratorių g. 18, Molėtai</w:t>
            </w:r>
            <w:r>
              <w:rPr>
                <w:rFonts w:ascii="Calibri Light" w:hAnsi="Calibri Light" w:cs="Calibri Light"/>
                <w:sz w:val="20"/>
                <w:szCs w:val="20"/>
                <w:lang w:eastAsia="lt-LT"/>
              </w:rPr>
              <w:t>,</w:t>
            </w:r>
            <w:r>
              <w:t xml:space="preserve"> </w:t>
            </w:r>
            <w:r w:rsidRPr="003F24D6">
              <w:rPr>
                <w:rFonts w:ascii="Calibri Light" w:hAnsi="Calibri Light" w:cs="Calibri Light"/>
                <w:sz w:val="20"/>
                <w:szCs w:val="20"/>
                <w:lang w:eastAsia="lt-LT"/>
              </w:rPr>
              <w:t>55.221667, 25.411111</w:t>
            </w:r>
          </w:p>
        </w:tc>
        <w:tc>
          <w:tcPr>
            <w:tcW w:w="1135" w:type="pct"/>
            <w:tcBorders>
              <w:top w:val="single" w:sz="4" w:space="0" w:color="auto"/>
              <w:left w:val="nil"/>
              <w:bottom w:val="single" w:sz="4" w:space="0" w:color="auto"/>
              <w:right w:val="single" w:sz="4" w:space="0" w:color="auto"/>
            </w:tcBorders>
            <w:vAlign w:val="center"/>
          </w:tcPr>
          <w:p w14:paraId="390445D3" w14:textId="77777777" w:rsidR="004153A1" w:rsidRPr="002462BE" w:rsidRDefault="004153A1" w:rsidP="00B635D2">
            <w:pPr>
              <w:spacing w:after="0" w:line="240" w:lineRule="auto"/>
              <w:jc w:val="center"/>
              <w:rPr>
                <w:rFonts w:ascii="Calibri Light" w:eastAsia="Times New Roman" w:hAnsi="Calibri Light" w:cs="Calibri Light"/>
                <w:sz w:val="24"/>
                <w:szCs w:val="24"/>
                <w:lang w:eastAsia="lt-LT"/>
              </w:rPr>
            </w:pPr>
            <w:r w:rsidRPr="005441D9">
              <w:rPr>
                <w:rFonts w:ascii="Calibri Light" w:eastAsia="Times New Roman" w:hAnsi="Calibri Light" w:cs="Calibri Light"/>
                <w:sz w:val="24"/>
                <w:szCs w:val="24"/>
                <w:lang w:eastAsia="lt-LT"/>
              </w:rPr>
              <w:t>712,47</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73F78DE9" w14:textId="77777777" w:rsidR="004153A1" w:rsidRPr="002462BE" w:rsidRDefault="004153A1"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0C10D0" w14:textId="77777777" w:rsidR="004153A1" w:rsidRPr="002462BE" w:rsidRDefault="004153A1"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5441D9">
              <w:rPr>
                <w:rFonts w:ascii="Calibri Light" w:eastAsia="Times New Roman" w:hAnsi="Calibri Light" w:cs="Calibri Light"/>
                <w:sz w:val="24"/>
                <w:szCs w:val="24"/>
                <w:lang w:eastAsia="lt-LT"/>
              </w:rPr>
              <w:t>25648,93</w:t>
            </w:r>
          </w:p>
        </w:tc>
      </w:tr>
      <w:tr w:rsidR="004153A1" w:rsidRPr="002462BE" w14:paraId="5CE1463C"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7AE0B6F7" w14:textId="77777777" w:rsidR="004153A1" w:rsidRPr="002462BE" w:rsidRDefault="004153A1" w:rsidP="00B635D2">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9D82D1A" w14:textId="77777777" w:rsidR="004153A1" w:rsidRPr="002462BE" w:rsidRDefault="004153A1" w:rsidP="00B635D2">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46EC3B" w14:textId="77777777" w:rsidR="004153A1" w:rsidRPr="002462BE" w:rsidRDefault="004153A1" w:rsidP="00B635D2">
            <w:pPr>
              <w:rPr>
                <w:rFonts w:ascii="Calibri Light" w:hAnsi="Calibri Light" w:cs="Calibri Light"/>
                <w:b/>
              </w:rPr>
            </w:pPr>
            <w:r w:rsidRPr="005441D9">
              <w:rPr>
                <w:rFonts w:ascii="Calibri Light" w:hAnsi="Calibri Light" w:cs="Calibri Light"/>
                <w:b/>
              </w:rPr>
              <w:t>5386,28</w:t>
            </w:r>
          </w:p>
        </w:tc>
      </w:tr>
      <w:tr w:rsidR="004153A1" w:rsidRPr="002462BE" w14:paraId="05BF5F9A"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49504B7B" w14:textId="77777777" w:rsidR="004153A1" w:rsidRPr="002462BE" w:rsidRDefault="004153A1" w:rsidP="00B635D2">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C85CD" w14:textId="77777777" w:rsidR="004153A1" w:rsidRPr="002462BE" w:rsidRDefault="004153A1" w:rsidP="00B635D2">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5D453" w14:textId="77777777" w:rsidR="004153A1" w:rsidRPr="002462BE" w:rsidRDefault="004153A1"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5441D9">
              <w:rPr>
                <w:rFonts w:ascii="Calibri Light" w:eastAsia="Times New Roman" w:hAnsi="Calibri Light" w:cs="Calibri Light"/>
                <w:sz w:val="24"/>
                <w:szCs w:val="24"/>
                <w:lang w:eastAsia="lt-LT"/>
              </w:rPr>
              <w:t>31035,21</w:t>
            </w:r>
          </w:p>
        </w:tc>
      </w:tr>
    </w:tbl>
    <w:p w14:paraId="2D805C54" w14:textId="77777777" w:rsidR="00581D58" w:rsidRDefault="00581D58" w:rsidP="00330F7E">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24"/>
        <w:gridCol w:w="2186"/>
        <w:gridCol w:w="2126"/>
        <w:gridCol w:w="2120"/>
      </w:tblGrid>
      <w:tr w:rsidR="00CC36D6" w:rsidRPr="002462BE" w14:paraId="6E48986A"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35DD28" w14:textId="77777777" w:rsidR="00CC36D6" w:rsidRPr="002462BE" w:rsidRDefault="00CC36D6" w:rsidP="00B635D2">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5E723513" w14:textId="77777777" w:rsidR="00CC36D6" w:rsidRPr="002462BE" w:rsidRDefault="00CC36D6"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5E6B092B" w14:textId="77777777" w:rsidR="00CC36D6" w:rsidRPr="002462BE" w:rsidRDefault="00CC36D6"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4B4BACB5" w14:textId="77777777" w:rsidR="00CC36D6" w:rsidRPr="002462BE" w:rsidRDefault="00CC36D6"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312D7FC9" w14:textId="77777777" w:rsidR="00CC36D6" w:rsidRPr="002462BE" w:rsidRDefault="00CC36D6"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398C084E" w14:textId="77777777" w:rsidR="00CC36D6" w:rsidRPr="002462BE" w:rsidRDefault="00CC36D6"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4C275A59" w14:textId="77777777" w:rsidR="00CC36D6" w:rsidRPr="002462BE" w:rsidRDefault="00CC36D6"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1CC1E326" w14:textId="77777777" w:rsidR="00CC36D6" w:rsidRPr="002462BE" w:rsidRDefault="00CC36D6"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33E1F9" w14:textId="77777777" w:rsidR="00CC36D6" w:rsidRPr="002462BE" w:rsidRDefault="00CC36D6"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4270FE00" w14:textId="77777777" w:rsidR="00CC36D6" w:rsidRPr="002462BE" w:rsidRDefault="00CC36D6"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03CD1919" w14:textId="77777777" w:rsidR="00CC36D6" w:rsidRPr="002462BE" w:rsidRDefault="00CC36D6"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CC36D6" w:rsidRPr="002462BE" w14:paraId="77873F46"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720C0D85" w14:textId="77777777" w:rsidR="00CC36D6" w:rsidRPr="002462BE" w:rsidRDefault="00CC36D6"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536FA0A0" w14:textId="77777777" w:rsidR="00CC36D6" w:rsidRPr="002462BE" w:rsidRDefault="00CC36D6"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7C71F6F5" w14:textId="77777777" w:rsidR="00CC36D6" w:rsidRPr="002462BE" w:rsidRDefault="00CC36D6"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3B1C173B" w14:textId="77777777" w:rsidR="00CC36D6" w:rsidRPr="002462BE" w:rsidRDefault="00CC36D6"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B40096" w14:textId="77777777" w:rsidR="00CC36D6" w:rsidRPr="002462BE" w:rsidRDefault="00CC36D6"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CC36D6" w:rsidRPr="002462BE" w14:paraId="459240AA"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9356E5" w14:textId="77777777" w:rsidR="00CC36D6" w:rsidRPr="002462BE" w:rsidRDefault="00CC36D6" w:rsidP="00B635D2">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61.</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2179496A" w14:textId="77777777" w:rsidR="00CC36D6" w:rsidRPr="002462BE" w:rsidRDefault="00CC36D6" w:rsidP="00B635D2">
            <w:pPr>
              <w:pStyle w:val="Sraopastraipa"/>
              <w:ind w:left="8"/>
              <w:contextualSpacing w:val="0"/>
              <w:jc w:val="left"/>
              <w:rPr>
                <w:rFonts w:ascii="Calibri Light" w:hAnsi="Calibri Light" w:cs="Calibri Light"/>
                <w:sz w:val="20"/>
                <w:szCs w:val="20"/>
              </w:rPr>
            </w:pPr>
            <w:proofErr w:type="spellStart"/>
            <w:r w:rsidRPr="002462BE">
              <w:rPr>
                <w:rFonts w:ascii="Calibri Light" w:hAnsi="Calibri Light" w:cs="Calibri Light"/>
                <w:sz w:val="20"/>
                <w:szCs w:val="20"/>
                <w:lang w:eastAsia="lt-LT"/>
              </w:rPr>
              <w:t>Gedanonių</w:t>
            </w:r>
            <w:proofErr w:type="spellEnd"/>
            <w:r w:rsidRPr="002462BE">
              <w:rPr>
                <w:rFonts w:ascii="Calibri Light" w:hAnsi="Calibri Light" w:cs="Calibri Light"/>
                <w:sz w:val="20"/>
                <w:szCs w:val="20"/>
                <w:lang w:eastAsia="lt-LT"/>
              </w:rPr>
              <w:t xml:space="preserve"> k., Prienų r.</w:t>
            </w:r>
            <w:r>
              <w:rPr>
                <w:rFonts w:ascii="Calibri Light" w:hAnsi="Calibri Light" w:cs="Calibri Light"/>
                <w:sz w:val="20"/>
                <w:szCs w:val="20"/>
                <w:lang w:eastAsia="lt-LT"/>
              </w:rPr>
              <w:t xml:space="preserve">, </w:t>
            </w:r>
            <w:r w:rsidRPr="003F24D6">
              <w:rPr>
                <w:rFonts w:ascii="Calibri Light" w:hAnsi="Calibri Light" w:cs="Calibri Light"/>
                <w:sz w:val="20"/>
                <w:szCs w:val="20"/>
                <w:lang w:eastAsia="lt-LT"/>
              </w:rPr>
              <w:t>54.625917, 24.466972</w:t>
            </w:r>
          </w:p>
        </w:tc>
        <w:tc>
          <w:tcPr>
            <w:tcW w:w="1135" w:type="pct"/>
            <w:tcBorders>
              <w:top w:val="single" w:sz="4" w:space="0" w:color="auto"/>
              <w:left w:val="nil"/>
              <w:bottom w:val="single" w:sz="4" w:space="0" w:color="auto"/>
              <w:right w:val="single" w:sz="4" w:space="0" w:color="auto"/>
            </w:tcBorders>
            <w:vAlign w:val="center"/>
          </w:tcPr>
          <w:p w14:paraId="45022027" w14:textId="77777777" w:rsidR="00CC36D6" w:rsidRPr="002462BE" w:rsidRDefault="00CC36D6" w:rsidP="00B635D2">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806,54</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7D985E4B" w14:textId="77777777" w:rsidR="00CC36D6" w:rsidRPr="002462BE" w:rsidRDefault="00CC36D6"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65330" w14:textId="77777777" w:rsidR="00CC36D6" w:rsidRPr="002462BE" w:rsidRDefault="00CC36D6"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0F7A9C">
              <w:rPr>
                <w:rFonts w:ascii="Calibri Light" w:eastAsia="Times New Roman" w:hAnsi="Calibri Light" w:cs="Calibri Light"/>
                <w:sz w:val="24"/>
                <w:szCs w:val="24"/>
                <w:lang w:eastAsia="lt-LT"/>
              </w:rPr>
              <w:t>29035,40</w:t>
            </w:r>
          </w:p>
        </w:tc>
      </w:tr>
      <w:tr w:rsidR="00CC36D6" w:rsidRPr="002462BE" w14:paraId="4BEB7282"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16C786A3" w14:textId="77777777" w:rsidR="00CC36D6" w:rsidRPr="002462BE" w:rsidRDefault="00CC36D6" w:rsidP="00B635D2">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F84DCA0" w14:textId="77777777" w:rsidR="00CC36D6" w:rsidRPr="002462BE" w:rsidRDefault="00CC36D6" w:rsidP="00B635D2">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10D5EB" w14:textId="77777777" w:rsidR="00CC36D6" w:rsidRPr="002462BE" w:rsidRDefault="00CC36D6" w:rsidP="00B635D2">
            <w:pPr>
              <w:rPr>
                <w:rFonts w:ascii="Calibri Light" w:hAnsi="Calibri Light" w:cs="Calibri Light"/>
                <w:b/>
              </w:rPr>
            </w:pPr>
            <w:r w:rsidRPr="000F7A9C">
              <w:rPr>
                <w:rFonts w:ascii="Calibri Light" w:hAnsi="Calibri Light" w:cs="Calibri Light"/>
                <w:b/>
              </w:rPr>
              <w:t>6097,43</w:t>
            </w:r>
          </w:p>
        </w:tc>
      </w:tr>
      <w:tr w:rsidR="00CC36D6" w:rsidRPr="002462BE" w14:paraId="62C3A442"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2294D2C6" w14:textId="77777777" w:rsidR="00CC36D6" w:rsidRPr="002462BE" w:rsidRDefault="00CC36D6" w:rsidP="00B635D2">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66BED6" w14:textId="77777777" w:rsidR="00CC36D6" w:rsidRPr="002462BE" w:rsidRDefault="00CC36D6" w:rsidP="00B635D2">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B3E776" w14:textId="77777777" w:rsidR="00CC36D6" w:rsidRPr="002462BE" w:rsidRDefault="00CC36D6"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0F7A9C">
              <w:rPr>
                <w:rFonts w:ascii="Calibri Light" w:eastAsia="Times New Roman" w:hAnsi="Calibri Light" w:cs="Calibri Light"/>
                <w:sz w:val="24"/>
                <w:szCs w:val="24"/>
                <w:lang w:eastAsia="lt-LT"/>
              </w:rPr>
              <w:t>35132,83</w:t>
            </w:r>
          </w:p>
        </w:tc>
      </w:tr>
    </w:tbl>
    <w:p w14:paraId="6E49E0DA" w14:textId="77777777" w:rsidR="004153A1" w:rsidRDefault="004153A1" w:rsidP="00330F7E">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24"/>
        <w:gridCol w:w="2186"/>
        <w:gridCol w:w="2126"/>
        <w:gridCol w:w="2120"/>
      </w:tblGrid>
      <w:tr w:rsidR="000D7B87" w:rsidRPr="002462BE" w14:paraId="33245727"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310224" w14:textId="77777777" w:rsidR="000D7B87" w:rsidRPr="002462BE" w:rsidRDefault="000D7B87" w:rsidP="00B635D2">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3E2BF625" w14:textId="77777777" w:rsidR="000D7B87" w:rsidRPr="002462BE" w:rsidRDefault="000D7B8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378EC5D4" w14:textId="77777777" w:rsidR="000D7B87" w:rsidRPr="002462BE" w:rsidRDefault="000D7B8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7B482E6D" w14:textId="77777777" w:rsidR="000D7B87" w:rsidRPr="002462BE" w:rsidRDefault="000D7B8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1B2A18B1" w14:textId="77777777" w:rsidR="000D7B87" w:rsidRPr="002462BE" w:rsidRDefault="000D7B8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3901F2FA" w14:textId="77777777" w:rsidR="000D7B87" w:rsidRPr="002462BE" w:rsidRDefault="000D7B8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1AD32EE6" w14:textId="77777777" w:rsidR="000D7B87" w:rsidRPr="002462BE" w:rsidRDefault="000D7B8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32BAEB5F" w14:textId="77777777" w:rsidR="000D7B87" w:rsidRPr="002462BE" w:rsidRDefault="000D7B8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E46FBB" w14:textId="77777777" w:rsidR="000D7B87" w:rsidRPr="002462BE" w:rsidRDefault="000D7B8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219F3912" w14:textId="77777777" w:rsidR="000D7B87" w:rsidRPr="002462BE" w:rsidRDefault="000D7B8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745D1CBC" w14:textId="77777777" w:rsidR="000D7B87" w:rsidRPr="002462BE" w:rsidRDefault="000D7B8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0D7B87" w:rsidRPr="002462BE" w14:paraId="4DB86CDF"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14303A94" w14:textId="77777777" w:rsidR="000D7B87" w:rsidRPr="002462BE" w:rsidRDefault="000D7B87"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1943F737" w14:textId="77777777" w:rsidR="000D7B87" w:rsidRPr="002462BE" w:rsidRDefault="000D7B87"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5F6FBC57" w14:textId="77777777" w:rsidR="000D7B87" w:rsidRPr="002462BE" w:rsidRDefault="000D7B87"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5C993AC2" w14:textId="77777777" w:rsidR="000D7B87" w:rsidRPr="002462BE" w:rsidRDefault="000D7B87"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70068E" w14:textId="77777777" w:rsidR="000D7B87" w:rsidRPr="002462BE" w:rsidRDefault="000D7B87"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0D7B87" w:rsidRPr="002462BE" w14:paraId="15D75698"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358772" w14:textId="77777777" w:rsidR="000D7B87" w:rsidRPr="002462BE" w:rsidRDefault="000D7B87" w:rsidP="00B635D2">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62.</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1B99F17D" w14:textId="77777777" w:rsidR="000D7B87" w:rsidRPr="002462BE" w:rsidRDefault="000D7B87" w:rsidP="00B635D2">
            <w:pPr>
              <w:pStyle w:val="Sraopastraipa"/>
              <w:ind w:left="8"/>
              <w:contextualSpacing w:val="0"/>
              <w:jc w:val="left"/>
              <w:rPr>
                <w:rFonts w:ascii="Calibri Light" w:hAnsi="Calibri Light" w:cs="Calibri Light"/>
                <w:sz w:val="20"/>
                <w:szCs w:val="20"/>
              </w:rPr>
            </w:pPr>
            <w:r w:rsidRPr="002462BE">
              <w:rPr>
                <w:rFonts w:ascii="Calibri Light" w:hAnsi="Calibri Light" w:cs="Calibri Light"/>
                <w:sz w:val="20"/>
                <w:szCs w:val="20"/>
                <w:lang w:eastAsia="lt-LT"/>
              </w:rPr>
              <w:t>Antakalnio I k., Ukmergė</w:t>
            </w:r>
            <w:r>
              <w:rPr>
                <w:rFonts w:ascii="Calibri Light" w:hAnsi="Calibri Light" w:cs="Calibri Light"/>
                <w:sz w:val="20"/>
                <w:szCs w:val="20"/>
                <w:lang w:eastAsia="lt-LT"/>
              </w:rPr>
              <w:t xml:space="preserve">, </w:t>
            </w:r>
            <w:r w:rsidRPr="003F24D6">
              <w:rPr>
                <w:rFonts w:ascii="Calibri Light" w:hAnsi="Calibri Light" w:cs="Calibri Light"/>
                <w:sz w:val="20"/>
                <w:szCs w:val="20"/>
                <w:lang w:eastAsia="lt-LT"/>
              </w:rPr>
              <w:t>55.506583, 25.577861</w:t>
            </w:r>
          </w:p>
        </w:tc>
        <w:tc>
          <w:tcPr>
            <w:tcW w:w="1135" w:type="pct"/>
            <w:tcBorders>
              <w:top w:val="single" w:sz="4" w:space="0" w:color="auto"/>
              <w:left w:val="nil"/>
              <w:bottom w:val="single" w:sz="4" w:space="0" w:color="auto"/>
              <w:right w:val="single" w:sz="4" w:space="0" w:color="auto"/>
            </w:tcBorders>
            <w:vAlign w:val="center"/>
          </w:tcPr>
          <w:p w14:paraId="7BD2106A" w14:textId="77777777" w:rsidR="000D7B87" w:rsidRPr="002462BE" w:rsidRDefault="000D7B87" w:rsidP="00B635D2">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831,98</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44CCA1B4" w14:textId="77777777" w:rsidR="000D7B87" w:rsidRPr="002462BE" w:rsidRDefault="000D7B87"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643F25" w14:textId="77777777" w:rsidR="000D7B87" w:rsidRPr="002462BE" w:rsidRDefault="000D7B87"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1E0009">
              <w:rPr>
                <w:rFonts w:ascii="Calibri Light" w:eastAsia="Times New Roman" w:hAnsi="Calibri Light" w:cs="Calibri Light"/>
                <w:sz w:val="24"/>
                <w:szCs w:val="24"/>
                <w:lang w:eastAsia="lt-LT"/>
              </w:rPr>
              <w:t>29951,28</w:t>
            </w:r>
          </w:p>
        </w:tc>
      </w:tr>
      <w:tr w:rsidR="000D7B87" w:rsidRPr="002462BE" w14:paraId="78C4A4DC"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0121CB48" w14:textId="77777777" w:rsidR="000D7B87" w:rsidRPr="002462BE" w:rsidRDefault="000D7B87" w:rsidP="00B635D2">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8803644" w14:textId="77777777" w:rsidR="000D7B87" w:rsidRPr="002462BE" w:rsidRDefault="000D7B87" w:rsidP="00B635D2">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AE8F85" w14:textId="77777777" w:rsidR="000D7B87" w:rsidRPr="002462BE" w:rsidRDefault="000D7B87" w:rsidP="00B635D2">
            <w:pPr>
              <w:rPr>
                <w:rFonts w:ascii="Calibri Light" w:hAnsi="Calibri Light" w:cs="Calibri Light"/>
                <w:b/>
              </w:rPr>
            </w:pPr>
            <w:r w:rsidRPr="001E0009">
              <w:rPr>
                <w:rFonts w:ascii="Calibri Light" w:hAnsi="Calibri Light" w:cs="Calibri Light"/>
                <w:b/>
              </w:rPr>
              <w:t>6289,77</w:t>
            </w:r>
          </w:p>
        </w:tc>
      </w:tr>
      <w:tr w:rsidR="000D7B87" w:rsidRPr="002462BE" w14:paraId="003A95C3"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2AF595A4" w14:textId="77777777" w:rsidR="000D7B87" w:rsidRPr="002462BE" w:rsidRDefault="000D7B87" w:rsidP="00B635D2">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A8906" w14:textId="77777777" w:rsidR="000D7B87" w:rsidRPr="002462BE" w:rsidRDefault="000D7B87" w:rsidP="00B635D2">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779DB" w14:textId="77777777" w:rsidR="000D7B87" w:rsidRPr="002462BE" w:rsidRDefault="000D7B87"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57183E">
              <w:rPr>
                <w:rFonts w:ascii="Calibri Light" w:eastAsia="Times New Roman" w:hAnsi="Calibri Light" w:cs="Calibri Light"/>
                <w:sz w:val="24"/>
                <w:szCs w:val="24"/>
                <w:lang w:eastAsia="lt-LT"/>
              </w:rPr>
              <w:t>36241,05</w:t>
            </w:r>
          </w:p>
        </w:tc>
      </w:tr>
    </w:tbl>
    <w:p w14:paraId="79010FC7" w14:textId="77777777" w:rsidR="00CC36D6" w:rsidRDefault="00CC36D6" w:rsidP="00330F7E">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24"/>
        <w:gridCol w:w="2186"/>
        <w:gridCol w:w="2126"/>
        <w:gridCol w:w="2120"/>
      </w:tblGrid>
      <w:tr w:rsidR="00CF7538" w:rsidRPr="002462BE" w14:paraId="3A733725"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8983E8" w14:textId="77777777" w:rsidR="00CF7538" w:rsidRPr="002462BE" w:rsidRDefault="00CF7538" w:rsidP="00B635D2">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079617C1" w14:textId="77777777" w:rsidR="00CF7538" w:rsidRPr="002462BE" w:rsidRDefault="00CF753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2419EAA2" w14:textId="77777777" w:rsidR="00CF7538" w:rsidRPr="002462BE" w:rsidRDefault="00CF753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114B0014" w14:textId="77777777" w:rsidR="00CF7538" w:rsidRPr="002462BE" w:rsidRDefault="00CF753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054EADBA" w14:textId="77777777" w:rsidR="00CF7538" w:rsidRPr="002462BE" w:rsidRDefault="00CF753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366B5D5C" w14:textId="77777777" w:rsidR="00CF7538" w:rsidRPr="002462BE" w:rsidRDefault="00CF753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4FE97361" w14:textId="77777777" w:rsidR="00CF7538" w:rsidRPr="002462BE" w:rsidRDefault="00CF753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49FC2BBA" w14:textId="77777777" w:rsidR="00CF7538" w:rsidRPr="002462BE" w:rsidRDefault="00CF753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265017" w14:textId="77777777" w:rsidR="00CF7538" w:rsidRPr="002462BE" w:rsidRDefault="00CF753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5ADB742C" w14:textId="77777777" w:rsidR="00CF7538" w:rsidRPr="002462BE" w:rsidRDefault="00CF753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30049274" w14:textId="77777777" w:rsidR="00CF7538" w:rsidRPr="002462BE" w:rsidRDefault="00CF753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CF7538" w:rsidRPr="002462BE" w14:paraId="3A9D3F1F"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71175976" w14:textId="77777777" w:rsidR="00CF7538" w:rsidRPr="002462BE" w:rsidRDefault="00CF7538"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27CFE799" w14:textId="77777777" w:rsidR="00CF7538" w:rsidRPr="002462BE" w:rsidRDefault="00CF7538"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6DF4A96D" w14:textId="77777777" w:rsidR="00CF7538" w:rsidRPr="002462BE" w:rsidRDefault="00CF7538"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5E14BA6C" w14:textId="77777777" w:rsidR="00CF7538" w:rsidRPr="002462BE" w:rsidRDefault="00CF7538"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C40BCF1" w14:textId="77777777" w:rsidR="00CF7538" w:rsidRPr="002462BE" w:rsidRDefault="00CF7538"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CF7538" w:rsidRPr="002462BE" w14:paraId="77451434"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8B4C5F" w14:textId="77777777" w:rsidR="00CF7538" w:rsidRPr="002462BE" w:rsidRDefault="00CF7538" w:rsidP="00B635D2">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63.</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23FDB6A0" w14:textId="77777777" w:rsidR="00CF7538" w:rsidRPr="002462BE" w:rsidRDefault="00CF7538" w:rsidP="00B635D2">
            <w:pPr>
              <w:pStyle w:val="Sraopastraipa"/>
              <w:ind w:left="8"/>
              <w:contextualSpacing w:val="0"/>
              <w:jc w:val="left"/>
              <w:rPr>
                <w:rFonts w:ascii="Calibri Light" w:hAnsi="Calibri Light" w:cs="Calibri Light"/>
                <w:sz w:val="20"/>
                <w:szCs w:val="20"/>
              </w:rPr>
            </w:pPr>
            <w:proofErr w:type="spellStart"/>
            <w:r w:rsidRPr="002462BE">
              <w:rPr>
                <w:rFonts w:ascii="Calibri Light" w:hAnsi="Calibri Light" w:cs="Calibri Light"/>
                <w:sz w:val="20"/>
                <w:szCs w:val="20"/>
                <w:lang w:eastAsia="lt-LT"/>
              </w:rPr>
              <w:t>Naujasodžio</w:t>
            </w:r>
            <w:proofErr w:type="spellEnd"/>
            <w:r w:rsidRPr="002462BE">
              <w:rPr>
                <w:rFonts w:ascii="Calibri Light" w:hAnsi="Calibri Light" w:cs="Calibri Light"/>
                <w:sz w:val="20"/>
                <w:szCs w:val="20"/>
                <w:lang w:eastAsia="lt-LT"/>
              </w:rPr>
              <w:t xml:space="preserve"> k., Utenos sen., Utenos r.</w:t>
            </w:r>
            <w:r>
              <w:rPr>
                <w:rFonts w:ascii="Calibri Light" w:hAnsi="Calibri Light" w:cs="Calibri Light"/>
                <w:sz w:val="20"/>
                <w:szCs w:val="20"/>
                <w:lang w:eastAsia="lt-LT"/>
              </w:rPr>
              <w:t xml:space="preserve">, </w:t>
            </w:r>
            <w:r w:rsidRPr="003F24D6">
              <w:rPr>
                <w:rFonts w:ascii="Calibri Light" w:hAnsi="Calibri Light" w:cs="Calibri Light"/>
                <w:sz w:val="20"/>
                <w:szCs w:val="20"/>
                <w:lang w:eastAsia="lt-LT"/>
              </w:rPr>
              <w:t>55.506583, 25.577861</w:t>
            </w:r>
          </w:p>
        </w:tc>
        <w:tc>
          <w:tcPr>
            <w:tcW w:w="1135" w:type="pct"/>
            <w:tcBorders>
              <w:top w:val="single" w:sz="4" w:space="0" w:color="auto"/>
              <w:left w:val="nil"/>
              <w:bottom w:val="single" w:sz="4" w:space="0" w:color="auto"/>
              <w:right w:val="single" w:sz="4" w:space="0" w:color="auto"/>
            </w:tcBorders>
            <w:vAlign w:val="center"/>
          </w:tcPr>
          <w:p w14:paraId="5753D0FF" w14:textId="77777777" w:rsidR="00CF7538" w:rsidRPr="002462BE" w:rsidRDefault="00CF7538" w:rsidP="00B635D2">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646,67</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45859B4E" w14:textId="77777777" w:rsidR="00CF7538" w:rsidRPr="002462BE" w:rsidRDefault="00CF7538"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A3E2EB" w14:textId="77777777" w:rsidR="00CF7538" w:rsidRPr="002462BE" w:rsidRDefault="00CF7538"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FC4523">
              <w:rPr>
                <w:rFonts w:ascii="Calibri Light" w:eastAsia="Times New Roman" w:hAnsi="Calibri Light" w:cs="Calibri Light"/>
                <w:sz w:val="24"/>
                <w:szCs w:val="24"/>
                <w:lang w:eastAsia="lt-LT"/>
              </w:rPr>
              <w:t>23280,12</w:t>
            </w:r>
          </w:p>
        </w:tc>
      </w:tr>
      <w:tr w:rsidR="00CF7538" w:rsidRPr="002462BE" w14:paraId="61537364"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30250FFE" w14:textId="77777777" w:rsidR="00CF7538" w:rsidRPr="002462BE" w:rsidRDefault="00CF7538" w:rsidP="00B635D2">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8E35BEB" w14:textId="77777777" w:rsidR="00CF7538" w:rsidRPr="002462BE" w:rsidRDefault="00CF7538" w:rsidP="00B635D2">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549F546" w14:textId="77777777" w:rsidR="00CF7538" w:rsidRPr="002462BE" w:rsidRDefault="00CF7538" w:rsidP="00B635D2">
            <w:pPr>
              <w:rPr>
                <w:rFonts w:ascii="Calibri Light" w:hAnsi="Calibri Light" w:cs="Calibri Light"/>
                <w:b/>
              </w:rPr>
            </w:pPr>
            <w:r w:rsidRPr="00FC4523">
              <w:rPr>
                <w:rFonts w:ascii="Calibri Light" w:hAnsi="Calibri Light" w:cs="Calibri Light"/>
                <w:b/>
              </w:rPr>
              <w:t>4888,83</w:t>
            </w:r>
          </w:p>
        </w:tc>
      </w:tr>
      <w:tr w:rsidR="00CF7538" w:rsidRPr="002462BE" w14:paraId="2073ADC2"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597EB1EC" w14:textId="77777777" w:rsidR="00CF7538" w:rsidRPr="002462BE" w:rsidRDefault="00CF7538" w:rsidP="00B635D2">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7C8878" w14:textId="77777777" w:rsidR="00CF7538" w:rsidRPr="002462BE" w:rsidRDefault="00CF7538" w:rsidP="00B635D2">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8C465A" w14:textId="77777777" w:rsidR="00CF7538" w:rsidRPr="002462BE" w:rsidRDefault="00CF7538"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FC4523">
              <w:rPr>
                <w:rFonts w:ascii="Calibri Light" w:eastAsia="Times New Roman" w:hAnsi="Calibri Light" w:cs="Calibri Light"/>
                <w:sz w:val="24"/>
                <w:szCs w:val="24"/>
                <w:lang w:eastAsia="lt-LT"/>
              </w:rPr>
              <w:t>28168,95</w:t>
            </w:r>
          </w:p>
        </w:tc>
      </w:tr>
    </w:tbl>
    <w:p w14:paraId="0B6ABCBF" w14:textId="77777777" w:rsidR="000D7B87" w:rsidRDefault="000D7B87" w:rsidP="00330F7E">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24"/>
        <w:gridCol w:w="2186"/>
        <w:gridCol w:w="2126"/>
        <w:gridCol w:w="2120"/>
      </w:tblGrid>
      <w:tr w:rsidR="00BC7D77" w:rsidRPr="002462BE" w14:paraId="4F528AAE"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27962D" w14:textId="77777777" w:rsidR="00BC7D77" w:rsidRPr="002462BE" w:rsidRDefault="00BC7D77" w:rsidP="00B635D2">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39B93FB3" w14:textId="77777777" w:rsidR="00BC7D77" w:rsidRPr="002462BE" w:rsidRDefault="00BC7D7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12CD9078" w14:textId="77777777" w:rsidR="00BC7D77" w:rsidRPr="002462BE" w:rsidRDefault="00BC7D7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732C0848" w14:textId="77777777" w:rsidR="00BC7D77" w:rsidRPr="002462BE" w:rsidRDefault="00BC7D7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7B46B74D" w14:textId="77777777" w:rsidR="00BC7D77" w:rsidRPr="002462BE" w:rsidRDefault="00BC7D7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lastRenderedPageBreak/>
              <w:t xml:space="preserve">(nuo ... iki) ribos (m) </w:t>
            </w:r>
          </w:p>
          <w:p w14:paraId="62F2FCA2" w14:textId="77777777" w:rsidR="00BC7D77" w:rsidRPr="002462BE" w:rsidRDefault="00BC7D7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1ED2AFD7" w14:textId="77777777" w:rsidR="00BC7D77" w:rsidRPr="002462BE" w:rsidRDefault="00BC7D7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lastRenderedPageBreak/>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13B08E8B" w14:textId="77777777" w:rsidR="00BC7D77" w:rsidRPr="002462BE" w:rsidRDefault="00BC7D7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593040" w14:textId="77777777" w:rsidR="00BC7D77" w:rsidRPr="002462BE" w:rsidRDefault="00BC7D7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339D0B93" w14:textId="77777777" w:rsidR="00BC7D77" w:rsidRPr="002462BE" w:rsidRDefault="00BC7D7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2AD1D7DA" w14:textId="77777777" w:rsidR="00BC7D77" w:rsidRPr="002462BE" w:rsidRDefault="00BC7D7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BC7D77" w:rsidRPr="002462BE" w14:paraId="45C576FF"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2C9F0FCD" w14:textId="77777777" w:rsidR="00BC7D77" w:rsidRPr="002462BE" w:rsidRDefault="00BC7D77"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6D2DF619" w14:textId="77777777" w:rsidR="00BC7D77" w:rsidRPr="002462BE" w:rsidRDefault="00BC7D77"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174719FE" w14:textId="77777777" w:rsidR="00BC7D77" w:rsidRPr="002462BE" w:rsidRDefault="00BC7D77"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1DBCD0F6" w14:textId="77777777" w:rsidR="00BC7D77" w:rsidRPr="002462BE" w:rsidRDefault="00BC7D77"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A91CDF" w14:textId="77777777" w:rsidR="00BC7D77" w:rsidRPr="002462BE" w:rsidRDefault="00BC7D77"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BC7D77" w:rsidRPr="002462BE" w14:paraId="7619FD1B"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72E256" w14:textId="77777777" w:rsidR="00BC7D77" w:rsidRPr="002462BE" w:rsidRDefault="00BC7D77" w:rsidP="00B635D2">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64.</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2961E4F2" w14:textId="77777777" w:rsidR="00BC7D77" w:rsidRPr="002462BE" w:rsidRDefault="00BC7D77" w:rsidP="00B635D2">
            <w:pPr>
              <w:pStyle w:val="Sraopastraipa"/>
              <w:ind w:left="8"/>
              <w:contextualSpacing w:val="0"/>
              <w:jc w:val="left"/>
              <w:rPr>
                <w:rFonts w:ascii="Calibri Light" w:hAnsi="Calibri Light" w:cs="Calibri Light"/>
                <w:sz w:val="20"/>
                <w:szCs w:val="20"/>
              </w:rPr>
            </w:pPr>
            <w:r w:rsidRPr="002462BE">
              <w:rPr>
                <w:rFonts w:ascii="Calibri Light" w:hAnsi="Calibri Light" w:cs="Calibri Light"/>
                <w:sz w:val="20"/>
                <w:szCs w:val="20"/>
                <w:lang w:eastAsia="lt-LT"/>
              </w:rPr>
              <w:t>Taikos g. 1, Visaginas</w:t>
            </w:r>
            <w:r>
              <w:rPr>
                <w:rFonts w:ascii="Calibri Light" w:hAnsi="Calibri Light" w:cs="Calibri Light"/>
                <w:sz w:val="20"/>
                <w:szCs w:val="20"/>
                <w:lang w:eastAsia="lt-LT"/>
              </w:rPr>
              <w:t xml:space="preserve">, </w:t>
            </w:r>
            <w:r w:rsidRPr="003F24D6">
              <w:rPr>
                <w:rFonts w:ascii="Calibri Light" w:hAnsi="Calibri Light" w:cs="Calibri Light"/>
                <w:sz w:val="20"/>
                <w:szCs w:val="20"/>
                <w:lang w:eastAsia="lt-LT"/>
              </w:rPr>
              <w:t>55.611, 26.431333</w:t>
            </w:r>
          </w:p>
        </w:tc>
        <w:tc>
          <w:tcPr>
            <w:tcW w:w="1135" w:type="pct"/>
            <w:tcBorders>
              <w:top w:val="single" w:sz="4" w:space="0" w:color="auto"/>
              <w:left w:val="nil"/>
              <w:bottom w:val="single" w:sz="4" w:space="0" w:color="auto"/>
              <w:right w:val="single" w:sz="4" w:space="0" w:color="auto"/>
            </w:tcBorders>
            <w:vAlign w:val="center"/>
          </w:tcPr>
          <w:p w14:paraId="2B98DA61" w14:textId="77777777" w:rsidR="00BC7D77" w:rsidRPr="002462BE" w:rsidRDefault="00BC7D77" w:rsidP="00B635D2">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1030,62</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21FE7323" w14:textId="77777777" w:rsidR="00BC7D77" w:rsidRPr="002462BE" w:rsidRDefault="00BC7D77"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3CC86" w14:textId="77777777" w:rsidR="00BC7D77" w:rsidRPr="002462BE" w:rsidRDefault="00BC7D77"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D875B4">
              <w:rPr>
                <w:rFonts w:ascii="Calibri Light" w:eastAsia="Times New Roman" w:hAnsi="Calibri Light" w:cs="Calibri Light"/>
                <w:sz w:val="24"/>
                <w:szCs w:val="24"/>
                <w:lang w:eastAsia="lt-LT"/>
              </w:rPr>
              <w:t>37102,32</w:t>
            </w:r>
          </w:p>
        </w:tc>
      </w:tr>
      <w:tr w:rsidR="00BC7D77" w:rsidRPr="002462BE" w14:paraId="2262E616"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5E0FD923" w14:textId="77777777" w:rsidR="00BC7D77" w:rsidRPr="002462BE" w:rsidRDefault="00BC7D77" w:rsidP="00B635D2">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109F5F3" w14:textId="77777777" w:rsidR="00BC7D77" w:rsidRPr="002462BE" w:rsidRDefault="00BC7D77" w:rsidP="00B635D2">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2D23C7" w14:textId="77777777" w:rsidR="00BC7D77" w:rsidRPr="00D875B4" w:rsidRDefault="00BC7D77" w:rsidP="00B635D2">
            <w:pPr>
              <w:rPr>
                <w:rFonts w:ascii="Calibri Light" w:hAnsi="Calibri Light" w:cs="Calibri Light"/>
                <w:b/>
              </w:rPr>
            </w:pPr>
            <w:r w:rsidRPr="00D875B4">
              <w:rPr>
                <w:rFonts w:ascii="Calibri Light" w:hAnsi="Calibri Light" w:cs="Calibri Light"/>
                <w:b/>
              </w:rPr>
              <w:t>7791,49</w:t>
            </w:r>
          </w:p>
          <w:p w14:paraId="5CC23B1E" w14:textId="77777777" w:rsidR="00BC7D77" w:rsidRPr="002462BE" w:rsidRDefault="00BC7D77" w:rsidP="00B635D2">
            <w:pPr>
              <w:tabs>
                <w:tab w:val="left" w:pos="720"/>
                <w:tab w:val="center" w:pos="4320"/>
                <w:tab w:val="right" w:pos="8640"/>
              </w:tabs>
              <w:spacing w:after="0" w:line="240" w:lineRule="auto"/>
              <w:ind w:firstLine="540"/>
              <w:rPr>
                <w:rFonts w:ascii="Calibri Light" w:hAnsi="Calibri Light" w:cs="Calibri Light"/>
                <w:b/>
              </w:rPr>
            </w:pPr>
          </w:p>
        </w:tc>
      </w:tr>
      <w:tr w:rsidR="00BC7D77" w:rsidRPr="002462BE" w14:paraId="7BEB2383"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47219AF4" w14:textId="77777777" w:rsidR="00BC7D77" w:rsidRPr="002462BE" w:rsidRDefault="00BC7D77" w:rsidP="00B635D2">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426EFC" w14:textId="77777777" w:rsidR="00BC7D77" w:rsidRPr="002462BE" w:rsidRDefault="00BC7D77" w:rsidP="00B635D2">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8AC69" w14:textId="77777777" w:rsidR="00BC7D77" w:rsidRPr="002462BE" w:rsidRDefault="00BC7D77"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D875B4">
              <w:rPr>
                <w:rFonts w:ascii="Calibri Light" w:eastAsia="Times New Roman" w:hAnsi="Calibri Light" w:cs="Calibri Light"/>
                <w:sz w:val="24"/>
                <w:szCs w:val="24"/>
                <w:lang w:eastAsia="lt-LT"/>
              </w:rPr>
              <w:t>44893,81</w:t>
            </w:r>
          </w:p>
        </w:tc>
      </w:tr>
    </w:tbl>
    <w:p w14:paraId="4E5963EC" w14:textId="77777777" w:rsidR="00BC7D77" w:rsidRDefault="00BC7D77" w:rsidP="00330F7E">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24"/>
        <w:gridCol w:w="2186"/>
        <w:gridCol w:w="2126"/>
        <w:gridCol w:w="2120"/>
      </w:tblGrid>
      <w:tr w:rsidR="00F771D1" w:rsidRPr="002462BE" w14:paraId="60B4F8B5"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48619A" w14:textId="77777777" w:rsidR="00F771D1" w:rsidRPr="002462BE" w:rsidRDefault="00F771D1" w:rsidP="00B635D2">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3BD54F33" w14:textId="77777777" w:rsidR="00F771D1" w:rsidRPr="002462BE" w:rsidRDefault="00F771D1"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014C33D8" w14:textId="77777777" w:rsidR="00F771D1" w:rsidRPr="002462BE" w:rsidRDefault="00F771D1"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636D908D" w14:textId="77777777" w:rsidR="00F771D1" w:rsidRPr="002462BE" w:rsidRDefault="00F771D1"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7D4F5C11" w14:textId="77777777" w:rsidR="00F771D1" w:rsidRPr="002462BE" w:rsidRDefault="00F771D1"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688C0497" w14:textId="77777777" w:rsidR="00F771D1" w:rsidRPr="002462BE" w:rsidRDefault="00F771D1"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5E98FDFA" w14:textId="77777777" w:rsidR="00F771D1" w:rsidRPr="002462BE" w:rsidRDefault="00F771D1"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2E5459F4" w14:textId="77777777" w:rsidR="00F771D1" w:rsidRPr="002462BE" w:rsidRDefault="00F771D1"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0BC253" w14:textId="77777777" w:rsidR="00F771D1" w:rsidRPr="002462BE" w:rsidRDefault="00F771D1"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5F2ADE71" w14:textId="77777777" w:rsidR="00F771D1" w:rsidRPr="002462BE" w:rsidRDefault="00F771D1"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0AA46B4C" w14:textId="77777777" w:rsidR="00F771D1" w:rsidRPr="002462BE" w:rsidRDefault="00F771D1"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F771D1" w:rsidRPr="002462BE" w14:paraId="48FB9FB1"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19B61724" w14:textId="77777777" w:rsidR="00F771D1" w:rsidRPr="002462BE" w:rsidRDefault="00F771D1"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79A27C51" w14:textId="77777777" w:rsidR="00F771D1" w:rsidRPr="002462BE" w:rsidRDefault="00F771D1"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69883120" w14:textId="77777777" w:rsidR="00F771D1" w:rsidRPr="002462BE" w:rsidRDefault="00F771D1"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28D182A6" w14:textId="77777777" w:rsidR="00F771D1" w:rsidRPr="002462BE" w:rsidRDefault="00F771D1"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8DF4F9" w14:textId="77777777" w:rsidR="00F771D1" w:rsidRPr="002462BE" w:rsidRDefault="00F771D1"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F771D1" w:rsidRPr="002462BE" w14:paraId="1BD7D619"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2A1BB8" w14:textId="77777777" w:rsidR="00F771D1" w:rsidRPr="002462BE" w:rsidRDefault="00F771D1" w:rsidP="00B635D2">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65.</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02765A8F" w14:textId="77777777" w:rsidR="00F771D1" w:rsidRPr="002462BE" w:rsidRDefault="00F771D1" w:rsidP="00B635D2">
            <w:pPr>
              <w:pStyle w:val="Sraopastraipa"/>
              <w:ind w:left="8"/>
              <w:contextualSpacing w:val="0"/>
              <w:jc w:val="left"/>
              <w:rPr>
                <w:rFonts w:ascii="Calibri Light" w:hAnsi="Calibri Light" w:cs="Calibri Light"/>
                <w:sz w:val="20"/>
                <w:szCs w:val="20"/>
              </w:rPr>
            </w:pPr>
            <w:r w:rsidRPr="002462BE">
              <w:rPr>
                <w:rFonts w:ascii="Calibri Light" w:hAnsi="Calibri Light" w:cs="Calibri Light"/>
                <w:sz w:val="20"/>
                <w:szCs w:val="20"/>
                <w:lang w:eastAsia="lt-LT"/>
              </w:rPr>
              <w:t>Aukštakalnio g. 7, Alytus</w:t>
            </w:r>
            <w:r>
              <w:rPr>
                <w:rFonts w:ascii="Calibri Light" w:hAnsi="Calibri Light" w:cs="Calibri Light"/>
                <w:sz w:val="20"/>
                <w:szCs w:val="20"/>
                <w:lang w:eastAsia="lt-LT"/>
              </w:rPr>
              <w:t xml:space="preserve">, </w:t>
            </w:r>
            <w:r w:rsidRPr="003F24D6">
              <w:rPr>
                <w:rFonts w:ascii="Calibri Light" w:hAnsi="Calibri Light" w:cs="Calibri Light"/>
                <w:sz w:val="20"/>
                <w:szCs w:val="20"/>
                <w:lang w:eastAsia="lt-LT"/>
              </w:rPr>
              <w:t>54.396897, 24.005964</w:t>
            </w:r>
          </w:p>
        </w:tc>
        <w:tc>
          <w:tcPr>
            <w:tcW w:w="1135" w:type="pct"/>
            <w:tcBorders>
              <w:top w:val="single" w:sz="4" w:space="0" w:color="auto"/>
              <w:left w:val="nil"/>
              <w:bottom w:val="single" w:sz="4" w:space="0" w:color="auto"/>
              <w:right w:val="single" w:sz="4" w:space="0" w:color="auto"/>
            </w:tcBorders>
            <w:vAlign w:val="center"/>
          </w:tcPr>
          <w:p w14:paraId="117CC50B" w14:textId="77777777" w:rsidR="00F771D1" w:rsidRPr="002462BE" w:rsidRDefault="00F771D1" w:rsidP="00B635D2">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606,30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7A9FE719" w14:textId="77777777" w:rsidR="00F771D1" w:rsidRPr="002462BE" w:rsidRDefault="00F771D1"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1B273" w14:textId="77777777" w:rsidR="00F771D1" w:rsidRPr="002462BE" w:rsidRDefault="00F771D1"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643BF5">
              <w:rPr>
                <w:rFonts w:ascii="Calibri Light" w:eastAsia="Times New Roman" w:hAnsi="Calibri Light" w:cs="Calibri Light"/>
                <w:sz w:val="24"/>
                <w:szCs w:val="24"/>
                <w:lang w:eastAsia="lt-LT"/>
              </w:rPr>
              <w:t>21826,80</w:t>
            </w:r>
          </w:p>
        </w:tc>
      </w:tr>
      <w:tr w:rsidR="00F771D1" w:rsidRPr="002462BE" w14:paraId="00CCB365"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423D3B46" w14:textId="77777777" w:rsidR="00F771D1" w:rsidRPr="002462BE" w:rsidRDefault="00F771D1" w:rsidP="00B635D2">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217BD21" w14:textId="77777777" w:rsidR="00F771D1" w:rsidRPr="002462BE" w:rsidRDefault="00F771D1" w:rsidP="00B635D2">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BF6685" w14:textId="77777777" w:rsidR="00F771D1" w:rsidRPr="002462BE" w:rsidRDefault="00F771D1" w:rsidP="00B635D2">
            <w:pPr>
              <w:rPr>
                <w:rFonts w:ascii="Calibri Light" w:hAnsi="Calibri Light" w:cs="Calibri Light"/>
                <w:b/>
              </w:rPr>
            </w:pPr>
            <w:r w:rsidRPr="00643BF5">
              <w:rPr>
                <w:rFonts w:ascii="Calibri Light" w:hAnsi="Calibri Light" w:cs="Calibri Light"/>
                <w:b/>
              </w:rPr>
              <w:t>4583,63</w:t>
            </w:r>
          </w:p>
        </w:tc>
      </w:tr>
      <w:tr w:rsidR="00F771D1" w:rsidRPr="002462BE" w14:paraId="48EAAE5A"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480ACA36" w14:textId="77777777" w:rsidR="00F771D1" w:rsidRPr="002462BE" w:rsidRDefault="00F771D1" w:rsidP="00B635D2">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C4D03" w14:textId="77777777" w:rsidR="00F771D1" w:rsidRPr="002462BE" w:rsidRDefault="00F771D1" w:rsidP="00B635D2">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357C3" w14:textId="77777777" w:rsidR="00F771D1" w:rsidRPr="002462BE" w:rsidRDefault="00F771D1"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643BF5">
              <w:rPr>
                <w:rFonts w:ascii="Calibri Light" w:eastAsia="Times New Roman" w:hAnsi="Calibri Light" w:cs="Calibri Light"/>
                <w:sz w:val="24"/>
                <w:szCs w:val="24"/>
                <w:lang w:eastAsia="lt-LT"/>
              </w:rPr>
              <w:t>26410,43</w:t>
            </w:r>
          </w:p>
        </w:tc>
      </w:tr>
    </w:tbl>
    <w:p w14:paraId="4BFF3DC7" w14:textId="77777777" w:rsidR="00BC7D77" w:rsidRDefault="00BC7D77" w:rsidP="00330F7E">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24"/>
        <w:gridCol w:w="2186"/>
        <w:gridCol w:w="2126"/>
        <w:gridCol w:w="2120"/>
      </w:tblGrid>
      <w:tr w:rsidR="00166F98" w:rsidRPr="002462BE" w14:paraId="09C08840"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B014F1" w14:textId="77777777" w:rsidR="00166F98" w:rsidRPr="002462BE" w:rsidRDefault="00166F98" w:rsidP="00B635D2">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28203E8A" w14:textId="77777777" w:rsidR="00166F98" w:rsidRPr="002462BE" w:rsidRDefault="00166F9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780BF791" w14:textId="77777777" w:rsidR="00166F98" w:rsidRPr="002462BE" w:rsidRDefault="00166F9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7E2561CB" w14:textId="77777777" w:rsidR="00166F98" w:rsidRPr="002462BE" w:rsidRDefault="00166F9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7B25AD24" w14:textId="77777777" w:rsidR="00166F98" w:rsidRPr="002462BE" w:rsidRDefault="00166F9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6F703CC8" w14:textId="77777777" w:rsidR="00166F98" w:rsidRPr="002462BE" w:rsidRDefault="00166F9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3FD8A47D" w14:textId="77777777" w:rsidR="00166F98" w:rsidRPr="002462BE" w:rsidRDefault="00166F9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752B3589" w14:textId="77777777" w:rsidR="00166F98" w:rsidRPr="002462BE" w:rsidRDefault="00166F9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B1B8B7" w14:textId="77777777" w:rsidR="00166F98" w:rsidRPr="002462BE" w:rsidRDefault="00166F9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5E080657" w14:textId="77777777" w:rsidR="00166F98" w:rsidRPr="002462BE" w:rsidRDefault="00166F9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74E82AD8" w14:textId="77777777" w:rsidR="00166F98" w:rsidRPr="002462BE" w:rsidRDefault="00166F9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166F98" w:rsidRPr="002462BE" w14:paraId="37840999"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3A37A264" w14:textId="77777777" w:rsidR="00166F98" w:rsidRPr="002462BE" w:rsidRDefault="00166F98"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035DB770" w14:textId="77777777" w:rsidR="00166F98" w:rsidRPr="002462BE" w:rsidRDefault="00166F98"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3D5306C0" w14:textId="77777777" w:rsidR="00166F98" w:rsidRPr="002462BE" w:rsidRDefault="00166F98"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3536BD08" w14:textId="77777777" w:rsidR="00166F98" w:rsidRPr="002462BE" w:rsidRDefault="00166F98"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FEA81D" w14:textId="77777777" w:rsidR="00166F98" w:rsidRPr="002462BE" w:rsidRDefault="00166F98"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166F98" w:rsidRPr="002462BE" w14:paraId="5D461711"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70FABD" w14:textId="77777777" w:rsidR="00166F98" w:rsidRPr="002462BE" w:rsidRDefault="00166F98" w:rsidP="00B635D2">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66.</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0C4FFB6E" w14:textId="77777777" w:rsidR="00166F98" w:rsidRPr="002462BE" w:rsidRDefault="00166F98" w:rsidP="00B635D2">
            <w:pPr>
              <w:pStyle w:val="Sraopastraipa"/>
              <w:ind w:left="8"/>
              <w:contextualSpacing w:val="0"/>
              <w:jc w:val="left"/>
              <w:rPr>
                <w:rFonts w:ascii="Calibri Light" w:hAnsi="Calibri Light" w:cs="Calibri Light"/>
                <w:sz w:val="20"/>
                <w:szCs w:val="20"/>
              </w:rPr>
            </w:pPr>
            <w:r w:rsidRPr="002462BE">
              <w:rPr>
                <w:rFonts w:ascii="Calibri Light" w:hAnsi="Calibri Light" w:cs="Calibri Light"/>
                <w:sz w:val="20"/>
                <w:szCs w:val="20"/>
                <w:lang w:eastAsia="lt-LT"/>
              </w:rPr>
              <w:t>Gardino g. 91, Druskininkai</w:t>
            </w:r>
            <w:r>
              <w:rPr>
                <w:rFonts w:ascii="Calibri Light" w:hAnsi="Calibri Light" w:cs="Calibri Light"/>
                <w:sz w:val="20"/>
                <w:szCs w:val="20"/>
                <w:lang w:eastAsia="lt-LT"/>
              </w:rPr>
              <w:t xml:space="preserve">, </w:t>
            </w:r>
            <w:r w:rsidRPr="003F24D6">
              <w:rPr>
                <w:rFonts w:ascii="Calibri Light" w:hAnsi="Calibri Light" w:cs="Calibri Light"/>
                <w:sz w:val="20"/>
                <w:szCs w:val="20"/>
                <w:lang w:eastAsia="lt-LT"/>
              </w:rPr>
              <w:t>53.996833, 23.991278</w:t>
            </w:r>
          </w:p>
        </w:tc>
        <w:tc>
          <w:tcPr>
            <w:tcW w:w="1135" w:type="pct"/>
            <w:tcBorders>
              <w:top w:val="single" w:sz="4" w:space="0" w:color="auto"/>
              <w:left w:val="nil"/>
              <w:bottom w:val="single" w:sz="4" w:space="0" w:color="auto"/>
              <w:right w:val="single" w:sz="4" w:space="0" w:color="auto"/>
            </w:tcBorders>
            <w:vAlign w:val="center"/>
          </w:tcPr>
          <w:p w14:paraId="736D6B79" w14:textId="77777777" w:rsidR="00166F98" w:rsidRPr="002462BE" w:rsidRDefault="00166F98" w:rsidP="00B635D2">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1218,09</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47C0E9DB" w14:textId="77777777" w:rsidR="00166F98" w:rsidRPr="002462BE" w:rsidRDefault="00166F98"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D85BC9" w14:textId="77777777" w:rsidR="00166F98" w:rsidRPr="002462BE" w:rsidRDefault="00166F98"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643BF5">
              <w:rPr>
                <w:rFonts w:ascii="Calibri Light" w:eastAsia="Times New Roman" w:hAnsi="Calibri Light" w:cs="Calibri Light"/>
                <w:sz w:val="24"/>
                <w:szCs w:val="24"/>
                <w:lang w:eastAsia="lt-LT"/>
              </w:rPr>
              <w:t>43851,24</w:t>
            </w:r>
          </w:p>
        </w:tc>
      </w:tr>
      <w:tr w:rsidR="00166F98" w:rsidRPr="002462BE" w14:paraId="4195D9AF"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64EFDA57" w14:textId="77777777" w:rsidR="00166F98" w:rsidRPr="002462BE" w:rsidRDefault="00166F98" w:rsidP="00B635D2">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0981C69" w14:textId="77777777" w:rsidR="00166F98" w:rsidRPr="002462BE" w:rsidRDefault="00166F98" w:rsidP="00B635D2">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86DC0F" w14:textId="77777777" w:rsidR="00166F98" w:rsidRPr="00643BF5" w:rsidRDefault="00166F98" w:rsidP="00B635D2">
            <w:pPr>
              <w:rPr>
                <w:rFonts w:ascii="Calibri Light" w:hAnsi="Calibri Light" w:cs="Calibri Light"/>
                <w:b/>
              </w:rPr>
            </w:pPr>
            <w:r w:rsidRPr="00643BF5">
              <w:rPr>
                <w:rFonts w:ascii="Calibri Light" w:hAnsi="Calibri Light" w:cs="Calibri Light"/>
                <w:b/>
              </w:rPr>
              <w:t>9208,76</w:t>
            </w:r>
          </w:p>
          <w:p w14:paraId="3EB50537" w14:textId="77777777" w:rsidR="00166F98" w:rsidRPr="002462BE" w:rsidRDefault="00166F98" w:rsidP="00B635D2">
            <w:pPr>
              <w:tabs>
                <w:tab w:val="left" w:pos="720"/>
                <w:tab w:val="center" w:pos="4320"/>
                <w:tab w:val="right" w:pos="8640"/>
              </w:tabs>
              <w:spacing w:after="0" w:line="240" w:lineRule="auto"/>
              <w:ind w:firstLine="540"/>
              <w:rPr>
                <w:rFonts w:ascii="Calibri Light" w:hAnsi="Calibri Light" w:cs="Calibri Light"/>
                <w:b/>
              </w:rPr>
            </w:pPr>
          </w:p>
        </w:tc>
      </w:tr>
      <w:tr w:rsidR="00166F98" w:rsidRPr="002462BE" w14:paraId="74B9EF9A"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2CCCEC16" w14:textId="77777777" w:rsidR="00166F98" w:rsidRPr="002462BE" w:rsidRDefault="00166F98" w:rsidP="00B635D2">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9D5D8" w14:textId="77777777" w:rsidR="00166F98" w:rsidRPr="002462BE" w:rsidRDefault="00166F98" w:rsidP="00B635D2">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D8EBE" w14:textId="77777777" w:rsidR="00166F98" w:rsidRPr="002462BE" w:rsidRDefault="00166F98"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643BF5">
              <w:rPr>
                <w:rFonts w:ascii="Calibri Light" w:eastAsia="Times New Roman" w:hAnsi="Calibri Light" w:cs="Calibri Light"/>
                <w:sz w:val="24"/>
                <w:szCs w:val="24"/>
                <w:lang w:eastAsia="lt-LT"/>
              </w:rPr>
              <w:t>53060,00</w:t>
            </w:r>
          </w:p>
        </w:tc>
      </w:tr>
    </w:tbl>
    <w:p w14:paraId="5A373213" w14:textId="77777777" w:rsidR="00166F98" w:rsidRDefault="00166F98" w:rsidP="00330F7E">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24"/>
        <w:gridCol w:w="2186"/>
        <w:gridCol w:w="2126"/>
        <w:gridCol w:w="2120"/>
      </w:tblGrid>
      <w:tr w:rsidR="00052E12" w:rsidRPr="002462BE" w14:paraId="5320DF49"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4AF1E" w14:textId="77777777" w:rsidR="00052E12" w:rsidRPr="002462BE" w:rsidRDefault="00052E12" w:rsidP="00B635D2">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125EF183" w14:textId="77777777" w:rsidR="00052E12" w:rsidRPr="002462BE" w:rsidRDefault="00052E12"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5F63D95F" w14:textId="77777777" w:rsidR="00052E12" w:rsidRPr="002462BE" w:rsidRDefault="00052E12"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149706DA" w14:textId="77777777" w:rsidR="00052E12" w:rsidRPr="002462BE" w:rsidRDefault="00052E12"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00EE9DE9" w14:textId="77777777" w:rsidR="00052E12" w:rsidRPr="002462BE" w:rsidRDefault="00052E12"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5D2C9669" w14:textId="77777777" w:rsidR="00052E12" w:rsidRPr="002462BE" w:rsidRDefault="00052E12"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12931EC7" w14:textId="77777777" w:rsidR="00052E12" w:rsidRPr="002462BE" w:rsidRDefault="00052E12"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31107510" w14:textId="77777777" w:rsidR="00052E12" w:rsidRPr="002462BE" w:rsidRDefault="00052E12"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67A633" w14:textId="77777777" w:rsidR="00052E12" w:rsidRPr="002462BE" w:rsidRDefault="00052E12"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265FE5FE" w14:textId="77777777" w:rsidR="00052E12" w:rsidRPr="002462BE" w:rsidRDefault="00052E12"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48071797" w14:textId="77777777" w:rsidR="00052E12" w:rsidRPr="002462BE" w:rsidRDefault="00052E12"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052E12" w:rsidRPr="002462BE" w14:paraId="5F829A66"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2F22CEC9" w14:textId="77777777" w:rsidR="00052E12" w:rsidRPr="002462BE" w:rsidRDefault="00052E12"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6563B1A2" w14:textId="77777777" w:rsidR="00052E12" w:rsidRPr="002462BE" w:rsidRDefault="00052E12"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3CA29208" w14:textId="77777777" w:rsidR="00052E12" w:rsidRPr="002462BE" w:rsidRDefault="00052E12"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43C91240" w14:textId="77777777" w:rsidR="00052E12" w:rsidRPr="002462BE" w:rsidRDefault="00052E12"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CDF6D2" w14:textId="77777777" w:rsidR="00052E12" w:rsidRPr="002462BE" w:rsidRDefault="00052E12"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052E12" w:rsidRPr="002462BE" w14:paraId="6AE13274"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6A192A" w14:textId="77777777" w:rsidR="00052E12" w:rsidRPr="002462BE" w:rsidRDefault="00052E12" w:rsidP="00B635D2">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67.</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71543F7D" w14:textId="77777777" w:rsidR="00052E12" w:rsidRPr="002462BE" w:rsidRDefault="00052E12" w:rsidP="00B635D2">
            <w:pPr>
              <w:pStyle w:val="Sraopastraipa"/>
              <w:ind w:left="8"/>
              <w:contextualSpacing w:val="0"/>
              <w:jc w:val="left"/>
              <w:rPr>
                <w:rFonts w:ascii="Calibri Light" w:hAnsi="Calibri Light" w:cs="Calibri Light"/>
                <w:sz w:val="20"/>
                <w:szCs w:val="20"/>
              </w:rPr>
            </w:pPr>
            <w:proofErr w:type="spellStart"/>
            <w:r w:rsidRPr="002462BE">
              <w:rPr>
                <w:rFonts w:ascii="Calibri Light" w:hAnsi="Calibri Light" w:cs="Calibri Light"/>
                <w:sz w:val="20"/>
                <w:szCs w:val="20"/>
                <w:lang w:eastAsia="lt-LT"/>
              </w:rPr>
              <w:t>Smalninkų</w:t>
            </w:r>
            <w:proofErr w:type="spellEnd"/>
            <w:r w:rsidRPr="002462BE">
              <w:rPr>
                <w:rFonts w:ascii="Calibri Light" w:hAnsi="Calibri Light" w:cs="Calibri Light"/>
                <w:sz w:val="20"/>
                <w:szCs w:val="20"/>
                <w:lang w:eastAsia="lt-LT"/>
              </w:rPr>
              <w:t xml:space="preserve"> k., Kalvarijų sen.</w:t>
            </w:r>
            <w:r>
              <w:rPr>
                <w:rFonts w:ascii="Calibri Light" w:hAnsi="Calibri Light" w:cs="Calibri Light"/>
                <w:sz w:val="20"/>
                <w:szCs w:val="20"/>
                <w:lang w:eastAsia="lt-LT"/>
              </w:rPr>
              <w:t xml:space="preserve">, </w:t>
            </w:r>
            <w:r w:rsidRPr="003F24D6">
              <w:rPr>
                <w:rFonts w:ascii="Calibri Light" w:hAnsi="Calibri Light" w:cs="Calibri Light"/>
                <w:sz w:val="20"/>
                <w:szCs w:val="20"/>
                <w:lang w:eastAsia="lt-LT"/>
              </w:rPr>
              <w:t>54.396333, 23.225056</w:t>
            </w:r>
          </w:p>
        </w:tc>
        <w:tc>
          <w:tcPr>
            <w:tcW w:w="1135" w:type="pct"/>
            <w:tcBorders>
              <w:top w:val="single" w:sz="4" w:space="0" w:color="auto"/>
              <w:left w:val="nil"/>
              <w:bottom w:val="single" w:sz="4" w:space="0" w:color="auto"/>
              <w:right w:val="single" w:sz="4" w:space="0" w:color="auto"/>
            </w:tcBorders>
            <w:vAlign w:val="center"/>
          </w:tcPr>
          <w:p w14:paraId="48149971" w14:textId="77777777" w:rsidR="00052E12" w:rsidRPr="002462BE" w:rsidRDefault="00052E12" w:rsidP="00B635D2">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631,74</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594F67C7" w14:textId="77777777" w:rsidR="00052E12" w:rsidRPr="002462BE" w:rsidRDefault="00052E12"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D346E" w14:textId="77777777" w:rsidR="00052E12" w:rsidRPr="002462BE" w:rsidRDefault="00052E12"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6D6EF4">
              <w:rPr>
                <w:rFonts w:ascii="Calibri Light" w:eastAsia="Times New Roman" w:hAnsi="Calibri Light" w:cs="Calibri Light"/>
                <w:sz w:val="24"/>
                <w:szCs w:val="24"/>
                <w:lang w:eastAsia="lt-LT"/>
              </w:rPr>
              <w:t>22742,64</w:t>
            </w:r>
          </w:p>
        </w:tc>
      </w:tr>
      <w:tr w:rsidR="00052E12" w:rsidRPr="002462BE" w14:paraId="558726B3"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5C598BD1" w14:textId="77777777" w:rsidR="00052E12" w:rsidRPr="002462BE" w:rsidRDefault="00052E12" w:rsidP="00B635D2">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255BE8B" w14:textId="77777777" w:rsidR="00052E12" w:rsidRPr="002462BE" w:rsidRDefault="00052E12" w:rsidP="00B635D2">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7BD0BB" w14:textId="77777777" w:rsidR="00052E12" w:rsidRPr="006D6EF4" w:rsidRDefault="00052E12" w:rsidP="00B635D2">
            <w:pPr>
              <w:rPr>
                <w:rFonts w:ascii="Calibri Light" w:hAnsi="Calibri Light" w:cs="Calibri Light"/>
                <w:b/>
              </w:rPr>
            </w:pPr>
            <w:r w:rsidRPr="006D6EF4">
              <w:rPr>
                <w:rFonts w:ascii="Calibri Light" w:hAnsi="Calibri Light" w:cs="Calibri Light"/>
                <w:b/>
              </w:rPr>
              <w:t>4775,95</w:t>
            </w:r>
          </w:p>
          <w:p w14:paraId="4F03880C" w14:textId="77777777" w:rsidR="00052E12" w:rsidRPr="002462BE" w:rsidRDefault="00052E12" w:rsidP="00B635D2">
            <w:pPr>
              <w:tabs>
                <w:tab w:val="left" w:pos="720"/>
                <w:tab w:val="center" w:pos="4320"/>
                <w:tab w:val="right" w:pos="8640"/>
              </w:tabs>
              <w:spacing w:after="0" w:line="240" w:lineRule="auto"/>
              <w:ind w:firstLine="540"/>
              <w:rPr>
                <w:rFonts w:ascii="Calibri Light" w:hAnsi="Calibri Light" w:cs="Calibri Light"/>
                <w:b/>
              </w:rPr>
            </w:pPr>
          </w:p>
        </w:tc>
      </w:tr>
      <w:tr w:rsidR="00052E12" w:rsidRPr="002462BE" w14:paraId="69A084FE"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3CE481E9" w14:textId="77777777" w:rsidR="00052E12" w:rsidRPr="002462BE" w:rsidRDefault="00052E12" w:rsidP="00B635D2">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589C2A" w14:textId="77777777" w:rsidR="00052E12" w:rsidRPr="002462BE" w:rsidRDefault="00052E12" w:rsidP="00B635D2">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BCCE6" w14:textId="77777777" w:rsidR="00052E12" w:rsidRPr="002462BE" w:rsidRDefault="00052E12"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6D6EF4">
              <w:rPr>
                <w:rFonts w:ascii="Calibri Light" w:eastAsia="Times New Roman" w:hAnsi="Calibri Light" w:cs="Calibri Light"/>
                <w:sz w:val="24"/>
                <w:szCs w:val="24"/>
                <w:lang w:eastAsia="lt-LT"/>
              </w:rPr>
              <w:t>27518,59</w:t>
            </w:r>
          </w:p>
        </w:tc>
      </w:tr>
      <w:tr w:rsidR="00396268" w:rsidRPr="002462BE" w14:paraId="7135DADA"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C75FFD" w14:textId="77777777" w:rsidR="00396268" w:rsidRPr="002462BE" w:rsidRDefault="00396268" w:rsidP="00B635D2">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lastRenderedPageBreak/>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14BA6267" w14:textId="77777777" w:rsidR="00396268" w:rsidRPr="002462BE" w:rsidRDefault="0039626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4D5DB5B3" w14:textId="77777777" w:rsidR="00396268" w:rsidRPr="002462BE" w:rsidRDefault="0039626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1F107B48" w14:textId="77777777" w:rsidR="00396268" w:rsidRPr="002462BE" w:rsidRDefault="0039626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5656382B" w14:textId="77777777" w:rsidR="00396268" w:rsidRPr="002462BE" w:rsidRDefault="0039626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44B5C09B" w14:textId="77777777" w:rsidR="00396268" w:rsidRPr="002462BE" w:rsidRDefault="0039626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0BAAE53C" w14:textId="77777777" w:rsidR="00396268" w:rsidRPr="002462BE" w:rsidRDefault="0039626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3628E9FE" w14:textId="77777777" w:rsidR="00396268" w:rsidRPr="002462BE" w:rsidRDefault="0039626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A57BC8" w14:textId="77777777" w:rsidR="00396268" w:rsidRPr="002462BE" w:rsidRDefault="0039626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198A7E93" w14:textId="77777777" w:rsidR="00396268" w:rsidRPr="002462BE" w:rsidRDefault="0039626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71269BD9" w14:textId="77777777" w:rsidR="00396268" w:rsidRPr="002462BE" w:rsidRDefault="00396268"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396268" w:rsidRPr="002462BE" w14:paraId="22D6B85D"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3A19C353" w14:textId="77777777" w:rsidR="00396268" w:rsidRPr="002462BE" w:rsidRDefault="00396268"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096710CF" w14:textId="77777777" w:rsidR="00396268" w:rsidRPr="002462BE" w:rsidRDefault="00396268"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51FC9DE1" w14:textId="77777777" w:rsidR="00396268" w:rsidRPr="002462BE" w:rsidRDefault="00396268"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6341A1EB" w14:textId="77777777" w:rsidR="00396268" w:rsidRPr="002462BE" w:rsidRDefault="00396268"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7EDA4C3" w14:textId="77777777" w:rsidR="00396268" w:rsidRPr="002462BE" w:rsidRDefault="00396268"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396268" w:rsidRPr="002462BE" w14:paraId="31BDD3B1"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6B945D" w14:textId="77777777" w:rsidR="00396268" w:rsidRPr="002462BE" w:rsidRDefault="00396268" w:rsidP="00B635D2">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68.</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14277FB1" w14:textId="77777777" w:rsidR="00396268" w:rsidRPr="002462BE" w:rsidRDefault="00396268" w:rsidP="00B635D2">
            <w:pPr>
              <w:pStyle w:val="Sraopastraipa"/>
              <w:ind w:left="8"/>
              <w:contextualSpacing w:val="0"/>
              <w:jc w:val="left"/>
              <w:rPr>
                <w:rFonts w:ascii="Calibri Light" w:hAnsi="Calibri Light" w:cs="Calibri Light"/>
                <w:sz w:val="20"/>
                <w:szCs w:val="20"/>
              </w:rPr>
            </w:pPr>
            <w:r w:rsidRPr="002462BE">
              <w:rPr>
                <w:rFonts w:ascii="Calibri Light" w:hAnsi="Calibri Light" w:cs="Calibri Light"/>
                <w:sz w:val="20"/>
                <w:szCs w:val="20"/>
                <w:lang w:eastAsia="lt-LT"/>
              </w:rPr>
              <w:t xml:space="preserve">Marių g. 7, </w:t>
            </w:r>
            <w:proofErr w:type="spellStart"/>
            <w:r w:rsidRPr="002462BE">
              <w:rPr>
                <w:rFonts w:ascii="Calibri Light" w:hAnsi="Calibri Light" w:cs="Calibri Light"/>
                <w:sz w:val="20"/>
                <w:szCs w:val="20"/>
                <w:lang w:eastAsia="lt-LT"/>
              </w:rPr>
              <w:t>Mariampolė</w:t>
            </w:r>
            <w:proofErr w:type="spellEnd"/>
            <w:r>
              <w:rPr>
                <w:rFonts w:ascii="Calibri Light" w:hAnsi="Calibri Light" w:cs="Calibri Light"/>
                <w:sz w:val="20"/>
                <w:szCs w:val="20"/>
                <w:lang w:eastAsia="lt-LT"/>
              </w:rPr>
              <w:t xml:space="preserve">, </w:t>
            </w:r>
            <w:r w:rsidRPr="003F24D6">
              <w:rPr>
                <w:rFonts w:ascii="Calibri Light" w:hAnsi="Calibri Light" w:cs="Calibri Light"/>
                <w:sz w:val="20"/>
                <w:szCs w:val="20"/>
                <w:lang w:eastAsia="lt-LT"/>
              </w:rPr>
              <w:t>54.529144, 23.353083</w:t>
            </w:r>
          </w:p>
        </w:tc>
        <w:tc>
          <w:tcPr>
            <w:tcW w:w="1135" w:type="pct"/>
            <w:tcBorders>
              <w:top w:val="single" w:sz="4" w:space="0" w:color="auto"/>
              <w:left w:val="nil"/>
              <w:bottom w:val="single" w:sz="4" w:space="0" w:color="auto"/>
              <w:right w:val="single" w:sz="4" w:space="0" w:color="auto"/>
            </w:tcBorders>
            <w:vAlign w:val="center"/>
          </w:tcPr>
          <w:p w14:paraId="4A5A5CDA" w14:textId="77777777" w:rsidR="00396268" w:rsidRPr="002462BE" w:rsidRDefault="00396268" w:rsidP="00B635D2">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751,25</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07A8EFD7" w14:textId="77777777" w:rsidR="00396268" w:rsidRPr="002462BE" w:rsidRDefault="00396268"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05BA02" w14:textId="77777777" w:rsidR="00396268" w:rsidRPr="002462BE" w:rsidRDefault="00396268"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231D9B">
              <w:rPr>
                <w:rFonts w:ascii="Calibri Light" w:eastAsia="Times New Roman" w:hAnsi="Calibri Light" w:cs="Calibri Light"/>
                <w:sz w:val="24"/>
                <w:szCs w:val="24"/>
                <w:lang w:eastAsia="lt-LT"/>
              </w:rPr>
              <w:t>27 045,00</w:t>
            </w:r>
          </w:p>
        </w:tc>
      </w:tr>
      <w:tr w:rsidR="00396268" w:rsidRPr="002462BE" w14:paraId="66D72FEE"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5A6EF59B" w14:textId="77777777" w:rsidR="00396268" w:rsidRPr="002462BE" w:rsidRDefault="00396268" w:rsidP="00B635D2">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DD12002" w14:textId="77777777" w:rsidR="00396268" w:rsidRPr="002462BE" w:rsidRDefault="00396268" w:rsidP="00B635D2">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C5F1BA" w14:textId="77777777" w:rsidR="00396268" w:rsidRPr="004E15A3" w:rsidRDefault="00396268" w:rsidP="00B635D2">
            <w:pPr>
              <w:tabs>
                <w:tab w:val="left" w:pos="720"/>
                <w:tab w:val="center" w:pos="4320"/>
                <w:tab w:val="right" w:pos="8640"/>
              </w:tabs>
              <w:spacing w:after="0" w:line="240" w:lineRule="auto"/>
              <w:ind w:firstLine="540"/>
              <w:rPr>
                <w:rFonts w:ascii="Calibri Light" w:hAnsi="Calibri Light" w:cs="Calibri Light"/>
                <w:b/>
                <w:bCs/>
              </w:rPr>
            </w:pPr>
            <w:r w:rsidRPr="004E15A3">
              <w:rPr>
                <w:rFonts w:ascii="Calibri Light" w:eastAsia="Times New Roman" w:hAnsi="Calibri Light" w:cs="Calibri Light"/>
                <w:b/>
                <w:bCs/>
                <w:sz w:val="24"/>
                <w:szCs w:val="24"/>
                <w:lang w:eastAsia="lt-LT"/>
              </w:rPr>
              <w:t>5679,45</w:t>
            </w:r>
          </w:p>
        </w:tc>
      </w:tr>
      <w:tr w:rsidR="00396268" w:rsidRPr="002462BE" w14:paraId="488CA6B9"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6856A29D" w14:textId="77777777" w:rsidR="00396268" w:rsidRPr="002462BE" w:rsidRDefault="00396268" w:rsidP="00B635D2">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9431D" w14:textId="77777777" w:rsidR="00396268" w:rsidRPr="002462BE" w:rsidRDefault="00396268" w:rsidP="00B635D2">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0A6D3" w14:textId="77777777" w:rsidR="00396268" w:rsidRPr="002462BE" w:rsidRDefault="00396268" w:rsidP="00B635D2">
            <w:pPr>
              <w:rPr>
                <w:rFonts w:ascii="Calibri Light" w:eastAsia="Times New Roman" w:hAnsi="Calibri Light" w:cs="Calibri Light"/>
                <w:sz w:val="24"/>
                <w:szCs w:val="24"/>
                <w:lang w:eastAsia="lt-LT"/>
              </w:rPr>
            </w:pPr>
            <w:r>
              <w:rPr>
                <w:rFonts w:ascii="Calibri Light" w:hAnsi="Calibri Light" w:cs="Calibri Light"/>
                <w:color w:val="000000"/>
              </w:rPr>
              <w:t>32724,45</w:t>
            </w:r>
          </w:p>
        </w:tc>
      </w:tr>
    </w:tbl>
    <w:p w14:paraId="4F780D55" w14:textId="77777777" w:rsidR="00166F98" w:rsidRDefault="00166F98" w:rsidP="00330F7E">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24"/>
        <w:gridCol w:w="2186"/>
        <w:gridCol w:w="2126"/>
        <w:gridCol w:w="2120"/>
      </w:tblGrid>
      <w:tr w:rsidR="007B45DD" w:rsidRPr="002462BE" w14:paraId="30F10378"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946597" w14:textId="77777777" w:rsidR="007B45DD" w:rsidRPr="002462BE" w:rsidRDefault="007B45DD" w:rsidP="00B635D2">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4D0A4C4A" w14:textId="77777777" w:rsidR="007B45DD" w:rsidRPr="002462BE" w:rsidRDefault="007B45DD"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1F1D853B" w14:textId="77777777" w:rsidR="007B45DD" w:rsidRPr="002462BE" w:rsidRDefault="007B45DD"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4A8CF3D0" w14:textId="77777777" w:rsidR="007B45DD" w:rsidRPr="002462BE" w:rsidRDefault="007B45DD"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1C724210" w14:textId="77777777" w:rsidR="007B45DD" w:rsidRPr="002462BE" w:rsidRDefault="007B45DD"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665D2EEF" w14:textId="77777777" w:rsidR="007B45DD" w:rsidRPr="002462BE" w:rsidRDefault="007B45DD"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1FDE7FD6" w14:textId="77777777" w:rsidR="007B45DD" w:rsidRPr="002462BE" w:rsidRDefault="007B45DD"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35DAF5A2" w14:textId="77777777" w:rsidR="007B45DD" w:rsidRPr="002462BE" w:rsidRDefault="007B45DD"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0E06DE" w14:textId="77777777" w:rsidR="007B45DD" w:rsidRPr="002462BE" w:rsidRDefault="007B45DD"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312A4346" w14:textId="77777777" w:rsidR="007B45DD" w:rsidRPr="002462BE" w:rsidRDefault="007B45DD"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3D6398FD" w14:textId="77777777" w:rsidR="007B45DD" w:rsidRPr="002462BE" w:rsidRDefault="007B45DD"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7B45DD" w:rsidRPr="002462BE" w14:paraId="1000EDE8"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291ED91A" w14:textId="77777777" w:rsidR="007B45DD" w:rsidRPr="002462BE" w:rsidRDefault="007B45DD"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1F7B915D" w14:textId="77777777" w:rsidR="007B45DD" w:rsidRPr="002462BE" w:rsidRDefault="007B45DD"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62846B3C" w14:textId="77777777" w:rsidR="007B45DD" w:rsidRPr="002462BE" w:rsidRDefault="007B45DD"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0D12BD75" w14:textId="77777777" w:rsidR="007B45DD" w:rsidRPr="002462BE" w:rsidRDefault="007B45DD"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FAF11F" w14:textId="77777777" w:rsidR="007B45DD" w:rsidRPr="002462BE" w:rsidRDefault="007B45DD"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7B45DD" w:rsidRPr="002462BE" w14:paraId="5599D88A"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B3A73D" w14:textId="77777777" w:rsidR="007B45DD" w:rsidRPr="002462BE" w:rsidRDefault="007B45DD" w:rsidP="00B635D2">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69.</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1D238D5A" w14:textId="77777777" w:rsidR="007B45DD" w:rsidRPr="002462BE" w:rsidRDefault="007B45DD" w:rsidP="00B635D2">
            <w:pPr>
              <w:pStyle w:val="Sraopastraipa"/>
              <w:ind w:left="8"/>
              <w:contextualSpacing w:val="0"/>
              <w:jc w:val="left"/>
              <w:rPr>
                <w:rFonts w:ascii="Calibri Light" w:hAnsi="Calibri Light" w:cs="Calibri Light"/>
                <w:sz w:val="20"/>
                <w:szCs w:val="20"/>
              </w:rPr>
            </w:pPr>
            <w:r w:rsidRPr="002462BE">
              <w:rPr>
                <w:rFonts w:ascii="Calibri Light" w:hAnsi="Calibri Light" w:cs="Calibri Light"/>
                <w:sz w:val="20"/>
                <w:szCs w:val="20"/>
                <w:lang w:eastAsia="lt-LT"/>
              </w:rPr>
              <w:t>Vilniaus g. 1, Raseiniai</w:t>
            </w:r>
            <w:r>
              <w:rPr>
                <w:rFonts w:ascii="Calibri Light" w:hAnsi="Calibri Light" w:cs="Calibri Light"/>
                <w:sz w:val="20"/>
                <w:szCs w:val="20"/>
                <w:lang w:eastAsia="lt-LT"/>
              </w:rPr>
              <w:t xml:space="preserve">, </w:t>
            </w:r>
            <w:r w:rsidRPr="003F24D6">
              <w:rPr>
                <w:rFonts w:ascii="Calibri Light" w:hAnsi="Calibri Light" w:cs="Calibri Light"/>
                <w:sz w:val="20"/>
                <w:szCs w:val="20"/>
                <w:lang w:eastAsia="lt-LT"/>
              </w:rPr>
              <w:t>55.366056, 23.137194</w:t>
            </w:r>
          </w:p>
        </w:tc>
        <w:tc>
          <w:tcPr>
            <w:tcW w:w="1135" w:type="pct"/>
            <w:tcBorders>
              <w:top w:val="single" w:sz="4" w:space="0" w:color="auto"/>
              <w:left w:val="nil"/>
              <w:bottom w:val="single" w:sz="4" w:space="0" w:color="auto"/>
              <w:right w:val="single" w:sz="4" w:space="0" w:color="auto"/>
            </w:tcBorders>
            <w:vAlign w:val="center"/>
          </w:tcPr>
          <w:p w14:paraId="77F28664" w14:textId="77777777" w:rsidR="007B45DD" w:rsidRPr="00231D9B" w:rsidRDefault="007B45DD" w:rsidP="00B635D2">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712,47</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2E1A9C38" w14:textId="77777777" w:rsidR="007B45DD" w:rsidRPr="002462BE" w:rsidRDefault="007B45DD"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E7EDC7" w14:textId="77777777" w:rsidR="007B45DD" w:rsidRPr="002462BE" w:rsidRDefault="007B45DD"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231D9B">
              <w:rPr>
                <w:rFonts w:ascii="Calibri Light" w:eastAsia="Times New Roman" w:hAnsi="Calibri Light" w:cs="Calibri Light"/>
                <w:sz w:val="24"/>
                <w:szCs w:val="24"/>
                <w:lang w:eastAsia="lt-LT"/>
              </w:rPr>
              <w:t>25648,92</w:t>
            </w:r>
          </w:p>
        </w:tc>
      </w:tr>
      <w:tr w:rsidR="007B45DD" w:rsidRPr="002462BE" w14:paraId="680E1E3F"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0A14F988" w14:textId="77777777" w:rsidR="007B45DD" w:rsidRPr="002462BE" w:rsidRDefault="007B45DD" w:rsidP="00B635D2">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1B59040" w14:textId="77777777" w:rsidR="007B45DD" w:rsidRPr="002462BE" w:rsidRDefault="007B45DD" w:rsidP="00B635D2">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6BC9C9" w14:textId="77777777" w:rsidR="007B45DD" w:rsidRPr="00231D9B" w:rsidRDefault="007B45DD" w:rsidP="00B635D2">
            <w:pPr>
              <w:rPr>
                <w:rFonts w:ascii="Calibri Light" w:hAnsi="Calibri Light" w:cs="Calibri Light"/>
                <w:b/>
              </w:rPr>
            </w:pPr>
            <w:r w:rsidRPr="00231D9B">
              <w:rPr>
                <w:rFonts w:ascii="Calibri Light" w:hAnsi="Calibri Light" w:cs="Calibri Light"/>
                <w:b/>
              </w:rPr>
              <w:t>5386,27</w:t>
            </w:r>
          </w:p>
          <w:p w14:paraId="7B28D206" w14:textId="77777777" w:rsidR="007B45DD" w:rsidRPr="002462BE" w:rsidRDefault="007B45DD" w:rsidP="00B635D2">
            <w:pPr>
              <w:tabs>
                <w:tab w:val="left" w:pos="720"/>
                <w:tab w:val="center" w:pos="4320"/>
                <w:tab w:val="right" w:pos="8640"/>
              </w:tabs>
              <w:spacing w:after="0" w:line="240" w:lineRule="auto"/>
              <w:ind w:firstLine="540"/>
              <w:rPr>
                <w:rFonts w:ascii="Calibri Light" w:hAnsi="Calibri Light" w:cs="Calibri Light"/>
                <w:b/>
              </w:rPr>
            </w:pPr>
          </w:p>
        </w:tc>
      </w:tr>
      <w:tr w:rsidR="007B45DD" w:rsidRPr="002462BE" w14:paraId="75E20113"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00AB50A6" w14:textId="77777777" w:rsidR="007B45DD" w:rsidRPr="002462BE" w:rsidRDefault="007B45DD" w:rsidP="00B635D2">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41AA26" w14:textId="77777777" w:rsidR="007B45DD" w:rsidRPr="002462BE" w:rsidRDefault="007B45DD" w:rsidP="00B635D2">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95656" w14:textId="77777777" w:rsidR="007B45DD" w:rsidRPr="002462BE" w:rsidRDefault="007B45DD"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231D9B">
              <w:rPr>
                <w:rFonts w:ascii="Calibri Light" w:eastAsia="Times New Roman" w:hAnsi="Calibri Light" w:cs="Calibri Light"/>
                <w:sz w:val="24"/>
                <w:szCs w:val="24"/>
                <w:lang w:eastAsia="lt-LT"/>
              </w:rPr>
              <w:t>31035,19</w:t>
            </w:r>
          </w:p>
        </w:tc>
      </w:tr>
    </w:tbl>
    <w:p w14:paraId="61815A90" w14:textId="77777777" w:rsidR="007B45DD" w:rsidRDefault="007B45DD" w:rsidP="00330F7E">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24"/>
        <w:gridCol w:w="2186"/>
        <w:gridCol w:w="2126"/>
        <w:gridCol w:w="2120"/>
      </w:tblGrid>
      <w:tr w:rsidR="00FC24F0" w:rsidRPr="002462BE" w14:paraId="3EF97ED3"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675687" w14:textId="77777777" w:rsidR="00FC24F0" w:rsidRPr="002462BE" w:rsidRDefault="00FC24F0" w:rsidP="00B635D2">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0F6F6ED5" w14:textId="77777777" w:rsidR="00FC24F0" w:rsidRPr="002462BE" w:rsidRDefault="00FC24F0"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40FBA989" w14:textId="77777777" w:rsidR="00FC24F0" w:rsidRPr="002462BE" w:rsidRDefault="00FC24F0"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11A3C38A" w14:textId="77777777" w:rsidR="00FC24F0" w:rsidRPr="002462BE" w:rsidRDefault="00FC24F0"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529145A5" w14:textId="77777777" w:rsidR="00FC24F0" w:rsidRPr="002462BE" w:rsidRDefault="00FC24F0"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2A29B3D8" w14:textId="77777777" w:rsidR="00FC24F0" w:rsidRPr="002462BE" w:rsidRDefault="00FC24F0"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1CE52456" w14:textId="77777777" w:rsidR="00FC24F0" w:rsidRPr="002462BE" w:rsidRDefault="00FC24F0"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1DAFB9EE" w14:textId="77777777" w:rsidR="00FC24F0" w:rsidRPr="002462BE" w:rsidRDefault="00FC24F0"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7CAC42" w14:textId="77777777" w:rsidR="00FC24F0" w:rsidRPr="002462BE" w:rsidRDefault="00FC24F0"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3EE96726" w14:textId="77777777" w:rsidR="00FC24F0" w:rsidRPr="002462BE" w:rsidRDefault="00FC24F0"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1B26EA5C" w14:textId="77777777" w:rsidR="00FC24F0" w:rsidRPr="002462BE" w:rsidRDefault="00FC24F0"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FC24F0" w:rsidRPr="002462BE" w14:paraId="43B48C8D"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04832F5C" w14:textId="77777777" w:rsidR="00FC24F0" w:rsidRPr="002462BE" w:rsidRDefault="00FC24F0"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37BC9392" w14:textId="77777777" w:rsidR="00FC24F0" w:rsidRPr="002462BE" w:rsidRDefault="00FC24F0"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587615E3" w14:textId="77777777" w:rsidR="00FC24F0" w:rsidRPr="002462BE" w:rsidRDefault="00FC24F0"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45329B1A" w14:textId="77777777" w:rsidR="00FC24F0" w:rsidRPr="002462BE" w:rsidRDefault="00FC24F0"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751507" w14:textId="77777777" w:rsidR="00FC24F0" w:rsidRPr="002462BE" w:rsidRDefault="00FC24F0"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FC24F0" w:rsidRPr="002462BE" w14:paraId="5597C886"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80E35B" w14:textId="77777777" w:rsidR="00FC24F0" w:rsidRPr="002462BE" w:rsidRDefault="00FC24F0" w:rsidP="00B635D2">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70.</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6B9EBD46" w14:textId="77777777" w:rsidR="00FC24F0" w:rsidRPr="002462BE" w:rsidRDefault="00FC24F0" w:rsidP="00B635D2">
            <w:pPr>
              <w:pStyle w:val="Sraopastraipa"/>
              <w:ind w:left="8"/>
              <w:contextualSpacing w:val="0"/>
              <w:jc w:val="left"/>
              <w:rPr>
                <w:rFonts w:ascii="Calibri Light" w:hAnsi="Calibri Light" w:cs="Calibri Light"/>
                <w:sz w:val="20"/>
                <w:szCs w:val="20"/>
              </w:rPr>
            </w:pPr>
            <w:r w:rsidRPr="002462BE">
              <w:rPr>
                <w:rFonts w:ascii="Calibri Light" w:hAnsi="Calibri Light" w:cs="Calibri Light"/>
                <w:sz w:val="20"/>
                <w:szCs w:val="20"/>
                <w:lang w:eastAsia="lt-LT"/>
              </w:rPr>
              <w:t>Pramonės g. 7D, Varėna</w:t>
            </w:r>
            <w:r>
              <w:rPr>
                <w:rFonts w:ascii="Calibri Light" w:hAnsi="Calibri Light" w:cs="Calibri Light"/>
                <w:sz w:val="20"/>
                <w:szCs w:val="20"/>
                <w:lang w:eastAsia="lt-LT"/>
              </w:rPr>
              <w:t xml:space="preserve">, </w:t>
            </w:r>
            <w:r w:rsidRPr="00A11F4A">
              <w:rPr>
                <w:rFonts w:ascii="Calibri Light" w:hAnsi="Calibri Light" w:cs="Calibri Light"/>
                <w:sz w:val="20"/>
                <w:szCs w:val="20"/>
                <w:lang w:eastAsia="lt-LT"/>
              </w:rPr>
              <w:t>54.216033, 24.591792</w:t>
            </w:r>
          </w:p>
        </w:tc>
        <w:tc>
          <w:tcPr>
            <w:tcW w:w="1135" w:type="pct"/>
            <w:tcBorders>
              <w:top w:val="single" w:sz="4" w:space="0" w:color="auto"/>
              <w:left w:val="nil"/>
              <w:bottom w:val="single" w:sz="4" w:space="0" w:color="auto"/>
              <w:right w:val="single" w:sz="4" w:space="0" w:color="auto"/>
            </w:tcBorders>
            <w:vAlign w:val="center"/>
          </w:tcPr>
          <w:p w14:paraId="43D00E82" w14:textId="77777777" w:rsidR="00FC24F0" w:rsidRPr="002462BE" w:rsidRDefault="00FC24F0" w:rsidP="00B635D2">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951,49</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1FC95BC8" w14:textId="77777777" w:rsidR="00FC24F0" w:rsidRPr="002462BE" w:rsidRDefault="00FC24F0"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2D73C" w14:textId="77777777" w:rsidR="00FC24F0" w:rsidRPr="002462BE" w:rsidRDefault="00FC24F0"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EF3AC1">
              <w:rPr>
                <w:rFonts w:ascii="Calibri Light" w:eastAsia="Times New Roman" w:hAnsi="Calibri Light" w:cs="Calibri Light"/>
                <w:sz w:val="24"/>
                <w:szCs w:val="24"/>
                <w:lang w:eastAsia="lt-LT"/>
              </w:rPr>
              <w:t>34253,64</w:t>
            </w:r>
          </w:p>
        </w:tc>
      </w:tr>
      <w:tr w:rsidR="00FC24F0" w:rsidRPr="002462BE" w14:paraId="04C82D67"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3AF4B192" w14:textId="77777777" w:rsidR="00FC24F0" w:rsidRPr="002462BE" w:rsidRDefault="00FC24F0" w:rsidP="00B635D2">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84CEF4D" w14:textId="77777777" w:rsidR="00FC24F0" w:rsidRPr="002462BE" w:rsidRDefault="00FC24F0" w:rsidP="00B635D2">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853ED5" w14:textId="77777777" w:rsidR="00FC24F0" w:rsidRPr="002462BE" w:rsidRDefault="00FC24F0" w:rsidP="00B635D2">
            <w:pPr>
              <w:rPr>
                <w:rFonts w:ascii="Calibri Light" w:hAnsi="Calibri Light" w:cs="Calibri Light"/>
                <w:b/>
              </w:rPr>
            </w:pPr>
            <w:r w:rsidRPr="00EF3AC1">
              <w:rPr>
                <w:rFonts w:ascii="Calibri Light" w:hAnsi="Calibri Light" w:cs="Calibri Light"/>
                <w:b/>
              </w:rPr>
              <w:t>7193,26</w:t>
            </w:r>
          </w:p>
        </w:tc>
      </w:tr>
      <w:tr w:rsidR="00FC24F0" w:rsidRPr="002462BE" w14:paraId="130E6A8F"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0E82687E" w14:textId="77777777" w:rsidR="00FC24F0" w:rsidRPr="002462BE" w:rsidRDefault="00FC24F0" w:rsidP="00B635D2">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F535C" w14:textId="77777777" w:rsidR="00FC24F0" w:rsidRPr="002462BE" w:rsidRDefault="00FC24F0" w:rsidP="00B635D2">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5DC2FE" w14:textId="77777777" w:rsidR="00FC24F0" w:rsidRPr="002462BE" w:rsidRDefault="00FC24F0"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EF3AC1">
              <w:rPr>
                <w:rFonts w:ascii="Calibri Light" w:eastAsia="Times New Roman" w:hAnsi="Calibri Light" w:cs="Calibri Light"/>
                <w:sz w:val="24"/>
                <w:szCs w:val="24"/>
                <w:lang w:eastAsia="lt-LT"/>
              </w:rPr>
              <w:t>41446,90</w:t>
            </w:r>
          </w:p>
        </w:tc>
      </w:tr>
    </w:tbl>
    <w:p w14:paraId="25C48676" w14:textId="77777777" w:rsidR="00FC24F0" w:rsidRDefault="00FC24F0" w:rsidP="00330F7E">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24"/>
        <w:gridCol w:w="2186"/>
        <w:gridCol w:w="2126"/>
        <w:gridCol w:w="2120"/>
      </w:tblGrid>
      <w:tr w:rsidR="006B17D1" w:rsidRPr="002462BE" w14:paraId="0C049AD8"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B0D2FB" w14:textId="77777777" w:rsidR="006B17D1" w:rsidRPr="002462BE" w:rsidRDefault="006B17D1" w:rsidP="00B635D2">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749AA54C" w14:textId="77777777" w:rsidR="006B17D1" w:rsidRPr="002462BE" w:rsidRDefault="006B17D1"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6BC444B3" w14:textId="77777777" w:rsidR="006B17D1" w:rsidRPr="002462BE" w:rsidRDefault="006B17D1"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638C7D0A" w14:textId="77777777" w:rsidR="006B17D1" w:rsidRPr="002462BE" w:rsidRDefault="006B17D1"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1FA5C5C5" w14:textId="77777777" w:rsidR="006B17D1" w:rsidRPr="002462BE" w:rsidRDefault="006B17D1"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35A0E7F1" w14:textId="77777777" w:rsidR="006B17D1" w:rsidRPr="002462BE" w:rsidRDefault="006B17D1"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78EEC610" w14:textId="77777777" w:rsidR="006B17D1" w:rsidRPr="002462BE" w:rsidRDefault="006B17D1"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7B3158E2" w14:textId="77777777" w:rsidR="006B17D1" w:rsidRPr="002462BE" w:rsidRDefault="006B17D1"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2BC6B8" w14:textId="77777777" w:rsidR="006B17D1" w:rsidRPr="002462BE" w:rsidRDefault="006B17D1"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3D735AFC" w14:textId="77777777" w:rsidR="006B17D1" w:rsidRPr="002462BE" w:rsidRDefault="006B17D1"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0D763CBB" w14:textId="77777777" w:rsidR="006B17D1" w:rsidRPr="002462BE" w:rsidRDefault="006B17D1"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6B17D1" w:rsidRPr="002462BE" w14:paraId="01650BAE"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27B4F9D5" w14:textId="77777777" w:rsidR="006B17D1" w:rsidRPr="002462BE" w:rsidRDefault="006B17D1"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64E11E0B" w14:textId="77777777" w:rsidR="006B17D1" w:rsidRPr="002462BE" w:rsidRDefault="006B17D1"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2B4A78A5" w14:textId="77777777" w:rsidR="006B17D1" w:rsidRPr="002462BE" w:rsidRDefault="006B17D1"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630313F4" w14:textId="77777777" w:rsidR="006B17D1" w:rsidRPr="002462BE" w:rsidRDefault="006B17D1"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215275" w14:textId="77777777" w:rsidR="006B17D1" w:rsidRPr="002462BE" w:rsidRDefault="006B17D1"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6B17D1" w:rsidRPr="002462BE" w14:paraId="4763006D"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7DB607" w14:textId="77777777" w:rsidR="006B17D1" w:rsidRPr="002462BE" w:rsidRDefault="006B17D1" w:rsidP="00B635D2">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71.</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1DBCFDA4" w14:textId="77777777" w:rsidR="006B17D1" w:rsidRPr="002462BE" w:rsidRDefault="006B17D1" w:rsidP="00B635D2">
            <w:pPr>
              <w:pStyle w:val="Sraopastraipa"/>
              <w:ind w:left="8"/>
              <w:contextualSpacing w:val="0"/>
              <w:jc w:val="left"/>
              <w:rPr>
                <w:rFonts w:ascii="Calibri Light" w:hAnsi="Calibri Light" w:cs="Calibri Light"/>
                <w:sz w:val="20"/>
                <w:szCs w:val="20"/>
              </w:rPr>
            </w:pPr>
            <w:r w:rsidRPr="002462BE">
              <w:rPr>
                <w:rFonts w:ascii="Calibri Light" w:hAnsi="Calibri Light" w:cs="Calibri Light"/>
                <w:sz w:val="20"/>
                <w:szCs w:val="20"/>
                <w:lang w:eastAsia="lt-LT"/>
              </w:rPr>
              <w:t>Respublikos al. 28, N. Akmenė</w:t>
            </w:r>
            <w:r>
              <w:rPr>
                <w:rFonts w:ascii="Calibri Light" w:hAnsi="Calibri Light" w:cs="Calibri Light"/>
                <w:sz w:val="20"/>
                <w:szCs w:val="20"/>
                <w:lang w:eastAsia="lt-LT"/>
              </w:rPr>
              <w:t xml:space="preserve">, </w:t>
            </w:r>
            <w:r w:rsidRPr="00A11F4A">
              <w:rPr>
                <w:rFonts w:ascii="Calibri Light" w:hAnsi="Calibri Light" w:cs="Calibri Light"/>
                <w:sz w:val="20"/>
                <w:szCs w:val="20"/>
                <w:lang w:eastAsia="lt-LT"/>
              </w:rPr>
              <w:t>56.318194, 22.871472</w:t>
            </w:r>
          </w:p>
        </w:tc>
        <w:tc>
          <w:tcPr>
            <w:tcW w:w="1135" w:type="pct"/>
            <w:tcBorders>
              <w:top w:val="single" w:sz="4" w:space="0" w:color="auto"/>
              <w:left w:val="nil"/>
              <w:bottom w:val="single" w:sz="4" w:space="0" w:color="auto"/>
              <w:right w:val="single" w:sz="4" w:space="0" w:color="auto"/>
            </w:tcBorders>
            <w:vAlign w:val="center"/>
          </w:tcPr>
          <w:p w14:paraId="765B4C69" w14:textId="77777777" w:rsidR="006B17D1" w:rsidRPr="002462BE" w:rsidRDefault="006B17D1" w:rsidP="00B635D2">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694,05</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278F59CF" w14:textId="77777777" w:rsidR="006B17D1" w:rsidRPr="002462BE" w:rsidRDefault="006B17D1"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52D98" w14:textId="77777777" w:rsidR="006B17D1" w:rsidRPr="002462BE" w:rsidRDefault="006B17D1"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E25021">
              <w:rPr>
                <w:rFonts w:ascii="Calibri Light" w:eastAsia="Times New Roman" w:hAnsi="Calibri Light" w:cs="Calibri Light"/>
                <w:sz w:val="24"/>
                <w:szCs w:val="24"/>
                <w:lang w:eastAsia="lt-LT"/>
              </w:rPr>
              <w:t>24985,80</w:t>
            </w:r>
          </w:p>
        </w:tc>
      </w:tr>
      <w:tr w:rsidR="006B17D1" w:rsidRPr="002462BE" w14:paraId="72C98FE2"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3C143821" w14:textId="77777777" w:rsidR="006B17D1" w:rsidRPr="002462BE" w:rsidRDefault="006B17D1" w:rsidP="00B635D2">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EBA1E5B" w14:textId="77777777" w:rsidR="006B17D1" w:rsidRPr="002462BE" w:rsidRDefault="006B17D1" w:rsidP="00B635D2">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2B7720" w14:textId="77777777" w:rsidR="006B17D1" w:rsidRPr="00E25021" w:rsidRDefault="006B17D1" w:rsidP="00B635D2">
            <w:pPr>
              <w:rPr>
                <w:rFonts w:ascii="Calibri Light" w:hAnsi="Calibri Light" w:cs="Calibri Light"/>
                <w:b/>
              </w:rPr>
            </w:pPr>
            <w:r w:rsidRPr="00E25021">
              <w:rPr>
                <w:rFonts w:ascii="Calibri Light" w:hAnsi="Calibri Light" w:cs="Calibri Light"/>
                <w:b/>
              </w:rPr>
              <w:t>5247,02</w:t>
            </w:r>
          </w:p>
          <w:p w14:paraId="1F860063" w14:textId="77777777" w:rsidR="006B17D1" w:rsidRPr="002462BE" w:rsidRDefault="006B17D1" w:rsidP="00B635D2">
            <w:pPr>
              <w:tabs>
                <w:tab w:val="left" w:pos="720"/>
                <w:tab w:val="center" w:pos="4320"/>
                <w:tab w:val="right" w:pos="8640"/>
              </w:tabs>
              <w:spacing w:after="0" w:line="240" w:lineRule="auto"/>
              <w:ind w:firstLine="540"/>
              <w:rPr>
                <w:rFonts w:ascii="Calibri Light" w:hAnsi="Calibri Light" w:cs="Calibri Light"/>
                <w:b/>
              </w:rPr>
            </w:pPr>
          </w:p>
        </w:tc>
      </w:tr>
      <w:tr w:rsidR="006B17D1" w:rsidRPr="002462BE" w14:paraId="25D254B0"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39A1BA9A" w14:textId="77777777" w:rsidR="006B17D1" w:rsidRPr="002462BE" w:rsidRDefault="006B17D1" w:rsidP="00B635D2">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07632" w14:textId="77777777" w:rsidR="006B17D1" w:rsidRPr="002462BE" w:rsidRDefault="006B17D1" w:rsidP="00B635D2">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3243F" w14:textId="77777777" w:rsidR="006B17D1" w:rsidRPr="002462BE" w:rsidRDefault="006B17D1"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E25021">
              <w:rPr>
                <w:rFonts w:ascii="Calibri Light" w:eastAsia="Times New Roman" w:hAnsi="Calibri Light" w:cs="Calibri Light"/>
                <w:sz w:val="24"/>
                <w:szCs w:val="24"/>
                <w:lang w:eastAsia="lt-LT"/>
              </w:rPr>
              <w:t>30232,82</w:t>
            </w:r>
          </w:p>
        </w:tc>
      </w:tr>
    </w:tbl>
    <w:p w14:paraId="499C1BB8" w14:textId="77777777" w:rsidR="006B17D1" w:rsidRDefault="006B17D1" w:rsidP="00330F7E">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24"/>
        <w:gridCol w:w="2186"/>
        <w:gridCol w:w="2126"/>
        <w:gridCol w:w="2120"/>
      </w:tblGrid>
      <w:tr w:rsidR="002851D0" w:rsidRPr="002462BE" w14:paraId="1F2B7FFB"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88C9B1" w14:textId="77777777" w:rsidR="002851D0" w:rsidRPr="002462BE" w:rsidRDefault="002851D0" w:rsidP="00B635D2">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1DAE8224" w14:textId="77777777" w:rsidR="002851D0" w:rsidRPr="002462BE" w:rsidRDefault="002851D0"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4AC355B3" w14:textId="77777777" w:rsidR="002851D0" w:rsidRPr="002462BE" w:rsidRDefault="002851D0"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42BB9DD4" w14:textId="77777777" w:rsidR="002851D0" w:rsidRPr="002462BE" w:rsidRDefault="002851D0"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32A293C6" w14:textId="77777777" w:rsidR="002851D0" w:rsidRPr="002462BE" w:rsidRDefault="002851D0"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220BF0E4" w14:textId="77777777" w:rsidR="002851D0" w:rsidRPr="002462BE" w:rsidRDefault="002851D0"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3F252C20" w14:textId="77777777" w:rsidR="002851D0" w:rsidRPr="002462BE" w:rsidRDefault="002851D0"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101AA48A" w14:textId="77777777" w:rsidR="002851D0" w:rsidRPr="002462BE" w:rsidRDefault="002851D0"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26FE99" w14:textId="77777777" w:rsidR="002851D0" w:rsidRPr="002462BE" w:rsidRDefault="002851D0"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180223D4" w14:textId="77777777" w:rsidR="002851D0" w:rsidRPr="002462BE" w:rsidRDefault="002851D0"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2525333D" w14:textId="77777777" w:rsidR="002851D0" w:rsidRPr="002462BE" w:rsidRDefault="002851D0"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2851D0" w:rsidRPr="002462BE" w14:paraId="75B4BAF8"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62D98B56" w14:textId="77777777" w:rsidR="002851D0" w:rsidRPr="002462BE" w:rsidRDefault="002851D0"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4EC34333" w14:textId="77777777" w:rsidR="002851D0" w:rsidRPr="002462BE" w:rsidRDefault="002851D0"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33F5D704" w14:textId="77777777" w:rsidR="002851D0" w:rsidRPr="002462BE" w:rsidRDefault="002851D0"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794685F9" w14:textId="77777777" w:rsidR="002851D0" w:rsidRPr="002462BE" w:rsidRDefault="002851D0"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8E9346" w14:textId="77777777" w:rsidR="002851D0" w:rsidRPr="002462BE" w:rsidRDefault="002851D0"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2851D0" w:rsidRPr="002462BE" w14:paraId="409B54ED"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75B46E" w14:textId="77777777" w:rsidR="002851D0" w:rsidRPr="002462BE" w:rsidRDefault="002851D0" w:rsidP="00B635D2">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72.</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0B97AF04" w14:textId="77777777" w:rsidR="002851D0" w:rsidRPr="002462BE" w:rsidRDefault="002851D0" w:rsidP="00B635D2">
            <w:pPr>
              <w:pStyle w:val="Sraopastraipa"/>
              <w:ind w:left="8"/>
              <w:contextualSpacing w:val="0"/>
              <w:jc w:val="left"/>
              <w:rPr>
                <w:rFonts w:ascii="Calibri Light" w:hAnsi="Calibri Light" w:cs="Calibri Light"/>
                <w:sz w:val="20"/>
                <w:szCs w:val="20"/>
              </w:rPr>
            </w:pPr>
            <w:r w:rsidRPr="002462BE">
              <w:rPr>
                <w:rFonts w:ascii="Calibri Light" w:hAnsi="Calibri Light" w:cs="Calibri Light"/>
                <w:sz w:val="20"/>
                <w:szCs w:val="20"/>
                <w:lang w:eastAsia="lt-LT"/>
              </w:rPr>
              <w:t>Rinkuškių k., Biržų r.</w:t>
            </w:r>
            <w:r>
              <w:rPr>
                <w:rFonts w:ascii="Calibri Light" w:hAnsi="Calibri Light" w:cs="Calibri Light"/>
                <w:sz w:val="20"/>
                <w:szCs w:val="20"/>
                <w:lang w:eastAsia="lt-LT"/>
              </w:rPr>
              <w:t xml:space="preserve">, </w:t>
            </w:r>
            <w:r w:rsidRPr="00A11F4A">
              <w:rPr>
                <w:rFonts w:ascii="Calibri Light" w:hAnsi="Calibri Light" w:cs="Calibri Light"/>
                <w:sz w:val="20"/>
                <w:szCs w:val="20"/>
                <w:lang w:eastAsia="lt-LT"/>
              </w:rPr>
              <w:t>56.21725, 24.727556</w:t>
            </w:r>
          </w:p>
        </w:tc>
        <w:tc>
          <w:tcPr>
            <w:tcW w:w="1135" w:type="pct"/>
            <w:tcBorders>
              <w:top w:val="single" w:sz="4" w:space="0" w:color="auto"/>
              <w:left w:val="nil"/>
              <w:bottom w:val="single" w:sz="4" w:space="0" w:color="auto"/>
              <w:right w:val="single" w:sz="4" w:space="0" w:color="auto"/>
            </w:tcBorders>
            <w:vAlign w:val="center"/>
          </w:tcPr>
          <w:p w14:paraId="5521D1C4" w14:textId="77777777" w:rsidR="002851D0" w:rsidRPr="002462BE" w:rsidRDefault="002851D0" w:rsidP="00B635D2">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1120,47</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0D793794" w14:textId="77777777" w:rsidR="002851D0" w:rsidRPr="002462BE" w:rsidRDefault="002851D0"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5E767" w14:textId="77777777" w:rsidR="002851D0" w:rsidRPr="002462BE" w:rsidRDefault="002851D0"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D21E5E">
              <w:rPr>
                <w:rFonts w:ascii="Calibri Light" w:eastAsia="Times New Roman" w:hAnsi="Calibri Light" w:cs="Calibri Light"/>
                <w:sz w:val="24"/>
                <w:szCs w:val="24"/>
                <w:lang w:eastAsia="lt-LT"/>
              </w:rPr>
              <w:t>40336,92</w:t>
            </w:r>
          </w:p>
        </w:tc>
      </w:tr>
      <w:tr w:rsidR="002851D0" w:rsidRPr="002462BE" w14:paraId="431298AF"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2215E157" w14:textId="77777777" w:rsidR="002851D0" w:rsidRPr="002462BE" w:rsidRDefault="002851D0" w:rsidP="00B635D2">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C7286E5" w14:textId="77777777" w:rsidR="002851D0" w:rsidRPr="002462BE" w:rsidRDefault="002851D0" w:rsidP="00B635D2">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ADD330" w14:textId="77777777" w:rsidR="002851D0" w:rsidRPr="00D21E5E" w:rsidRDefault="002851D0" w:rsidP="00B635D2">
            <w:pPr>
              <w:rPr>
                <w:rFonts w:ascii="Calibri Light" w:hAnsi="Calibri Light" w:cs="Calibri Light"/>
                <w:b/>
              </w:rPr>
            </w:pPr>
            <w:r w:rsidRPr="00D21E5E">
              <w:rPr>
                <w:rFonts w:ascii="Calibri Light" w:hAnsi="Calibri Light" w:cs="Calibri Light"/>
                <w:b/>
              </w:rPr>
              <w:t>8470,75</w:t>
            </w:r>
          </w:p>
          <w:p w14:paraId="778BA3AA" w14:textId="77777777" w:rsidR="002851D0" w:rsidRPr="002462BE" w:rsidRDefault="002851D0" w:rsidP="00B635D2">
            <w:pPr>
              <w:tabs>
                <w:tab w:val="left" w:pos="720"/>
                <w:tab w:val="center" w:pos="4320"/>
                <w:tab w:val="right" w:pos="8640"/>
              </w:tabs>
              <w:spacing w:after="0" w:line="240" w:lineRule="auto"/>
              <w:ind w:firstLine="540"/>
              <w:rPr>
                <w:rFonts w:ascii="Calibri Light" w:hAnsi="Calibri Light" w:cs="Calibri Light"/>
                <w:b/>
              </w:rPr>
            </w:pPr>
          </w:p>
        </w:tc>
      </w:tr>
      <w:tr w:rsidR="002851D0" w:rsidRPr="002462BE" w14:paraId="31457E2F"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3B784904" w14:textId="77777777" w:rsidR="002851D0" w:rsidRPr="002462BE" w:rsidRDefault="002851D0" w:rsidP="00B635D2">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5F752" w14:textId="77777777" w:rsidR="002851D0" w:rsidRPr="002462BE" w:rsidRDefault="002851D0" w:rsidP="00B635D2">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3DC899" w14:textId="77777777" w:rsidR="002851D0" w:rsidRPr="002462BE" w:rsidRDefault="002851D0"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7215AF">
              <w:rPr>
                <w:rFonts w:ascii="Calibri Light" w:eastAsia="Times New Roman" w:hAnsi="Calibri Light" w:cs="Calibri Light"/>
                <w:sz w:val="24"/>
                <w:szCs w:val="24"/>
                <w:lang w:eastAsia="lt-LT"/>
              </w:rPr>
              <w:t>48807,67</w:t>
            </w:r>
          </w:p>
        </w:tc>
      </w:tr>
    </w:tbl>
    <w:p w14:paraId="513FBF41" w14:textId="77777777" w:rsidR="006B17D1" w:rsidRDefault="006B17D1" w:rsidP="00330F7E">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24"/>
        <w:gridCol w:w="2186"/>
        <w:gridCol w:w="2126"/>
        <w:gridCol w:w="2120"/>
      </w:tblGrid>
      <w:tr w:rsidR="006D4174" w:rsidRPr="002462BE" w14:paraId="02C5B37F"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01CEAA" w14:textId="77777777" w:rsidR="006D4174" w:rsidRPr="002462BE" w:rsidRDefault="006D4174" w:rsidP="00B635D2">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51621F55" w14:textId="77777777" w:rsidR="006D4174" w:rsidRPr="002462BE" w:rsidRDefault="006D4174"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3C58D5F9" w14:textId="77777777" w:rsidR="006D4174" w:rsidRPr="002462BE" w:rsidRDefault="006D4174"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37157FFC" w14:textId="77777777" w:rsidR="006D4174" w:rsidRPr="002462BE" w:rsidRDefault="006D4174"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4EDBA7CF" w14:textId="77777777" w:rsidR="006D4174" w:rsidRPr="002462BE" w:rsidRDefault="006D4174"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5BC1920E" w14:textId="77777777" w:rsidR="006D4174" w:rsidRPr="002462BE" w:rsidRDefault="006D4174"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2C0D0578" w14:textId="77777777" w:rsidR="006D4174" w:rsidRPr="002462BE" w:rsidRDefault="006D4174"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0A979308" w14:textId="77777777" w:rsidR="006D4174" w:rsidRPr="002462BE" w:rsidRDefault="006D4174"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F0437D" w14:textId="77777777" w:rsidR="006D4174" w:rsidRPr="002462BE" w:rsidRDefault="006D4174"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635A0B58" w14:textId="77777777" w:rsidR="006D4174" w:rsidRPr="002462BE" w:rsidRDefault="006D4174"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10720F68" w14:textId="77777777" w:rsidR="006D4174" w:rsidRPr="002462BE" w:rsidRDefault="006D4174"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6D4174" w:rsidRPr="002462BE" w14:paraId="37B6B713"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7583B0C7" w14:textId="77777777" w:rsidR="006D4174" w:rsidRPr="002462BE" w:rsidRDefault="006D4174"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5821B17D" w14:textId="77777777" w:rsidR="006D4174" w:rsidRPr="002462BE" w:rsidRDefault="006D4174"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1FA2E83F" w14:textId="77777777" w:rsidR="006D4174" w:rsidRPr="002462BE" w:rsidRDefault="006D4174"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47B47893" w14:textId="77777777" w:rsidR="006D4174" w:rsidRPr="002462BE" w:rsidRDefault="006D4174"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828860" w14:textId="77777777" w:rsidR="006D4174" w:rsidRPr="002462BE" w:rsidRDefault="006D4174"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6D4174" w:rsidRPr="002462BE" w14:paraId="294BBE42"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9A1277" w14:textId="77777777" w:rsidR="006D4174" w:rsidRPr="002462BE" w:rsidRDefault="006D4174" w:rsidP="00B635D2">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73.</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6CC352C4" w14:textId="77777777" w:rsidR="006D4174" w:rsidRPr="002462BE" w:rsidRDefault="006D4174" w:rsidP="00B635D2">
            <w:pPr>
              <w:pStyle w:val="Sraopastraipa"/>
              <w:ind w:left="8"/>
              <w:contextualSpacing w:val="0"/>
              <w:jc w:val="left"/>
              <w:rPr>
                <w:rFonts w:ascii="Calibri Light" w:hAnsi="Calibri Light" w:cs="Calibri Light"/>
                <w:sz w:val="20"/>
                <w:szCs w:val="20"/>
              </w:rPr>
            </w:pPr>
            <w:proofErr w:type="spellStart"/>
            <w:r w:rsidRPr="002462BE">
              <w:rPr>
                <w:rFonts w:ascii="Calibri Light" w:hAnsi="Calibri Light" w:cs="Calibri Light"/>
                <w:sz w:val="20"/>
                <w:szCs w:val="20"/>
                <w:lang w:eastAsia="lt-LT"/>
              </w:rPr>
              <w:t>Radiklių</w:t>
            </w:r>
            <w:proofErr w:type="spellEnd"/>
            <w:r w:rsidRPr="002462BE">
              <w:rPr>
                <w:rFonts w:ascii="Calibri Light" w:hAnsi="Calibri Light" w:cs="Calibri Light"/>
                <w:sz w:val="20"/>
                <w:szCs w:val="20"/>
                <w:lang w:eastAsia="lt-LT"/>
              </w:rPr>
              <w:t xml:space="preserve"> k., Joniškio r.</w:t>
            </w:r>
            <w:r>
              <w:rPr>
                <w:rFonts w:ascii="Calibri Light" w:hAnsi="Calibri Light" w:cs="Calibri Light"/>
                <w:sz w:val="20"/>
                <w:szCs w:val="20"/>
                <w:lang w:eastAsia="lt-LT"/>
              </w:rPr>
              <w:t xml:space="preserve">, </w:t>
            </w:r>
            <w:r w:rsidRPr="00A11F4A">
              <w:rPr>
                <w:rFonts w:ascii="Calibri Light" w:hAnsi="Calibri Light" w:cs="Calibri Light"/>
                <w:sz w:val="20"/>
                <w:szCs w:val="20"/>
                <w:lang w:eastAsia="lt-LT"/>
              </w:rPr>
              <w:t>56.212056, 23.575889</w:t>
            </w:r>
          </w:p>
        </w:tc>
        <w:tc>
          <w:tcPr>
            <w:tcW w:w="1135" w:type="pct"/>
            <w:tcBorders>
              <w:top w:val="single" w:sz="4" w:space="0" w:color="auto"/>
              <w:left w:val="nil"/>
              <w:bottom w:val="single" w:sz="4" w:space="0" w:color="auto"/>
              <w:right w:val="single" w:sz="4" w:space="0" w:color="auto"/>
            </w:tcBorders>
            <w:vAlign w:val="center"/>
          </w:tcPr>
          <w:p w14:paraId="1C4B2D01" w14:textId="77777777" w:rsidR="006D4174" w:rsidRPr="002462BE" w:rsidRDefault="006D4174" w:rsidP="00B635D2">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765,01</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0B0A4653" w14:textId="77777777" w:rsidR="006D4174" w:rsidRPr="002462BE" w:rsidRDefault="006D4174"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89228" w14:textId="77777777" w:rsidR="006D4174" w:rsidRPr="002462BE" w:rsidRDefault="006D4174"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184DA4">
              <w:rPr>
                <w:rFonts w:ascii="Calibri Light" w:eastAsia="Times New Roman" w:hAnsi="Calibri Light" w:cs="Calibri Light"/>
                <w:sz w:val="24"/>
                <w:szCs w:val="24"/>
                <w:lang w:eastAsia="lt-LT"/>
              </w:rPr>
              <w:t>27540,36</w:t>
            </w:r>
          </w:p>
        </w:tc>
      </w:tr>
      <w:tr w:rsidR="006D4174" w:rsidRPr="002462BE" w14:paraId="47E6D766"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59CEA684" w14:textId="77777777" w:rsidR="006D4174" w:rsidRPr="002462BE" w:rsidRDefault="006D4174" w:rsidP="00B635D2">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7D70D29" w14:textId="77777777" w:rsidR="006D4174" w:rsidRPr="002462BE" w:rsidRDefault="006D4174" w:rsidP="00B635D2">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20DDB9" w14:textId="77777777" w:rsidR="006D4174" w:rsidRPr="002462BE" w:rsidRDefault="006D4174" w:rsidP="00B635D2">
            <w:pPr>
              <w:rPr>
                <w:rFonts w:ascii="Calibri Light" w:hAnsi="Calibri Light" w:cs="Calibri Light"/>
                <w:b/>
              </w:rPr>
            </w:pPr>
            <w:r w:rsidRPr="00184DA4">
              <w:rPr>
                <w:rFonts w:ascii="Calibri Light" w:hAnsi="Calibri Light" w:cs="Calibri Light"/>
                <w:b/>
              </w:rPr>
              <w:t>5783,48</w:t>
            </w:r>
          </w:p>
        </w:tc>
      </w:tr>
      <w:tr w:rsidR="006D4174" w:rsidRPr="002462BE" w14:paraId="42E57F90"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7DE2520C" w14:textId="77777777" w:rsidR="006D4174" w:rsidRPr="002462BE" w:rsidRDefault="006D4174" w:rsidP="00B635D2">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28912" w14:textId="77777777" w:rsidR="006D4174" w:rsidRPr="002462BE" w:rsidRDefault="006D4174" w:rsidP="00B635D2">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017B57" w14:textId="77777777" w:rsidR="006D4174" w:rsidRPr="002462BE" w:rsidRDefault="006D4174"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184DA4">
              <w:rPr>
                <w:rFonts w:ascii="Calibri Light" w:eastAsia="Times New Roman" w:hAnsi="Calibri Light" w:cs="Calibri Light"/>
                <w:sz w:val="24"/>
                <w:szCs w:val="24"/>
                <w:lang w:eastAsia="lt-LT"/>
              </w:rPr>
              <w:t>33323,84</w:t>
            </w:r>
          </w:p>
        </w:tc>
      </w:tr>
    </w:tbl>
    <w:p w14:paraId="271E7590" w14:textId="77777777" w:rsidR="002851D0" w:rsidRDefault="002851D0" w:rsidP="00330F7E">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24"/>
        <w:gridCol w:w="2186"/>
        <w:gridCol w:w="2126"/>
        <w:gridCol w:w="2120"/>
      </w:tblGrid>
      <w:tr w:rsidR="009A36F3" w:rsidRPr="002462BE" w14:paraId="4001A057"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351AA3" w14:textId="77777777" w:rsidR="009A36F3" w:rsidRPr="002462BE" w:rsidRDefault="009A36F3" w:rsidP="00B635D2">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6B4BAB7D" w14:textId="77777777" w:rsidR="009A36F3" w:rsidRPr="002462BE" w:rsidRDefault="009A36F3"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50FED72A" w14:textId="77777777" w:rsidR="009A36F3" w:rsidRPr="002462BE" w:rsidRDefault="009A36F3"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5B9150BB" w14:textId="77777777" w:rsidR="009A36F3" w:rsidRPr="002462BE" w:rsidRDefault="009A36F3"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70D2F40A" w14:textId="77777777" w:rsidR="009A36F3" w:rsidRPr="002462BE" w:rsidRDefault="009A36F3"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67E9293A" w14:textId="77777777" w:rsidR="009A36F3" w:rsidRPr="002462BE" w:rsidRDefault="009A36F3"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76DF912D" w14:textId="77777777" w:rsidR="009A36F3" w:rsidRPr="002462BE" w:rsidRDefault="009A36F3"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79D155E4" w14:textId="77777777" w:rsidR="009A36F3" w:rsidRPr="002462BE" w:rsidRDefault="009A36F3"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D9176B" w14:textId="77777777" w:rsidR="009A36F3" w:rsidRPr="002462BE" w:rsidRDefault="009A36F3"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19644D00" w14:textId="77777777" w:rsidR="009A36F3" w:rsidRPr="002462BE" w:rsidRDefault="009A36F3"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37EAA67B" w14:textId="77777777" w:rsidR="009A36F3" w:rsidRPr="002462BE" w:rsidRDefault="009A36F3"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9A36F3" w:rsidRPr="002462BE" w14:paraId="2D83EF91"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1970F36A" w14:textId="77777777" w:rsidR="009A36F3" w:rsidRPr="002462BE" w:rsidRDefault="009A36F3"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1D36D9C4" w14:textId="77777777" w:rsidR="009A36F3" w:rsidRPr="002462BE" w:rsidRDefault="009A36F3"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5C4CE6C7" w14:textId="77777777" w:rsidR="009A36F3" w:rsidRPr="002462BE" w:rsidRDefault="009A36F3"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0D3E5170" w14:textId="77777777" w:rsidR="009A36F3" w:rsidRPr="002462BE" w:rsidRDefault="009A36F3"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C6F3CE" w14:textId="77777777" w:rsidR="009A36F3" w:rsidRPr="002462BE" w:rsidRDefault="009A36F3"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9A36F3" w:rsidRPr="002462BE" w14:paraId="2FE72EEF"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8A5D53" w14:textId="77777777" w:rsidR="009A36F3" w:rsidRPr="002462BE" w:rsidRDefault="009A36F3" w:rsidP="00B635D2">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74.</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0C2B1637" w14:textId="77777777" w:rsidR="009A36F3" w:rsidRPr="002462BE" w:rsidRDefault="009A36F3" w:rsidP="00B635D2">
            <w:pPr>
              <w:pStyle w:val="Sraopastraipa"/>
              <w:ind w:left="8"/>
              <w:contextualSpacing w:val="0"/>
              <w:jc w:val="left"/>
              <w:rPr>
                <w:rFonts w:ascii="Calibri Light" w:hAnsi="Calibri Light" w:cs="Calibri Light"/>
                <w:sz w:val="20"/>
                <w:szCs w:val="20"/>
              </w:rPr>
            </w:pPr>
            <w:proofErr w:type="spellStart"/>
            <w:r w:rsidRPr="002462BE">
              <w:rPr>
                <w:rFonts w:ascii="Calibri Light" w:hAnsi="Calibri Light" w:cs="Calibri Light"/>
                <w:sz w:val="20"/>
                <w:szCs w:val="20"/>
                <w:lang w:eastAsia="lt-LT"/>
              </w:rPr>
              <w:t>Gedraičių</w:t>
            </w:r>
            <w:proofErr w:type="spellEnd"/>
            <w:r w:rsidRPr="002462BE">
              <w:rPr>
                <w:rFonts w:ascii="Calibri Light" w:hAnsi="Calibri Light" w:cs="Calibri Light"/>
                <w:sz w:val="20"/>
                <w:szCs w:val="20"/>
                <w:lang w:eastAsia="lt-LT"/>
              </w:rPr>
              <w:t xml:space="preserve"> g. 5, Jurbarkas</w:t>
            </w:r>
            <w:r>
              <w:rPr>
                <w:rFonts w:ascii="Calibri Light" w:hAnsi="Calibri Light" w:cs="Calibri Light"/>
                <w:sz w:val="20"/>
                <w:szCs w:val="20"/>
                <w:lang w:eastAsia="lt-LT"/>
              </w:rPr>
              <w:t xml:space="preserve">, </w:t>
            </w:r>
            <w:r w:rsidRPr="00A11F4A">
              <w:rPr>
                <w:rFonts w:ascii="Calibri Light" w:hAnsi="Calibri Light" w:cs="Calibri Light"/>
                <w:sz w:val="20"/>
                <w:szCs w:val="20"/>
                <w:lang w:eastAsia="lt-LT"/>
              </w:rPr>
              <w:t>55.086778, 22.768917</w:t>
            </w:r>
          </w:p>
        </w:tc>
        <w:tc>
          <w:tcPr>
            <w:tcW w:w="1135" w:type="pct"/>
            <w:tcBorders>
              <w:top w:val="single" w:sz="4" w:space="0" w:color="auto"/>
              <w:left w:val="nil"/>
              <w:bottom w:val="single" w:sz="4" w:space="0" w:color="auto"/>
              <w:right w:val="single" w:sz="4" w:space="0" w:color="auto"/>
            </w:tcBorders>
            <w:vAlign w:val="center"/>
          </w:tcPr>
          <w:p w14:paraId="6C000662" w14:textId="77777777" w:rsidR="009A36F3" w:rsidRPr="002462BE" w:rsidRDefault="009A36F3" w:rsidP="00B635D2">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911,12</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5801C59A" w14:textId="77777777" w:rsidR="009A36F3" w:rsidRPr="002462BE" w:rsidRDefault="009A36F3"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68347" w14:textId="77777777" w:rsidR="009A36F3" w:rsidRPr="002462BE" w:rsidRDefault="009A36F3"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E34CEE">
              <w:rPr>
                <w:rFonts w:ascii="Calibri Light" w:eastAsia="Times New Roman" w:hAnsi="Calibri Light" w:cs="Calibri Light"/>
                <w:sz w:val="24"/>
                <w:szCs w:val="24"/>
                <w:lang w:eastAsia="lt-LT"/>
              </w:rPr>
              <w:t>32800,32</w:t>
            </w:r>
          </w:p>
        </w:tc>
      </w:tr>
      <w:tr w:rsidR="009A36F3" w:rsidRPr="002462BE" w14:paraId="55C2C34A"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53004F21" w14:textId="77777777" w:rsidR="009A36F3" w:rsidRPr="002462BE" w:rsidRDefault="009A36F3" w:rsidP="00B635D2">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DE889B1" w14:textId="77777777" w:rsidR="009A36F3" w:rsidRPr="002462BE" w:rsidRDefault="009A36F3" w:rsidP="00B635D2">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F729EF" w14:textId="77777777" w:rsidR="009A36F3" w:rsidRPr="00E34CEE" w:rsidRDefault="009A36F3" w:rsidP="00B635D2">
            <w:pPr>
              <w:rPr>
                <w:rFonts w:ascii="Calibri Light" w:hAnsi="Calibri Light" w:cs="Calibri Light"/>
                <w:b/>
              </w:rPr>
            </w:pPr>
            <w:r w:rsidRPr="00E34CEE">
              <w:rPr>
                <w:rFonts w:ascii="Calibri Light" w:hAnsi="Calibri Light" w:cs="Calibri Light"/>
                <w:b/>
              </w:rPr>
              <w:t>6888,07</w:t>
            </w:r>
          </w:p>
          <w:p w14:paraId="61109F79" w14:textId="77777777" w:rsidR="009A36F3" w:rsidRPr="002462BE" w:rsidRDefault="009A36F3" w:rsidP="00B635D2">
            <w:pPr>
              <w:tabs>
                <w:tab w:val="left" w:pos="720"/>
                <w:tab w:val="center" w:pos="4320"/>
                <w:tab w:val="right" w:pos="8640"/>
              </w:tabs>
              <w:spacing w:after="0" w:line="240" w:lineRule="auto"/>
              <w:ind w:firstLine="540"/>
              <w:rPr>
                <w:rFonts w:ascii="Calibri Light" w:hAnsi="Calibri Light" w:cs="Calibri Light"/>
                <w:b/>
              </w:rPr>
            </w:pPr>
          </w:p>
        </w:tc>
      </w:tr>
      <w:tr w:rsidR="009A36F3" w:rsidRPr="002462BE" w14:paraId="6C48A162"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2BCAE206" w14:textId="77777777" w:rsidR="009A36F3" w:rsidRPr="002462BE" w:rsidRDefault="009A36F3" w:rsidP="00B635D2">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DC87D" w14:textId="77777777" w:rsidR="009A36F3" w:rsidRPr="002462BE" w:rsidRDefault="009A36F3" w:rsidP="00B635D2">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121C0" w14:textId="77777777" w:rsidR="009A36F3" w:rsidRPr="002462BE" w:rsidRDefault="009A36F3"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E34CEE">
              <w:rPr>
                <w:rFonts w:ascii="Calibri Light" w:eastAsia="Times New Roman" w:hAnsi="Calibri Light" w:cs="Calibri Light"/>
                <w:sz w:val="24"/>
                <w:szCs w:val="24"/>
                <w:lang w:eastAsia="lt-LT"/>
              </w:rPr>
              <w:t>39688,39</w:t>
            </w:r>
          </w:p>
        </w:tc>
      </w:tr>
    </w:tbl>
    <w:p w14:paraId="68DC6465" w14:textId="77777777" w:rsidR="009A36F3" w:rsidRDefault="009A36F3" w:rsidP="00330F7E">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24"/>
        <w:gridCol w:w="2186"/>
        <w:gridCol w:w="2126"/>
        <w:gridCol w:w="2120"/>
      </w:tblGrid>
      <w:tr w:rsidR="009C7ED1" w:rsidRPr="002462BE" w14:paraId="42A8C4E1"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F646BD" w14:textId="77777777" w:rsidR="009C7ED1" w:rsidRPr="002462BE" w:rsidRDefault="009C7ED1" w:rsidP="00B635D2">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0004896B" w14:textId="77777777" w:rsidR="009C7ED1" w:rsidRPr="002462BE" w:rsidRDefault="009C7ED1"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49188FA8" w14:textId="77777777" w:rsidR="009C7ED1" w:rsidRPr="002462BE" w:rsidRDefault="009C7ED1"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4E4C0C4E" w14:textId="77777777" w:rsidR="009C7ED1" w:rsidRPr="002462BE" w:rsidRDefault="009C7ED1"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5680DFBB" w14:textId="77777777" w:rsidR="009C7ED1" w:rsidRPr="002462BE" w:rsidRDefault="009C7ED1"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2913E925" w14:textId="77777777" w:rsidR="009C7ED1" w:rsidRPr="002462BE" w:rsidRDefault="009C7ED1"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7BE3EC9B" w14:textId="77777777" w:rsidR="009C7ED1" w:rsidRPr="002462BE" w:rsidRDefault="009C7ED1"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71F8F10A" w14:textId="77777777" w:rsidR="009C7ED1" w:rsidRPr="002462BE" w:rsidRDefault="009C7ED1"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43FAD9" w14:textId="77777777" w:rsidR="009C7ED1" w:rsidRPr="002462BE" w:rsidRDefault="009C7ED1"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28FB5E87" w14:textId="77777777" w:rsidR="009C7ED1" w:rsidRPr="002462BE" w:rsidRDefault="009C7ED1"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4E663915" w14:textId="77777777" w:rsidR="009C7ED1" w:rsidRPr="002462BE" w:rsidRDefault="009C7ED1"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9C7ED1" w:rsidRPr="002462BE" w14:paraId="6E0689CA"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5F95B4F1" w14:textId="77777777" w:rsidR="009C7ED1" w:rsidRPr="002462BE" w:rsidRDefault="009C7ED1"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0D4B6D27" w14:textId="77777777" w:rsidR="009C7ED1" w:rsidRPr="002462BE" w:rsidRDefault="009C7ED1"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21A71E5A" w14:textId="77777777" w:rsidR="009C7ED1" w:rsidRPr="002462BE" w:rsidRDefault="009C7ED1"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23442A7B" w14:textId="77777777" w:rsidR="009C7ED1" w:rsidRPr="002462BE" w:rsidRDefault="009C7ED1"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1E649D" w14:textId="77777777" w:rsidR="009C7ED1" w:rsidRPr="002462BE" w:rsidRDefault="009C7ED1"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9C7ED1" w:rsidRPr="002462BE" w14:paraId="68D5F0AD"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E0F16A" w14:textId="77777777" w:rsidR="009C7ED1" w:rsidRPr="002462BE" w:rsidRDefault="009C7ED1" w:rsidP="00B635D2">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lastRenderedPageBreak/>
              <w:t>75.</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4F9A19B1" w14:textId="77777777" w:rsidR="009C7ED1" w:rsidRPr="002462BE" w:rsidRDefault="009C7ED1" w:rsidP="00B635D2">
            <w:pPr>
              <w:pStyle w:val="Sraopastraipa"/>
              <w:ind w:left="8"/>
              <w:contextualSpacing w:val="0"/>
              <w:jc w:val="left"/>
              <w:rPr>
                <w:rFonts w:ascii="Calibri Light" w:hAnsi="Calibri Light" w:cs="Calibri Light"/>
                <w:sz w:val="20"/>
                <w:szCs w:val="20"/>
              </w:rPr>
            </w:pPr>
            <w:r w:rsidRPr="002462BE">
              <w:rPr>
                <w:rFonts w:ascii="Calibri Light" w:hAnsi="Calibri Light" w:cs="Calibri Light"/>
                <w:sz w:val="20"/>
                <w:szCs w:val="20"/>
                <w:lang w:eastAsia="lt-LT"/>
              </w:rPr>
              <w:t>Žemaitijos g. 36, Mažeikiai</w:t>
            </w:r>
            <w:r>
              <w:rPr>
                <w:rFonts w:ascii="Calibri Light" w:hAnsi="Calibri Light" w:cs="Calibri Light"/>
                <w:sz w:val="20"/>
                <w:szCs w:val="20"/>
                <w:lang w:eastAsia="lt-LT"/>
              </w:rPr>
              <w:t xml:space="preserve">, </w:t>
            </w:r>
            <w:r w:rsidRPr="00A11F4A">
              <w:rPr>
                <w:rFonts w:ascii="Calibri Light" w:hAnsi="Calibri Light" w:cs="Calibri Light"/>
                <w:sz w:val="20"/>
                <w:szCs w:val="20"/>
                <w:lang w:eastAsia="lt-LT"/>
              </w:rPr>
              <w:t>56.302639, 22.338778</w:t>
            </w:r>
          </w:p>
        </w:tc>
        <w:tc>
          <w:tcPr>
            <w:tcW w:w="1135" w:type="pct"/>
            <w:tcBorders>
              <w:top w:val="single" w:sz="4" w:space="0" w:color="auto"/>
              <w:left w:val="nil"/>
              <w:bottom w:val="single" w:sz="4" w:space="0" w:color="auto"/>
              <w:right w:val="single" w:sz="4" w:space="0" w:color="auto"/>
            </w:tcBorders>
            <w:vAlign w:val="center"/>
          </w:tcPr>
          <w:p w14:paraId="65D87F41" w14:textId="77777777" w:rsidR="009C7ED1" w:rsidRPr="002462BE" w:rsidRDefault="009C7ED1" w:rsidP="00B635D2">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951,49</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3D96C64B" w14:textId="77777777" w:rsidR="009C7ED1" w:rsidRPr="002462BE" w:rsidRDefault="009C7ED1"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41F161" w14:textId="77777777" w:rsidR="009C7ED1" w:rsidRPr="002462BE" w:rsidRDefault="009C7ED1"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BC662D">
              <w:rPr>
                <w:rFonts w:ascii="Calibri Light" w:eastAsia="Times New Roman" w:hAnsi="Calibri Light" w:cs="Calibri Light"/>
                <w:sz w:val="24"/>
                <w:szCs w:val="24"/>
                <w:lang w:eastAsia="lt-LT"/>
              </w:rPr>
              <w:t>34253,64</w:t>
            </w:r>
          </w:p>
        </w:tc>
      </w:tr>
      <w:tr w:rsidR="009C7ED1" w:rsidRPr="002462BE" w14:paraId="7ACA68A9"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727EFFE6" w14:textId="77777777" w:rsidR="009C7ED1" w:rsidRPr="002462BE" w:rsidRDefault="009C7ED1" w:rsidP="00B635D2">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D2C1FB5" w14:textId="77777777" w:rsidR="009C7ED1" w:rsidRPr="002462BE" w:rsidRDefault="009C7ED1" w:rsidP="00B635D2">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C90DAF" w14:textId="77777777" w:rsidR="009C7ED1" w:rsidRPr="00BC662D" w:rsidRDefault="009C7ED1" w:rsidP="00B635D2">
            <w:pPr>
              <w:rPr>
                <w:rFonts w:ascii="Calibri Light" w:hAnsi="Calibri Light" w:cs="Calibri Light"/>
                <w:b/>
              </w:rPr>
            </w:pPr>
            <w:r w:rsidRPr="00BC662D">
              <w:rPr>
                <w:rFonts w:ascii="Calibri Light" w:hAnsi="Calibri Light" w:cs="Calibri Light"/>
                <w:b/>
              </w:rPr>
              <w:t>7193,26</w:t>
            </w:r>
          </w:p>
          <w:p w14:paraId="6C1EF5D9" w14:textId="77777777" w:rsidR="009C7ED1" w:rsidRPr="002462BE" w:rsidRDefault="009C7ED1" w:rsidP="00B635D2">
            <w:pPr>
              <w:tabs>
                <w:tab w:val="left" w:pos="720"/>
                <w:tab w:val="center" w:pos="4320"/>
                <w:tab w:val="right" w:pos="8640"/>
              </w:tabs>
              <w:spacing w:after="0" w:line="240" w:lineRule="auto"/>
              <w:ind w:firstLine="540"/>
              <w:rPr>
                <w:rFonts w:ascii="Calibri Light" w:hAnsi="Calibri Light" w:cs="Calibri Light"/>
                <w:b/>
              </w:rPr>
            </w:pPr>
          </w:p>
        </w:tc>
      </w:tr>
      <w:tr w:rsidR="009C7ED1" w:rsidRPr="002462BE" w14:paraId="44824C7E"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421E0BB6" w14:textId="77777777" w:rsidR="009C7ED1" w:rsidRPr="002462BE" w:rsidRDefault="009C7ED1" w:rsidP="00B635D2">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429C0" w14:textId="77777777" w:rsidR="009C7ED1" w:rsidRPr="002462BE" w:rsidRDefault="009C7ED1" w:rsidP="00B635D2">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25C0E" w14:textId="77777777" w:rsidR="009C7ED1" w:rsidRPr="002462BE" w:rsidRDefault="009C7ED1"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BC662D">
              <w:rPr>
                <w:rFonts w:ascii="Calibri Light" w:eastAsia="Times New Roman" w:hAnsi="Calibri Light" w:cs="Calibri Light"/>
                <w:sz w:val="24"/>
                <w:szCs w:val="24"/>
                <w:lang w:eastAsia="lt-LT"/>
              </w:rPr>
              <w:t>41446,90</w:t>
            </w:r>
          </w:p>
        </w:tc>
      </w:tr>
    </w:tbl>
    <w:p w14:paraId="49BF925F" w14:textId="77777777" w:rsidR="009A36F3" w:rsidRDefault="009A36F3" w:rsidP="00330F7E">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24"/>
        <w:gridCol w:w="2186"/>
        <w:gridCol w:w="2126"/>
        <w:gridCol w:w="2120"/>
      </w:tblGrid>
      <w:tr w:rsidR="00087C94" w:rsidRPr="002462BE" w14:paraId="113AA7CC"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9FB950" w14:textId="77777777" w:rsidR="00087C94" w:rsidRPr="002462BE" w:rsidRDefault="00087C94" w:rsidP="00B635D2">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4194E803" w14:textId="77777777" w:rsidR="00087C94" w:rsidRPr="002462BE" w:rsidRDefault="00087C94"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08958C8A" w14:textId="77777777" w:rsidR="00087C94" w:rsidRPr="002462BE" w:rsidRDefault="00087C94"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6C3D4E9D" w14:textId="77777777" w:rsidR="00087C94" w:rsidRPr="002462BE" w:rsidRDefault="00087C94"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06FDDDFE" w14:textId="77777777" w:rsidR="00087C94" w:rsidRPr="002462BE" w:rsidRDefault="00087C94"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5439FD9D" w14:textId="77777777" w:rsidR="00087C94" w:rsidRPr="002462BE" w:rsidRDefault="00087C94"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4FC34D8C" w14:textId="77777777" w:rsidR="00087C94" w:rsidRPr="002462BE" w:rsidRDefault="00087C94"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1282C1B7" w14:textId="77777777" w:rsidR="00087C94" w:rsidRPr="002462BE" w:rsidRDefault="00087C94"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4E3264" w14:textId="77777777" w:rsidR="00087C94" w:rsidRPr="002462BE" w:rsidRDefault="00087C94"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7BF006E8" w14:textId="77777777" w:rsidR="00087C94" w:rsidRPr="002462BE" w:rsidRDefault="00087C94"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4245F7A7" w14:textId="77777777" w:rsidR="00087C94" w:rsidRPr="002462BE" w:rsidRDefault="00087C94"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087C94" w:rsidRPr="002462BE" w14:paraId="34BAF146"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124406B1" w14:textId="77777777" w:rsidR="00087C94" w:rsidRPr="002462BE" w:rsidRDefault="00087C94"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56C17603" w14:textId="77777777" w:rsidR="00087C94" w:rsidRPr="002462BE" w:rsidRDefault="00087C94"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56D93664" w14:textId="77777777" w:rsidR="00087C94" w:rsidRPr="002462BE" w:rsidRDefault="00087C94"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66088A58" w14:textId="77777777" w:rsidR="00087C94" w:rsidRPr="002462BE" w:rsidRDefault="00087C94"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B04103" w14:textId="77777777" w:rsidR="00087C94" w:rsidRPr="002462BE" w:rsidRDefault="00087C94"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087C94" w:rsidRPr="002462BE" w14:paraId="05940EF8"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C6D48A" w14:textId="77777777" w:rsidR="00087C94" w:rsidRPr="002462BE" w:rsidRDefault="00087C94" w:rsidP="00B635D2">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76.</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20D457E6" w14:textId="77777777" w:rsidR="00087C94" w:rsidRPr="002462BE" w:rsidRDefault="00087C94" w:rsidP="00B635D2">
            <w:pPr>
              <w:pStyle w:val="Sraopastraipa"/>
              <w:ind w:left="8"/>
              <w:contextualSpacing w:val="0"/>
              <w:jc w:val="left"/>
              <w:rPr>
                <w:rFonts w:ascii="Calibri Light" w:hAnsi="Calibri Light" w:cs="Calibri Light"/>
                <w:sz w:val="20"/>
                <w:szCs w:val="20"/>
              </w:rPr>
            </w:pPr>
            <w:r w:rsidRPr="002462BE">
              <w:rPr>
                <w:rFonts w:ascii="Calibri Light" w:hAnsi="Calibri Light" w:cs="Calibri Light"/>
                <w:sz w:val="20"/>
                <w:szCs w:val="20"/>
                <w:lang w:eastAsia="lt-LT"/>
              </w:rPr>
              <w:t>Taikos g. 34, Nida</w:t>
            </w:r>
            <w:r>
              <w:rPr>
                <w:rFonts w:ascii="Calibri Light" w:hAnsi="Calibri Light" w:cs="Calibri Light"/>
                <w:sz w:val="20"/>
                <w:szCs w:val="20"/>
                <w:lang w:eastAsia="lt-LT"/>
              </w:rPr>
              <w:t xml:space="preserve">, </w:t>
            </w:r>
            <w:r w:rsidRPr="00A11F4A">
              <w:rPr>
                <w:rFonts w:ascii="Calibri Light" w:hAnsi="Calibri Light" w:cs="Calibri Light"/>
                <w:sz w:val="20"/>
                <w:szCs w:val="20"/>
                <w:lang w:eastAsia="lt-LT"/>
              </w:rPr>
              <w:t>55.305111, 20.999389</w:t>
            </w:r>
          </w:p>
        </w:tc>
        <w:tc>
          <w:tcPr>
            <w:tcW w:w="1135" w:type="pct"/>
            <w:tcBorders>
              <w:top w:val="single" w:sz="4" w:space="0" w:color="auto"/>
              <w:left w:val="nil"/>
              <w:bottom w:val="single" w:sz="4" w:space="0" w:color="auto"/>
              <w:right w:val="single" w:sz="4" w:space="0" w:color="auto"/>
            </w:tcBorders>
            <w:vAlign w:val="center"/>
          </w:tcPr>
          <w:p w14:paraId="0D3CDB04" w14:textId="77777777" w:rsidR="00087C94" w:rsidRPr="002462BE" w:rsidRDefault="00087C94" w:rsidP="00B635D2">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764,04</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72AAE55E" w14:textId="77777777" w:rsidR="00087C94" w:rsidRPr="002462BE" w:rsidRDefault="00087C94"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E3AD7" w14:textId="77777777" w:rsidR="00087C94" w:rsidRPr="002462BE" w:rsidRDefault="00087C94"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1D5F00">
              <w:rPr>
                <w:rFonts w:ascii="Calibri Light" w:eastAsia="Times New Roman" w:hAnsi="Calibri Light" w:cs="Calibri Light"/>
                <w:sz w:val="24"/>
                <w:szCs w:val="24"/>
                <w:lang w:eastAsia="lt-LT"/>
              </w:rPr>
              <w:t>27505,44</w:t>
            </w:r>
          </w:p>
        </w:tc>
      </w:tr>
      <w:tr w:rsidR="00087C94" w:rsidRPr="002462BE" w14:paraId="0289C63F"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1C0EF0CD" w14:textId="77777777" w:rsidR="00087C94" w:rsidRPr="002462BE" w:rsidRDefault="00087C94" w:rsidP="00B635D2">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4389E80" w14:textId="77777777" w:rsidR="00087C94" w:rsidRPr="002462BE" w:rsidRDefault="00087C94" w:rsidP="00B635D2">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B25468E" w14:textId="77777777" w:rsidR="00087C94" w:rsidRPr="001D5F00" w:rsidRDefault="00087C94" w:rsidP="00B635D2">
            <w:pPr>
              <w:rPr>
                <w:rFonts w:ascii="Calibri Light" w:hAnsi="Calibri Light" w:cs="Calibri Light"/>
                <w:b/>
              </w:rPr>
            </w:pPr>
            <w:r w:rsidRPr="001D5F00">
              <w:rPr>
                <w:rFonts w:ascii="Calibri Light" w:hAnsi="Calibri Light" w:cs="Calibri Light"/>
                <w:b/>
              </w:rPr>
              <w:t>5776,14</w:t>
            </w:r>
          </w:p>
          <w:p w14:paraId="301075F3" w14:textId="77777777" w:rsidR="00087C94" w:rsidRPr="002462BE" w:rsidRDefault="00087C94" w:rsidP="00B635D2">
            <w:pPr>
              <w:tabs>
                <w:tab w:val="left" w:pos="720"/>
                <w:tab w:val="center" w:pos="4320"/>
                <w:tab w:val="right" w:pos="8640"/>
              </w:tabs>
              <w:spacing w:after="0" w:line="240" w:lineRule="auto"/>
              <w:ind w:firstLine="540"/>
              <w:rPr>
                <w:rFonts w:ascii="Calibri Light" w:hAnsi="Calibri Light" w:cs="Calibri Light"/>
                <w:b/>
              </w:rPr>
            </w:pPr>
          </w:p>
        </w:tc>
      </w:tr>
      <w:tr w:rsidR="00087C94" w:rsidRPr="002462BE" w14:paraId="0ABF44E5"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7A86FFA1" w14:textId="77777777" w:rsidR="00087C94" w:rsidRPr="002462BE" w:rsidRDefault="00087C94" w:rsidP="00B635D2">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9ABCB" w14:textId="77777777" w:rsidR="00087C94" w:rsidRPr="002462BE" w:rsidRDefault="00087C94" w:rsidP="00B635D2">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104F4F" w14:textId="77777777" w:rsidR="00087C94" w:rsidRPr="002462BE" w:rsidRDefault="00087C94"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1D5F00">
              <w:rPr>
                <w:rFonts w:ascii="Calibri Light" w:eastAsia="Times New Roman" w:hAnsi="Calibri Light" w:cs="Calibri Light"/>
                <w:sz w:val="24"/>
                <w:szCs w:val="24"/>
                <w:lang w:eastAsia="lt-LT"/>
              </w:rPr>
              <w:t>33281,58</w:t>
            </w:r>
          </w:p>
        </w:tc>
      </w:tr>
    </w:tbl>
    <w:p w14:paraId="3086346A" w14:textId="77777777" w:rsidR="009C7ED1" w:rsidRDefault="009C7ED1" w:rsidP="00330F7E">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24"/>
        <w:gridCol w:w="2186"/>
        <w:gridCol w:w="2126"/>
        <w:gridCol w:w="2120"/>
      </w:tblGrid>
      <w:tr w:rsidR="00BD2722" w:rsidRPr="002462BE" w14:paraId="0E611CA7"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F39E3D" w14:textId="77777777" w:rsidR="00BD2722" w:rsidRPr="002462BE" w:rsidRDefault="00BD2722" w:rsidP="00B635D2">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020A4129" w14:textId="77777777" w:rsidR="00BD2722" w:rsidRPr="002462BE" w:rsidRDefault="00BD2722"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5E7281CF" w14:textId="77777777" w:rsidR="00BD2722" w:rsidRPr="002462BE" w:rsidRDefault="00BD2722"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69EAB9B7" w14:textId="77777777" w:rsidR="00BD2722" w:rsidRPr="002462BE" w:rsidRDefault="00BD2722"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6CE39850" w14:textId="77777777" w:rsidR="00BD2722" w:rsidRPr="002462BE" w:rsidRDefault="00BD2722"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72573869" w14:textId="77777777" w:rsidR="00BD2722" w:rsidRPr="002462BE" w:rsidRDefault="00BD2722"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171BFE05" w14:textId="77777777" w:rsidR="00BD2722" w:rsidRPr="002462BE" w:rsidRDefault="00BD2722"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27ECD29F" w14:textId="77777777" w:rsidR="00BD2722" w:rsidRPr="002462BE" w:rsidRDefault="00BD2722"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58D835" w14:textId="77777777" w:rsidR="00BD2722" w:rsidRPr="002462BE" w:rsidRDefault="00BD2722"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426B36CE" w14:textId="77777777" w:rsidR="00BD2722" w:rsidRPr="002462BE" w:rsidRDefault="00BD2722"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2622569A" w14:textId="77777777" w:rsidR="00BD2722" w:rsidRPr="002462BE" w:rsidRDefault="00BD2722"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BD2722" w:rsidRPr="002462BE" w14:paraId="3080B367"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3E94E9D1" w14:textId="77777777" w:rsidR="00BD2722" w:rsidRPr="002462BE" w:rsidRDefault="00BD2722"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71DAC4C6" w14:textId="77777777" w:rsidR="00BD2722" w:rsidRPr="002462BE" w:rsidRDefault="00BD2722"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70BBD591" w14:textId="77777777" w:rsidR="00BD2722" w:rsidRPr="002462BE" w:rsidRDefault="00BD2722"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70FCFC68" w14:textId="77777777" w:rsidR="00BD2722" w:rsidRPr="002462BE" w:rsidRDefault="00BD2722"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6C0ECE" w14:textId="77777777" w:rsidR="00BD2722" w:rsidRPr="002462BE" w:rsidRDefault="00BD2722"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BD2722" w:rsidRPr="002462BE" w14:paraId="4AB38EEB"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6F4398" w14:textId="77777777" w:rsidR="00BD2722" w:rsidRPr="002462BE" w:rsidRDefault="00BD2722" w:rsidP="00B635D2">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77.</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4B80FB81" w14:textId="77777777" w:rsidR="00BD2722" w:rsidRPr="002462BE" w:rsidRDefault="00BD2722" w:rsidP="00B635D2">
            <w:pPr>
              <w:pStyle w:val="Sraopastraipa"/>
              <w:ind w:left="8"/>
              <w:contextualSpacing w:val="0"/>
              <w:jc w:val="left"/>
              <w:rPr>
                <w:rFonts w:ascii="Calibri Light" w:hAnsi="Calibri Light" w:cs="Calibri Light"/>
                <w:sz w:val="20"/>
                <w:szCs w:val="20"/>
              </w:rPr>
            </w:pPr>
            <w:proofErr w:type="spellStart"/>
            <w:r w:rsidRPr="002462BE">
              <w:rPr>
                <w:rFonts w:ascii="Calibri Light" w:hAnsi="Calibri Light" w:cs="Calibri Light"/>
                <w:sz w:val="20"/>
                <w:szCs w:val="20"/>
                <w:lang w:eastAsia="lt-LT"/>
              </w:rPr>
              <w:t>Truikių</w:t>
            </w:r>
            <w:proofErr w:type="spellEnd"/>
            <w:r w:rsidRPr="002462BE">
              <w:rPr>
                <w:rFonts w:ascii="Calibri Light" w:hAnsi="Calibri Light" w:cs="Calibri Light"/>
                <w:sz w:val="20"/>
                <w:szCs w:val="20"/>
                <w:lang w:eastAsia="lt-LT"/>
              </w:rPr>
              <w:t xml:space="preserve"> k., Plungės r.</w:t>
            </w:r>
            <w:r>
              <w:rPr>
                <w:rFonts w:ascii="Calibri Light" w:hAnsi="Calibri Light" w:cs="Calibri Light"/>
                <w:sz w:val="20"/>
                <w:szCs w:val="20"/>
                <w:lang w:eastAsia="lt-LT"/>
              </w:rPr>
              <w:t xml:space="preserve">, </w:t>
            </w:r>
            <w:r w:rsidRPr="00A11F4A">
              <w:rPr>
                <w:rFonts w:ascii="Calibri Light" w:hAnsi="Calibri Light" w:cs="Calibri Light"/>
                <w:sz w:val="20"/>
                <w:szCs w:val="20"/>
                <w:lang w:eastAsia="lt-LT"/>
              </w:rPr>
              <w:t>55.940306, 21.874111</w:t>
            </w:r>
          </w:p>
        </w:tc>
        <w:tc>
          <w:tcPr>
            <w:tcW w:w="1135" w:type="pct"/>
            <w:tcBorders>
              <w:top w:val="single" w:sz="4" w:space="0" w:color="auto"/>
              <w:left w:val="nil"/>
              <w:bottom w:val="single" w:sz="4" w:space="0" w:color="auto"/>
              <w:right w:val="single" w:sz="4" w:space="0" w:color="auto"/>
            </w:tcBorders>
            <w:vAlign w:val="center"/>
          </w:tcPr>
          <w:p w14:paraId="2E3D632C" w14:textId="77777777" w:rsidR="00BD2722" w:rsidRPr="002462BE" w:rsidRDefault="00BD2722" w:rsidP="00B635D2">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886,14</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04126AA0" w14:textId="77777777" w:rsidR="00BD2722" w:rsidRPr="002462BE" w:rsidRDefault="00BD2722"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13538" w14:textId="77777777" w:rsidR="00BD2722" w:rsidRPr="002462BE" w:rsidRDefault="00BD2722"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FF69FF">
              <w:rPr>
                <w:rFonts w:ascii="Calibri Light" w:eastAsia="Times New Roman" w:hAnsi="Calibri Light" w:cs="Calibri Light"/>
                <w:sz w:val="24"/>
                <w:szCs w:val="24"/>
                <w:lang w:eastAsia="lt-LT"/>
              </w:rPr>
              <w:t>31901,04</w:t>
            </w:r>
          </w:p>
        </w:tc>
      </w:tr>
      <w:tr w:rsidR="00BD2722" w:rsidRPr="002462BE" w14:paraId="2A5BB88F"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657EA496" w14:textId="77777777" w:rsidR="00BD2722" w:rsidRPr="002462BE" w:rsidRDefault="00BD2722" w:rsidP="00B635D2">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67CF8D1" w14:textId="77777777" w:rsidR="00BD2722" w:rsidRPr="002462BE" w:rsidRDefault="00BD2722" w:rsidP="00B635D2">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623A19" w14:textId="77777777" w:rsidR="00BD2722" w:rsidRPr="002462BE" w:rsidRDefault="00BD2722" w:rsidP="00B635D2">
            <w:pPr>
              <w:rPr>
                <w:rFonts w:ascii="Calibri Light" w:hAnsi="Calibri Light" w:cs="Calibri Light"/>
                <w:b/>
              </w:rPr>
            </w:pPr>
            <w:r w:rsidRPr="00FF69FF">
              <w:rPr>
                <w:rFonts w:ascii="Calibri Light" w:hAnsi="Calibri Light" w:cs="Calibri Light"/>
                <w:b/>
              </w:rPr>
              <w:t>6699,22</w:t>
            </w:r>
          </w:p>
        </w:tc>
      </w:tr>
      <w:tr w:rsidR="00BD2722" w:rsidRPr="002462BE" w14:paraId="40C8EA87"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1BC419DF" w14:textId="77777777" w:rsidR="00BD2722" w:rsidRPr="002462BE" w:rsidRDefault="00BD2722" w:rsidP="00B635D2">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214445" w14:textId="77777777" w:rsidR="00BD2722" w:rsidRPr="002462BE" w:rsidRDefault="00BD2722" w:rsidP="00B635D2">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4F71E" w14:textId="77777777" w:rsidR="00BD2722" w:rsidRPr="002462BE" w:rsidRDefault="00BD2722"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FF69FF">
              <w:rPr>
                <w:rFonts w:ascii="Calibri Light" w:eastAsia="Times New Roman" w:hAnsi="Calibri Light" w:cs="Calibri Light"/>
                <w:sz w:val="24"/>
                <w:szCs w:val="24"/>
                <w:lang w:eastAsia="lt-LT"/>
              </w:rPr>
              <w:t>38600,26</w:t>
            </w:r>
          </w:p>
        </w:tc>
      </w:tr>
    </w:tbl>
    <w:p w14:paraId="76E90271" w14:textId="77777777" w:rsidR="00087C94" w:rsidRDefault="00087C94" w:rsidP="00330F7E">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24"/>
        <w:gridCol w:w="2186"/>
        <w:gridCol w:w="2126"/>
        <w:gridCol w:w="2120"/>
      </w:tblGrid>
      <w:tr w:rsidR="00735477" w:rsidRPr="002462BE" w14:paraId="1F6B20D8"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DD7605" w14:textId="77777777" w:rsidR="00735477" w:rsidRPr="002462BE" w:rsidRDefault="00735477" w:rsidP="00B635D2">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6E05885D" w14:textId="77777777" w:rsidR="00735477" w:rsidRPr="002462BE" w:rsidRDefault="0073547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654D3D03" w14:textId="77777777" w:rsidR="00735477" w:rsidRPr="002462BE" w:rsidRDefault="0073547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5F2A8536" w14:textId="77777777" w:rsidR="00735477" w:rsidRPr="002462BE" w:rsidRDefault="0073547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7D4562BF" w14:textId="77777777" w:rsidR="00735477" w:rsidRPr="002462BE" w:rsidRDefault="0073547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69EA3C6F" w14:textId="77777777" w:rsidR="00735477" w:rsidRPr="002462BE" w:rsidRDefault="0073547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5A1D62B0" w14:textId="77777777" w:rsidR="00735477" w:rsidRPr="002462BE" w:rsidRDefault="0073547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345FD726" w14:textId="77777777" w:rsidR="00735477" w:rsidRPr="002462BE" w:rsidRDefault="0073547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CDA525" w14:textId="77777777" w:rsidR="00735477" w:rsidRPr="002462BE" w:rsidRDefault="0073547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7B455C32" w14:textId="77777777" w:rsidR="00735477" w:rsidRPr="002462BE" w:rsidRDefault="0073547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2EEEEF9D" w14:textId="77777777" w:rsidR="00735477" w:rsidRPr="002462BE" w:rsidRDefault="0073547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735477" w:rsidRPr="002462BE" w14:paraId="2F86C218"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6BD7CAE5" w14:textId="77777777" w:rsidR="00735477" w:rsidRPr="002462BE" w:rsidRDefault="00735477"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508F9785" w14:textId="77777777" w:rsidR="00735477" w:rsidRPr="002462BE" w:rsidRDefault="00735477"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2FB4AB8C" w14:textId="77777777" w:rsidR="00735477" w:rsidRPr="002462BE" w:rsidRDefault="00735477"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4125F8B8" w14:textId="77777777" w:rsidR="00735477" w:rsidRPr="002462BE" w:rsidRDefault="00735477"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C38308" w14:textId="77777777" w:rsidR="00735477" w:rsidRPr="002462BE" w:rsidRDefault="00735477"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735477" w:rsidRPr="002462BE" w14:paraId="02D01EEF"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D0D3AE" w14:textId="77777777" w:rsidR="00735477" w:rsidRPr="002462BE" w:rsidRDefault="00735477" w:rsidP="00B635D2">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78.</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6955A68E" w14:textId="77777777" w:rsidR="00735477" w:rsidRPr="002462BE" w:rsidRDefault="00735477" w:rsidP="00B635D2">
            <w:pPr>
              <w:pStyle w:val="Sraopastraipa"/>
              <w:ind w:left="8"/>
              <w:contextualSpacing w:val="0"/>
              <w:jc w:val="left"/>
              <w:rPr>
                <w:rFonts w:ascii="Calibri Light" w:hAnsi="Calibri Light" w:cs="Calibri Light"/>
                <w:sz w:val="20"/>
                <w:szCs w:val="20"/>
              </w:rPr>
            </w:pPr>
            <w:r w:rsidRPr="002462BE">
              <w:rPr>
                <w:rFonts w:ascii="Calibri Light" w:hAnsi="Calibri Light" w:cs="Calibri Light"/>
                <w:sz w:val="20"/>
                <w:szCs w:val="20"/>
                <w:lang w:eastAsia="lt-LT"/>
              </w:rPr>
              <w:t>Taikos g. 33A, Šeduva</w:t>
            </w:r>
            <w:r>
              <w:rPr>
                <w:rFonts w:ascii="Calibri Light" w:hAnsi="Calibri Light" w:cs="Calibri Light"/>
                <w:sz w:val="20"/>
                <w:szCs w:val="20"/>
                <w:lang w:eastAsia="lt-LT"/>
              </w:rPr>
              <w:t xml:space="preserve">, </w:t>
            </w:r>
            <w:r w:rsidRPr="00A11F4A">
              <w:rPr>
                <w:rFonts w:ascii="Calibri Light" w:hAnsi="Calibri Light" w:cs="Calibri Light"/>
                <w:sz w:val="20"/>
                <w:szCs w:val="20"/>
                <w:lang w:eastAsia="lt-LT"/>
              </w:rPr>
              <w:t>55.761417, 23.757444</w:t>
            </w:r>
          </w:p>
        </w:tc>
        <w:tc>
          <w:tcPr>
            <w:tcW w:w="1135" w:type="pct"/>
            <w:tcBorders>
              <w:top w:val="single" w:sz="4" w:space="0" w:color="auto"/>
              <w:left w:val="nil"/>
              <w:bottom w:val="single" w:sz="4" w:space="0" w:color="auto"/>
              <w:right w:val="single" w:sz="4" w:space="0" w:color="auto"/>
            </w:tcBorders>
            <w:vAlign w:val="center"/>
          </w:tcPr>
          <w:p w14:paraId="15E38874" w14:textId="77777777" w:rsidR="00735477" w:rsidRPr="002462BE" w:rsidRDefault="00735477" w:rsidP="00B635D2">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766,17</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54F68F13" w14:textId="77777777" w:rsidR="00735477" w:rsidRPr="002462BE" w:rsidRDefault="00735477"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DBA9F1" w14:textId="77777777" w:rsidR="00735477" w:rsidRPr="002462BE" w:rsidRDefault="00735477"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p>
          <w:p w14:paraId="33133474" w14:textId="77777777" w:rsidR="00735477" w:rsidRPr="00696EEB" w:rsidRDefault="00735477" w:rsidP="00B635D2">
            <w:pPr>
              <w:rPr>
                <w:rFonts w:ascii="Calibri Light" w:hAnsi="Calibri Light" w:cs="Calibri Light"/>
                <w:color w:val="000000"/>
              </w:rPr>
            </w:pPr>
            <w:r>
              <w:rPr>
                <w:rFonts w:ascii="Calibri Light" w:hAnsi="Calibri Light" w:cs="Calibri Light"/>
                <w:color w:val="000000"/>
              </w:rPr>
              <w:t>27582,12</w:t>
            </w:r>
          </w:p>
        </w:tc>
      </w:tr>
      <w:tr w:rsidR="00735477" w:rsidRPr="002462BE" w14:paraId="023236E2"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053F73AB" w14:textId="77777777" w:rsidR="00735477" w:rsidRPr="002462BE" w:rsidRDefault="00735477" w:rsidP="00B635D2">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E452D7B" w14:textId="77777777" w:rsidR="00735477" w:rsidRPr="002462BE" w:rsidRDefault="00735477" w:rsidP="00B635D2">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EEA7A8" w14:textId="77777777" w:rsidR="00735477" w:rsidRPr="00696EEB" w:rsidRDefault="00735477" w:rsidP="00B635D2">
            <w:pPr>
              <w:rPr>
                <w:rFonts w:ascii="Calibri Light" w:hAnsi="Calibri Light" w:cs="Calibri Light"/>
                <w:b/>
              </w:rPr>
            </w:pPr>
            <w:r w:rsidRPr="00696EEB">
              <w:rPr>
                <w:rFonts w:ascii="Calibri Light" w:hAnsi="Calibri Light" w:cs="Calibri Light"/>
                <w:b/>
              </w:rPr>
              <w:t>5792,25</w:t>
            </w:r>
          </w:p>
          <w:p w14:paraId="54A2BCCF" w14:textId="77777777" w:rsidR="00735477" w:rsidRPr="002462BE" w:rsidRDefault="00735477" w:rsidP="00B635D2">
            <w:pPr>
              <w:tabs>
                <w:tab w:val="left" w:pos="720"/>
                <w:tab w:val="center" w:pos="4320"/>
                <w:tab w:val="right" w:pos="8640"/>
              </w:tabs>
              <w:spacing w:after="0" w:line="240" w:lineRule="auto"/>
              <w:ind w:firstLine="540"/>
              <w:rPr>
                <w:rFonts w:ascii="Calibri Light" w:hAnsi="Calibri Light" w:cs="Calibri Light"/>
                <w:b/>
              </w:rPr>
            </w:pPr>
          </w:p>
        </w:tc>
      </w:tr>
      <w:tr w:rsidR="00735477" w:rsidRPr="002462BE" w14:paraId="0B91DC8A"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5B701BDF" w14:textId="77777777" w:rsidR="00735477" w:rsidRPr="002462BE" w:rsidRDefault="00735477" w:rsidP="00B635D2">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A1473" w14:textId="77777777" w:rsidR="00735477" w:rsidRPr="002462BE" w:rsidRDefault="00735477" w:rsidP="00B635D2">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1F79D7" w14:textId="77777777" w:rsidR="00735477" w:rsidRPr="002462BE" w:rsidRDefault="00735477"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7B5DEC">
              <w:rPr>
                <w:rFonts w:ascii="Calibri Light" w:eastAsia="Times New Roman" w:hAnsi="Calibri Light" w:cs="Calibri Light"/>
                <w:sz w:val="24"/>
                <w:szCs w:val="24"/>
                <w:lang w:eastAsia="lt-LT"/>
              </w:rPr>
              <w:t>33374,37</w:t>
            </w:r>
          </w:p>
        </w:tc>
      </w:tr>
    </w:tbl>
    <w:p w14:paraId="3C02A1EC" w14:textId="77777777" w:rsidR="00BD2722" w:rsidRDefault="00BD2722" w:rsidP="00330F7E">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24"/>
        <w:gridCol w:w="2186"/>
        <w:gridCol w:w="2126"/>
        <w:gridCol w:w="2120"/>
      </w:tblGrid>
      <w:tr w:rsidR="00050B3D" w:rsidRPr="002462BE" w14:paraId="26B9C833"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C5F077" w14:textId="77777777" w:rsidR="00050B3D" w:rsidRPr="002462BE" w:rsidRDefault="00050B3D" w:rsidP="00B635D2">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lastRenderedPageBreak/>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3CA6E118" w14:textId="77777777" w:rsidR="00050B3D" w:rsidRPr="002462BE" w:rsidRDefault="00050B3D"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691623B8" w14:textId="77777777" w:rsidR="00050B3D" w:rsidRPr="002462BE" w:rsidRDefault="00050B3D"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1165270F" w14:textId="77777777" w:rsidR="00050B3D" w:rsidRPr="002462BE" w:rsidRDefault="00050B3D"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70981C6C" w14:textId="77777777" w:rsidR="00050B3D" w:rsidRPr="002462BE" w:rsidRDefault="00050B3D"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1687615C" w14:textId="77777777" w:rsidR="00050B3D" w:rsidRPr="002462BE" w:rsidRDefault="00050B3D"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62AEBF4A" w14:textId="77777777" w:rsidR="00050B3D" w:rsidRPr="002462BE" w:rsidRDefault="00050B3D"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64ED74EA" w14:textId="77777777" w:rsidR="00050B3D" w:rsidRPr="002462BE" w:rsidRDefault="00050B3D"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AB1897" w14:textId="77777777" w:rsidR="00050B3D" w:rsidRPr="002462BE" w:rsidRDefault="00050B3D"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32DB1BB1" w14:textId="77777777" w:rsidR="00050B3D" w:rsidRPr="002462BE" w:rsidRDefault="00050B3D"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1AC2300B" w14:textId="77777777" w:rsidR="00050B3D" w:rsidRPr="002462BE" w:rsidRDefault="00050B3D"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050B3D" w:rsidRPr="002462BE" w14:paraId="5326426F"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40421AD4" w14:textId="77777777" w:rsidR="00050B3D" w:rsidRPr="002462BE" w:rsidRDefault="00050B3D"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430C09BD" w14:textId="77777777" w:rsidR="00050B3D" w:rsidRPr="002462BE" w:rsidRDefault="00050B3D"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3FDE5F84" w14:textId="77777777" w:rsidR="00050B3D" w:rsidRPr="002462BE" w:rsidRDefault="00050B3D"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51032C36" w14:textId="77777777" w:rsidR="00050B3D" w:rsidRPr="002462BE" w:rsidRDefault="00050B3D"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C3E49E" w14:textId="77777777" w:rsidR="00050B3D" w:rsidRPr="002462BE" w:rsidRDefault="00050B3D"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050B3D" w:rsidRPr="002462BE" w14:paraId="49BEA490"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CF8FA3" w14:textId="77777777" w:rsidR="00050B3D" w:rsidRPr="002462BE" w:rsidRDefault="00050B3D" w:rsidP="00B635D2">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79.</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1EC665F7" w14:textId="77777777" w:rsidR="00050B3D" w:rsidRPr="002462BE" w:rsidRDefault="00050B3D" w:rsidP="00B635D2">
            <w:pPr>
              <w:pStyle w:val="Sraopastraipa"/>
              <w:ind w:left="8"/>
              <w:contextualSpacing w:val="0"/>
              <w:jc w:val="left"/>
              <w:rPr>
                <w:rFonts w:ascii="Calibri Light" w:hAnsi="Calibri Light" w:cs="Calibri Light"/>
                <w:sz w:val="20"/>
                <w:szCs w:val="20"/>
              </w:rPr>
            </w:pPr>
            <w:r w:rsidRPr="002462BE">
              <w:rPr>
                <w:rFonts w:ascii="Calibri Light" w:hAnsi="Calibri Light" w:cs="Calibri Light"/>
                <w:sz w:val="20"/>
                <w:szCs w:val="20"/>
                <w:lang w:eastAsia="lt-LT"/>
              </w:rPr>
              <w:t>Panevėžio g. 7D, Rokiškis</w:t>
            </w:r>
            <w:r>
              <w:rPr>
                <w:rFonts w:ascii="Calibri Light" w:hAnsi="Calibri Light" w:cs="Calibri Light"/>
                <w:sz w:val="20"/>
                <w:szCs w:val="20"/>
                <w:lang w:eastAsia="lt-LT"/>
              </w:rPr>
              <w:t xml:space="preserve">, </w:t>
            </w:r>
            <w:r w:rsidRPr="00A11F4A">
              <w:rPr>
                <w:rFonts w:ascii="Calibri Light" w:hAnsi="Calibri Light" w:cs="Calibri Light"/>
                <w:sz w:val="20"/>
                <w:szCs w:val="20"/>
                <w:lang w:eastAsia="lt-LT"/>
              </w:rPr>
              <w:t>55.942472, 25.586583</w:t>
            </w:r>
          </w:p>
        </w:tc>
        <w:tc>
          <w:tcPr>
            <w:tcW w:w="1135" w:type="pct"/>
            <w:tcBorders>
              <w:top w:val="single" w:sz="4" w:space="0" w:color="auto"/>
              <w:left w:val="nil"/>
              <w:bottom w:val="single" w:sz="4" w:space="0" w:color="auto"/>
              <w:right w:val="single" w:sz="4" w:space="0" w:color="auto"/>
            </w:tcBorders>
            <w:vAlign w:val="center"/>
          </w:tcPr>
          <w:p w14:paraId="3C42710C" w14:textId="77777777" w:rsidR="00050B3D" w:rsidRPr="002462BE" w:rsidRDefault="00050B3D" w:rsidP="00B635D2">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1111,36</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5BF7BBAA" w14:textId="77777777" w:rsidR="00050B3D" w:rsidRPr="002462BE" w:rsidRDefault="00050B3D"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74E96" w14:textId="77777777" w:rsidR="00050B3D" w:rsidRPr="002462BE" w:rsidRDefault="00050B3D"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1B7576">
              <w:rPr>
                <w:rFonts w:ascii="Calibri Light" w:eastAsia="Times New Roman" w:hAnsi="Calibri Light" w:cs="Calibri Light"/>
                <w:sz w:val="24"/>
                <w:szCs w:val="24"/>
                <w:lang w:eastAsia="lt-LT"/>
              </w:rPr>
              <w:t>40008,96</w:t>
            </w:r>
          </w:p>
        </w:tc>
      </w:tr>
      <w:tr w:rsidR="00050B3D" w:rsidRPr="002462BE" w14:paraId="7A44C9AD"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31BBFA83" w14:textId="77777777" w:rsidR="00050B3D" w:rsidRPr="002462BE" w:rsidRDefault="00050B3D" w:rsidP="00B635D2">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3863109" w14:textId="77777777" w:rsidR="00050B3D" w:rsidRPr="002462BE" w:rsidRDefault="00050B3D" w:rsidP="00B635D2">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E13D7A6" w14:textId="77777777" w:rsidR="00050B3D" w:rsidRPr="002462BE" w:rsidRDefault="00050B3D" w:rsidP="00B635D2">
            <w:pPr>
              <w:rPr>
                <w:rFonts w:ascii="Calibri Light" w:hAnsi="Calibri Light" w:cs="Calibri Light"/>
                <w:b/>
              </w:rPr>
            </w:pPr>
            <w:r w:rsidRPr="001B7576">
              <w:rPr>
                <w:rFonts w:ascii="Calibri Light" w:hAnsi="Calibri Light" w:cs="Calibri Light"/>
                <w:b/>
              </w:rPr>
              <w:t>8401,88</w:t>
            </w:r>
          </w:p>
        </w:tc>
      </w:tr>
      <w:tr w:rsidR="00050B3D" w:rsidRPr="002462BE" w14:paraId="4B8DE757"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3BF9F1E7" w14:textId="77777777" w:rsidR="00050B3D" w:rsidRPr="002462BE" w:rsidRDefault="00050B3D" w:rsidP="00B635D2">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C1EEB9" w14:textId="77777777" w:rsidR="00050B3D" w:rsidRPr="002462BE" w:rsidRDefault="00050B3D" w:rsidP="00B635D2">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F03E2B" w14:textId="77777777" w:rsidR="00050B3D" w:rsidRPr="002462BE" w:rsidRDefault="00050B3D"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1B7576">
              <w:rPr>
                <w:rFonts w:ascii="Calibri Light" w:eastAsia="Times New Roman" w:hAnsi="Calibri Light" w:cs="Calibri Light"/>
                <w:sz w:val="24"/>
                <w:szCs w:val="24"/>
                <w:lang w:eastAsia="lt-LT"/>
              </w:rPr>
              <w:t>48410,84</w:t>
            </w:r>
          </w:p>
        </w:tc>
      </w:tr>
    </w:tbl>
    <w:p w14:paraId="19DCA71E" w14:textId="77777777" w:rsidR="00050B3D" w:rsidRDefault="00050B3D" w:rsidP="00330F7E">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24"/>
        <w:gridCol w:w="2186"/>
        <w:gridCol w:w="2126"/>
        <w:gridCol w:w="2120"/>
      </w:tblGrid>
      <w:tr w:rsidR="00FB44A7" w:rsidRPr="002462BE" w14:paraId="7B138897"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39BD13" w14:textId="77777777" w:rsidR="00FB44A7" w:rsidRPr="002462BE" w:rsidRDefault="00FB44A7" w:rsidP="00B635D2">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0E174A10" w14:textId="77777777" w:rsidR="00FB44A7" w:rsidRPr="002462BE" w:rsidRDefault="00FB44A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2E80F838" w14:textId="77777777" w:rsidR="00FB44A7" w:rsidRPr="002462BE" w:rsidRDefault="00FB44A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24BF3CDC" w14:textId="77777777" w:rsidR="00FB44A7" w:rsidRPr="002462BE" w:rsidRDefault="00FB44A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578E8675" w14:textId="77777777" w:rsidR="00FB44A7" w:rsidRPr="002462BE" w:rsidRDefault="00FB44A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11C91BBC" w14:textId="77777777" w:rsidR="00FB44A7" w:rsidRPr="002462BE" w:rsidRDefault="00FB44A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6B39BDFB" w14:textId="77777777" w:rsidR="00FB44A7" w:rsidRPr="002462BE" w:rsidRDefault="00FB44A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213A395A" w14:textId="77777777" w:rsidR="00FB44A7" w:rsidRPr="002462BE" w:rsidRDefault="00FB44A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B6EC37" w14:textId="77777777" w:rsidR="00FB44A7" w:rsidRPr="002462BE" w:rsidRDefault="00FB44A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7190CE7F" w14:textId="77777777" w:rsidR="00FB44A7" w:rsidRPr="002462BE" w:rsidRDefault="00FB44A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5B4EDA24" w14:textId="77777777" w:rsidR="00FB44A7" w:rsidRPr="002462BE" w:rsidRDefault="00FB44A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FB44A7" w:rsidRPr="002462BE" w14:paraId="656DDEBD"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376C102D" w14:textId="77777777" w:rsidR="00FB44A7" w:rsidRPr="002462BE" w:rsidRDefault="00FB44A7"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47B569FC" w14:textId="77777777" w:rsidR="00FB44A7" w:rsidRPr="002462BE" w:rsidRDefault="00FB44A7"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15AFC802" w14:textId="77777777" w:rsidR="00FB44A7" w:rsidRPr="002462BE" w:rsidRDefault="00FB44A7"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1398B7F1" w14:textId="77777777" w:rsidR="00FB44A7" w:rsidRPr="002462BE" w:rsidRDefault="00FB44A7"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D54967" w14:textId="77777777" w:rsidR="00FB44A7" w:rsidRPr="002462BE" w:rsidRDefault="00FB44A7"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FB44A7" w:rsidRPr="002462BE" w14:paraId="5140EEAC"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06EF32" w14:textId="77777777" w:rsidR="00FB44A7" w:rsidRPr="002462BE" w:rsidRDefault="00FB44A7" w:rsidP="00B635D2">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80.</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7C1338A3" w14:textId="77777777" w:rsidR="00FB44A7" w:rsidRPr="002462BE" w:rsidRDefault="00FB44A7" w:rsidP="00B635D2">
            <w:pPr>
              <w:pStyle w:val="Sraopastraipa"/>
              <w:ind w:left="8"/>
              <w:contextualSpacing w:val="0"/>
              <w:jc w:val="left"/>
              <w:rPr>
                <w:rFonts w:ascii="Calibri Light" w:hAnsi="Calibri Light" w:cs="Calibri Light"/>
                <w:sz w:val="20"/>
                <w:szCs w:val="20"/>
              </w:rPr>
            </w:pPr>
            <w:r w:rsidRPr="002462BE">
              <w:rPr>
                <w:rFonts w:ascii="Calibri Light" w:hAnsi="Calibri Light" w:cs="Calibri Light"/>
                <w:sz w:val="20"/>
                <w:szCs w:val="20"/>
                <w:lang w:eastAsia="lt-LT"/>
              </w:rPr>
              <w:t>Švėkšna, Šilutės r.</w:t>
            </w:r>
            <w:r>
              <w:rPr>
                <w:rFonts w:ascii="Calibri Light" w:hAnsi="Calibri Light" w:cs="Calibri Light"/>
                <w:sz w:val="20"/>
                <w:szCs w:val="20"/>
                <w:lang w:eastAsia="lt-LT"/>
              </w:rPr>
              <w:t>,</w:t>
            </w:r>
            <w:r>
              <w:t xml:space="preserve"> </w:t>
            </w:r>
            <w:r w:rsidRPr="00A11F4A">
              <w:rPr>
                <w:rFonts w:ascii="Calibri Light" w:hAnsi="Calibri Light" w:cs="Calibri Light"/>
                <w:sz w:val="20"/>
                <w:szCs w:val="20"/>
                <w:lang w:eastAsia="lt-LT"/>
              </w:rPr>
              <w:t>55.528667, 21.618028</w:t>
            </w:r>
          </w:p>
        </w:tc>
        <w:tc>
          <w:tcPr>
            <w:tcW w:w="1135" w:type="pct"/>
            <w:tcBorders>
              <w:top w:val="single" w:sz="4" w:space="0" w:color="auto"/>
              <w:left w:val="nil"/>
              <w:bottom w:val="single" w:sz="4" w:space="0" w:color="auto"/>
              <w:right w:val="single" w:sz="4" w:space="0" w:color="auto"/>
            </w:tcBorders>
            <w:vAlign w:val="center"/>
          </w:tcPr>
          <w:p w14:paraId="0870BF80" w14:textId="77777777" w:rsidR="00FB44A7" w:rsidRPr="002462BE" w:rsidRDefault="00FB44A7" w:rsidP="00B635D2">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646,67</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686F55C2" w14:textId="77777777" w:rsidR="00FB44A7" w:rsidRPr="002462BE" w:rsidRDefault="00FB44A7"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39DF87" w14:textId="77777777" w:rsidR="00FB44A7" w:rsidRPr="002462BE" w:rsidRDefault="00FB44A7"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FF16BA">
              <w:rPr>
                <w:rFonts w:ascii="Calibri Light" w:eastAsia="Times New Roman" w:hAnsi="Calibri Light" w:cs="Calibri Light"/>
                <w:sz w:val="24"/>
                <w:szCs w:val="24"/>
                <w:lang w:eastAsia="lt-LT"/>
              </w:rPr>
              <w:t>23280,12</w:t>
            </w:r>
          </w:p>
        </w:tc>
      </w:tr>
      <w:tr w:rsidR="00FB44A7" w:rsidRPr="002462BE" w14:paraId="06C60743"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431111E7" w14:textId="77777777" w:rsidR="00FB44A7" w:rsidRPr="002462BE" w:rsidRDefault="00FB44A7" w:rsidP="00B635D2">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0E8A775" w14:textId="77777777" w:rsidR="00FB44A7" w:rsidRPr="002462BE" w:rsidRDefault="00FB44A7" w:rsidP="00B635D2">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6CF37D" w14:textId="77777777" w:rsidR="00FB44A7" w:rsidRPr="002462BE" w:rsidRDefault="00FB44A7" w:rsidP="00B635D2">
            <w:pPr>
              <w:rPr>
                <w:rFonts w:ascii="Calibri Light" w:hAnsi="Calibri Light" w:cs="Calibri Light"/>
                <w:b/>
              </w:rPr>
            </w:pPr>
            <w:r w:rsidRPr="00FF16BA">
              <w:rPr>
                <w:rFonts w:ascii="Calibri Light" w:hAnsi="Calibri Light" w:cs="Calibri Light"/>
                <w:b/>
              </w:rPr>
              <w:t>4888,83</w:t>
            </w:r>
          </w:p>
        </w:tc>
      </w:tr>
      <w:tr w:rsidR="00FB44A7" w:rsidRPr="002462BE" w14:paraId="475813EC"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7611564D" w14:textId="77777777" w:rsidR="00FB44A7" w:rsidRPr="002462BE" w:rsidRDefault="00FB44A7" w:rsidP="00B635D2">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28B452" w14:textId="77777777" w:rsidR="00FB44A7" w:rsidRPr="002462BE" w:rsidRDefault="00FB44A7" w:rsidP="00B635D2">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9A7A71" w14:textId="77777777" w:rsidR="00FB44A7" w:rsidRPr="002462BE" w:rsidRDefault="00FB44A7"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FF16BA">
              <w:rPr>
                <w:rFonts w:ascii="Calibri Light" w:eastAsia="Times New Roman" w:hAnsi="Calibri Light" w:cs="Calibri Light"/>
                <w:sz w:val="24"/>
                <w:szCs w:val="24"/>
                <w:lang w:eastAsia="lt-LT"/>
              </w:rPr>
              <w:t>28168,95</w:t>
            </w:r>
          </w:p>
        </w:tc>
      </w:tr>
    </w:tbl>
    <w:p w14:paraId="0E5AE5AE" w14:textId="77777777" w:rsidR="00FB44A7" w:rsidRDefault="00FB44A7" w:rsidP="00330F7E">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24"/>
        <w:gridCol w:w="2186"/>
        <w:gridCol w:w="2126"/>
        <w:gridCol w:w="2120"/>
      </w:tblGrid>
      <w:tr w:rsidR="00645466" w:rsidRPr="002462BE" w14:paraId="05789462"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190144" w14:textId="77777777" w:rsidR="00645466" w:rsidRPr="002462BE" w:rsidRDefault="00645466" w:rsidP="00B635D2">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7D529864" w14:textId="77777777" w:rsidR="00645466" w:rsidRPr="002462BE" w:rsidRDefault="00645466"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64AD3CEC" w14:textId="77777777" w:rsidR="00645466" w:rsidRPr="002462BE" w:rsidRDefault="00645466"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650708AB" w14:textId="77777777" w:rsidR="00645466" w:rsidRPr="002462BE" w:rsidRDefault="00645466"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59E46747" w14:textId="77777777" w:rsidR="00645466" w:rsidRPr="002462BE" w:rsidRDefault="00645466"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2A5B02DC" w14:textId="77777777" w:rsidR="00645466" w:rsidRPr="002462BE" w:rsidRDefault="00645466"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00897343" w14:textId="77777777" w:rsidR="00645466" w:rsidRPr="002462BE" w:rsidRDefault="00645466"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341793CD" w14:textId="77777777" w:rsidR="00645466" w:rsidRPr="002462BE" w:rsidRDefault="00645466"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8DFDBD" w14:textId="77777777" w:rsidR="00645466" w:rsidRPr="002462BE" w:rsidRDefault="00645466"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6D4BE79A" w14:textId="77777777" w:rsidR="00645466" w:rsidRPr="002462BE" w:rsidRDefault="00645466"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14010063" w14:textId="77777777" w:rsidR="00645466" w:rsidRPr="002462BE" w:rsidRDefault="00645466"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645466" w:rsidRPr="002462BE" w14:paraId="4D1B2B09"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7DE132D6" w14:textId="77777777" w:rsidR="00645466" w:rsidRPr="002462BE" w:rsidRDefault="00645466"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436847A2" w14:textId="77777777" w:rsidR="00645466" w:rsidRPr="002462BE" w:rsidRDefault="00645466"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1290F07D" w14:textId="77777777" w:rsidR="00645466" w:rsidRPr="002462BE" w:rsidRDefault="00645466"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5D66AEB2" w14:textId="77777777" w:rsidR="00645466" w:rsidRPr="002462BE" w:rsidRDefault="00645466"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48C0D9" w14:textId="77777777" w:rsidR="00645466" w:rsidRPr="002462BE" w:rsidRDefault="00645466"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645466" w:rsidRPr="002462BE" w14:paraId="1020A088"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4EC8D2" w14:textId="77777777" w:rsidR="00645466" w:rsidRPr="002462BE" w:rsidRDefault="00645466" w:rsidP="00B635D2">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81.</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377ADDE2" w14:textId="77777777" w:rsidR="00645466" w:rsidRPr="002462BE" w:rsidRDefault="00645466" w:rsidP="00B635D2">
            <w:pPr>
              <w:pStyle w:val="Sraopastraipa"/>
              <w:ind w:left="8"/>
              <w:contextualSpacing w:val="0"/>
              <w:jc w:val="left"/>
              <w:rPr>
                <w:rFonts w:ascii="Calibri Light" w:hAnsi="Calibri Light" w:cs="Calibri Light"/>
                <w:sz w:val="20"/>
                <w:szCs w:val="20"/>
              </w:rPr>
            </w:pPr>
            <w:r w:rsidRPr="002462BE">
              <w:rPr>
                <w:rFonts w:ascii="Calibri Light" w:hAnsi="Calibri Light" w:cs="Calibri Light"/>
                <w:sz w:val="20"/>
                <w:szCs w:val="20"/>
                <w:lang w:eastAsia="lt-LT"/>
              </w:rPr>
              <w:t>Vytauto g. 20, Skuodas</w:t>
            </w:r>
            <w:r>
              <w:rPr>
                <w:rFonts w:ascii="Calibri Light" w:hAnsi="Calibri Light" w:cs="Calibri Light"/>
                <w:sz w:val="20"/>
                <w:szCs w:val="20"/>
                <w:lang w:eastAsia="lt-LT"/>
              </w:rPr>
              <w:t xml:space="preserve">, </w:t>
            </w:r>
            <w:r w:rsidRPr="00A11F4A">
              <w:rPr>
                <w:rFonts w:ascii="Calibri Light" w:hAnsi="Calibri Light" w:cs="Calibri Light"/>
                <w:sz w:val="20"/>
                <w:szCs w:val="20"/>
                <w:lang w:eastAsia="lt-LT"/>
              </w:rPr>
              <w:t>56.261444, 21.529361</w:t>
            </w:r>
          </w:p>
        </w:tc>
        <w:tc>
          <w:tcPr>
            <w:tcW w:w="1135" w:type="pct"/>
            <w:tcBorders>
              <w:top w:val="single" w:sz="4" w:space="0" w:color="auto"/>
              <w:left w:val="nil"/>
              <w:bottom w:val="single" w:sz="4" w:space="0" w:color="auto"/>
              <w:right w:val="single" w:sz="4" w:space="0" w:color="auto"/>
            </w:tcBorders>
            <w:vAlign w:val="center"/>
          </w:tcPr>
          <w:p w14:paraId="7F9EE66A" w14:textId="77777777" w:rsidR="00645466" w:rsidRPr="002462BE" w:rsidRDefault="00645466" w:rsidP="00B635D2">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712,47</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0DFA5D02" w14:textId="77777777" w:rsidR="00645466" w:rsidRPr="002462BE" w:rsidRDefault="00645466"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CEC9CD" w14:textId="77777777" w:rsidR="00645466" w:rsidRPr="002462BE" w:rsidRDefault="00645466"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A91449">
              <w:rPr>
                <w:rFonts w:ascii="Calibri Light" w:eastAsia="Times New Roman" w:hAnsi="Calibri Light" w:cs="Calibri Light"/>
                <w:sz w:val="24"/>
                <w:szCs w:val="24"/>
                <w:lang w:eastAsia="lt-LT"/>
              </w:rPr>
              <w:t>25648,92</w:t>
            </w:r>
          </w:p>
        </w:tc>
      </w:tr>
      <w:tr w:rsidR="00645466" w:rsidRPr="002462BE" w14:paraId="29188179"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4EBB39D4" w14:textId="77777777" w:rsidR="00645466" w:rsidRPr="002462BE" w:rsidRDefault="00645466" w:rsidP="00B635D2">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FA64B3C" w14:textId="77777777" w:rsidR="00645466" w:rsidRPr="002462BE" w:rsidRDefault="00645466" w:rsidP="00B635D2">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A1391B" w14:textId="77777777" w:rsidR="00645466" w:rsidRPr="002462BE" w:rsidRDefault="00645466" w:rsidP="00B635D2">
            <w:pPr>
              <w:rPr>
                <w:rFonts w:ascii="Calibri Light" w:hAnsi="Calibri Light" w:cs="Calibri Light"/>
                <w:b/>
              </w:rPr>
            </w:pPr>
            <w:r w:rsidRPr="00A91449">
              <w:rPr>
                <w:rFonts w:ascii="Calibri Light" w:hAnsi="Calibri Light" w:cs="Calibri Light"/>
                <w:b/>
              </w:rPr>
              <w:t>5386,27</w:t>
            </w:r>
          </w:p>
        </w:tc>
      </w:tr>
      <w:tr w:rsidR="00645466" w:rsidRPr="002462BE" w14:paraId="1848AE3E"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2C2BCF6E" w14:textId="77777777" w:rsidR="00645466" w:rsidRPr="002462BE" w:rsidRDefault="00645466" w:rsidP="00B635D2">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18BF3" w14:textId="77777777" w:rsidR="00645466" w:rsidRPr="002462BE" w:rsidRDefault="00645466" w:rsidP="00B635D2">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22ACB6" w14:textId="77777777" w:rsidR="00645466" w:rsidRPr="002462BE" w:rsidRDefault="00645466"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A91449">
              <w:rPr>
                <w:rFonts w:ascii="Calibri Light" w:eastAsia="Times New Roman" w:hAnsi="Calibri Light" w:cs="Calibri Light"/>
                <w:sz w:val="24"/>
                <w:szCs w:val="24"/>
                <w:lang w:eastAsia="lt-LT"/>
              </w:rPr>
              <w:t>31035,19</w:t>
            </w:r>
          </w:p>
        </w:tc>
      </w:tr>
    </w:tbl>
    <w:p w14:paraId="1825C186" w14:textId="77777777" w:rsidR="00FB44A7" w:rsidRDefault="00FB44A7" w:rsidP="00330F7E">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24"/>
        <w:gridCol w:w="2186"/>
        <w:gridCol w:w="2126"/>
        <w:gridCol w:w="2120"/>
      </w:tblGrid>
      <w:tr w:rsidR="00F752C7" w:rsidRPr="002462BE" w14:paraId="1B8F7E89"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84F707" w14:textId="77777777" w:rsidR="00F752C7" w:rsidRPr="002462BE" w:rsidRDefault="00F752C7" w:rsidP="00B635D2">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6A059E88" w14:textId="77777777" w:rsidR="00F752C7" w:rsidRPr="002462BE" w:rsidRDefault="00F752C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749FC32F" w14:textId="77777777" w:rsidR="00F752C7" w:rsidRPr="002462BE" w:rsidRDefault="00F752C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300FE4FA" w14:textId="77777777" w:rsidR="00F752C7" w:rsidRPr="002462BE" w:rsidRDefault="00F752C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6CD00AE2" w14:textId="77777777" w:rsidR="00F752C7" w:rsidRPr="002462BE" w:rsidRDefault="00F752C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043E658F" w14:textId="77777777" w:rsidR="00F752C7" w:rsidRPr="002462BE" w:rsidRDefault="00F752C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68CAD053" w14:textId="77777777" w:rsidR="00F752C7" w:rsidRPr="002462BE" w:rsidRDefault="00F752C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47A6F4E4" w14:textId="77777777" w:rsidR="00F752C7" w:rsidRPr="002462BE" w:rsidRDefault="00F752C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0DA884" w14:textId="77777777" w:rsidR="00F752C7" w:rsidRPr="002462BE" w:rsidRDefault="00F752C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0606BA0E" w14:textId="77777777" w:rsidR="00F752C7" w:rsidRPr="002462BE" w:rsidRDefault="00F752C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4B1C665B" w14:textId="77777777" w:rsidR="00F752C7" w:rsidRPr="002462BE" w:rsidRDefault="00F752C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F752C7" w:rsidRPr="002462BE" w14:paraId="09170944"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6AF62090" w14:textId="77777777" w:rsidR="00F752C7" w:rsidRPr="002462BE" w:rsidRDefault="00F752C7"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7F4C297F" w14:textId="77777777" w:rsidR="00F752C7" w:rsidRPr="002462BE" w:rsidRDefault="00F752C7"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27E0F0A3" w14:textId="77777777" w:rsidR="00F752C7" w:rsidRPr="002462BE" w:rsidRDefault="00F752C7"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7B7C6EA9" w14:textId="77777777" w:rsidR="00F752C7" w:rsidRPr="002462BE" w:rsidRDefault="00F752C7"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AE343D" w14:textId="77777777" w:rsidR="00F752C7" w:rsidRPr="002462BE" w:rsidRDefault="00F752C7"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F752C7" w:rsidRPr="002462BE" w14:paraId="478EAE16"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CB27FB" w14:textId="77777777" w:rsidR="00F752C7" w:rsidRPr="002462BE" w:rsidRDefault="00F752C7" w:rsidP="00B635D2">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82.</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33C99D74" w14:textId="77777777" w:rsidR="00F752C7" w:rsidRPr="002462BE" w:rsidRDefault="00F752C7" w:rsidP="00B635D2">
            <w:pPr>
              <w:pStyle w:val="Sraopastraipa"/>
              <w:ind w:left="8"/>
              <w:contextualSpacing w:val="0"/>
              <w:jc w:val="left"/>
              <w:rPr>
                <w:rFonts w:ascii="Calibri Light" w:hAnsi="Calibri Light" w:cs="Calibri Light"/>
                <w:sz w:val="20"/>
                <w:szCs w:val="20"/>
              </w:rPr>
            </w:pPr>
            <w:r w:rsidRPr="002462BE">
              <w:rPr>
                <w:rFonts w:ascii="Calibri Light" w:hAnsi="Calibri Light" w:cs="Calibri Light"/>
                <w:sz w:val="20"/>
                <w:szCs w:val="20"/>
                <w:lang w:eastAsia="lt-LT"/>
              </w:rPr>
              <w:t>Plunksnų k., Šilalės r.</w:t>
            </w:r>
            <w:r>
              <w:rPr>
                <w:rFonts w:ascii="Calibri Light" w:hAnsi="Calibri Light" w:cs="Calibri Light"/>
                <w:sz w:val="20"/>
                <w:szCs w:val="20"/>
                <w:lang w:eastAsia="lt-LT"/>
              </w:rPr>
              <w:t xml:space="preserve">, </w:t>
            </w:r>
            <w:r w:rsidRPr="00A11F4A">
              <w:rPr>
                <w:rFonts w:ascii="Calibri Light" w:hAnsi="Calibri Light" w:cs="Calibri Light"/>
                <w:sz w:val="20"/>
                <w:szCs w:val="20"/>
                <w:lang w:eastAsia="lt-LT"/>
              </w:rPr>
              <w:t>55.575667, 22.342694</w:t>
            </w:r>
          </w:p>
        </w:tc>
        <w:tc>
          <w:tcPr>
            <w:tcW w:w="1135" w:type="pct"/>
            <w:tcBorders>
              <w:top w:val="single" w:sz="4" w:space="0" w:color="auto"/>
              <w:left w:val="nil"/>
              <w:bottom w:val="single" w:sz="4" w:space="0" w:color="auto"/>
              <w:right w:val="single" w:sz="4" w:space="0" w:color="auto"/>
            </w:tcBorders>
            <w:vAlign w:val="center"/>
          </w:tcPr>
          <w:p w14:paraId="58AA39BD" w14:textId="77777777" w:rsidR="00F752C7" w:rsidRPr="002462BE" w:rsidRDefault="00F752C7" w:rsidP="00B635D2">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672,11</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1575F642" w14:textId="77777777" w:rsidR="00F752C7" w:rsidRPr="002462BE" w:rsidRDefault="00F752C7"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4F959" w14:textId="77777777" w:rsidR="00F752C7" w:rsidRPr="002462BE" w:rsidRDefault="00F752C7"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1617A7">
              <w:rPr>
                <w:rFonts w:ascii="Calibri Light" w:eastAsia="Times New Roman" w:hAnsi="Calibri Light" w:cs="Calibri Light"/>
                <w:sz w:val="24"/>
                <w:szCs w:val="24"/>
                <w:lang w:eastAsia="lt-LT"/>
              </w:rPr>
              <w:t>24195,96</w:t>
            </w:r>
          </w:p>
        </w:tc>
      </w:tr>
      <w:tr w:rsidR="00F752C7" w:rsidRPr="002462BE" w14:paraId="7528489A"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47B96B44" w14:textId="77777777" w:rsidR="00F752C7" w:rsidRPr="002462BE" w:rsidRDefault="00F752C7" w:rsidP="00B635D2">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F54F169" w14:textId="77777777" w:rsidR="00F752C7" w:rsidRPr="002462BE" w:rsidRDefault="00F752C7" w:rsidP="00B635D2">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BE1D96" w14:textId="77777777" w:rsidR="00F752C7" w:rsidRPr="001617A7" w:rsidRDefault="00F752C7" w:rsidP="00B635D2">
            <w:pPr>
              <w:rPr>
                <w:rFonts w:ascii="Calibri Light" w:hAnsi="Calibri Light" w:cs="Calibri Light"/>
                <w:b/>
              </w:rPr>
            </w:pPr>
            <w:r w:rsidRPr="001617A7">
              <w:rPr>
                <w:rFonts w:ascii="Calibri Light" w:hAnsi="Calibri Light" w:cs="Calibri Light"/>
                <w:b/>
              </w:rPr>
              <w:t>5081,15</w:t>
            </w:r>
          </w:p>
          <w:p w14:paraId="6081F887" w14:textId="77777777" w:rsidR="00F752C7" w:rsidRPr="002462BE" w:rsidRDefault="00F752C7" w:rsidP="00B635D2">
            <w:pPr>
              <w:tabs>
                <w:tab w:val="left" w:pos="720"/>
                <w:tab w:val="center" w:pos="4320"/>
                <w:tab w:val="right" w:pos="8640"/>
              </w:tabs>
              <w:spacing w:after="0" w:line="240" w:lineRule="auto"/>
              <w:ind w:firstLine="540"/>
              <w:rPr>
                <w:rFonts w:ascii="Calibri Light" w:hAnsi="Calibri Light" w:cs="Calibri Light"/>
                <w:b/>
              </w:rPr>
            </w:pPr>
          </w:p>
        </w:tc>
      </w:tr>
      <w:tr w:rsidR="00F752C7" w:rsidRPr="002462BE" w14:paraId="41E727BC"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25763BED" w14:textId="77777777" w:rsidR="00F752C7" w:rsidRPr="002462BE" w:rsidRDefault="00F752C7" w:rsidP="00B635D2">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5AFDD" w14:textId="77777777" w:rsidR="00F752C7" w:rsidRPr="002462BE" w:rsidRDefault="00F752C7" w:rsidP="00B635D2">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989709" w14:textId="77777777" w:rsidR="00F752C7" w:rsidRPr="002462BE" w:rsidRDefault="00F752C7"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1617A7">
              <w:rPr>
                <w:rFonts w:ascii="Calibri Light" w:eastAsia="Times New Roman" w:hAnsi="Calibri Light" w:cs="Calibri Light"/>
                <w:sz w:val="24"/>
                <w:szCs w:val="24"/>
                <w:lang w:eastAsia="lt-LT"/>
              </w:rPr>
              <w:t>29277,11</w:t>
            </w:r>
          </w:p>
        </w:tc>
      </w:tr>
      <w:tr w:rsidR="00436157" w:rsidRPr="002462BE" w14:paraId="4FC6C72D"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5CB4A2" w14:textId="77777777" w:rsidR="00436157" w:rsidRPr="002462BE" w:rsidRDefault="00436157" w:rsidP="00B635D2">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lastRenderedPageBreak/>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308AA762" w14:textId="77777777" w:rsidR="00436157" w:rsidRPr="002462BE" w:rsidRDefault="0043615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52443018" w14:textId="77777777" w:rsidR="00436157" w:rsidRPr="002462BE" w:rsidRDefault="0043615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1CF5EC3A" w14:textId="77777777" w:rsidR="00436157" w:rsidRPr="002462BE" w:rsidRDefault="0043615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217428F1" w14:textId="77777777" w:rsidR="00436157" w:rsidRPr="002462BE" w:rsidRDefault="0043615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00535E0D" w14:textId="77777777" w:rsidR="00436157" w:rsidRPr="002462BE" w:rsidRDefault="0043615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194BCA8D" w14:textId="77777777" w:rsidR="00436157" w:rsidRPr="002462BE" w:rsidRDefault="0043615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0BA6550D" w14:textId="77777777" w:rsidR="00436157" w:rsidRPr="002462BE" w:rsidRDefault="0043615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197CB2" w14:textId="77777777" w:rsidR="00436157" w:rsidRPr="002462BE" w:rsidRDefault="0043615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77D15B56" w14:textId="77777777" w:rsidR="00436157" w:rsidRPr="002462BE" w:rsidRDefault="0043615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35A9D7C1" w14:textId="77777777" w:rsidR="00436157" w:rsidRPr="002462BE" w:rsidRDefault="00436157"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436157" w:rsidRPr="002462BE" w14:paraId="77E70AF0"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17D3EECE" w14:textId="77777777" w:rsidR="00436157" w:rsidRPr="002462BE" w:rsidRDefault="00436157"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387D0611" w14:textId="77777777" w:rsidR="00436157" w:rsidRPr="002462BE" w:rsidRDefault="00436157"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2F5E7A9E" w14:textId="77777777" w:rsidR="00436157" w:rsidRPr="002462BE" w:rsidRDefault="00436157"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5692BAF7" w14:textId="77777777" w:rsidR="00436157" w:rsidRPr="002462BE" w:rsidRDefault="00436157"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1B7F14" w14:textId="77777777" w:rsidR="00436157" w:rsidRPr="002462BE" w:rsidRDefault="00436157"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436157" w:rsidRPr="002462BE" w14:paraId="2FDDEF8F"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9B8FDF" w14:textId="77777777" w:rsidR="00436157" w:rsidRPr="002462BE" w:rsidRDefault="00436157" w:rsidP="00B635D2">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83.</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6BEB536C" w14:textId="77777777" w:rsidR="00436157" w:rsidRPr="002462BE" w:rsidRDefault="00436157" w:rsidP="00B635D2">
            <w:pPr>
              <w:pStyle w:val="Sraopastraipa"/>
              <w:ind w:left="8"/>
              <w:contextualSpacing w:val="0"/>
              <w:jc w:val="left"/>
              <w:rPr>
                <w:rFonts w:ascii="Calibri Light" w:hAnsi="Calibri Light" w:cs="Calibri Light"/>
                <w:sz w:val="20"/>
                <w:szCs w:val="20"/>
              </w:rPr>
            </w:pPr>
            <w:r w:rsidRPr="002462BE">
              <w:rPr>
                <w:rFonts w:ascii="Calibri Light" w:hAnsi="Calibri Light" w:cs="Calibri Light"/>
                <w:sz w:val="20"/>
                <w:szCs w:val="20"/>
                <w:lang w:eastAsia="lt-LT"/>
              </w:rPr>
              <w:t>Vytauto g. 16, Tauragė</w:t>
            </w:r>
            <w:r>
              <w:rPr>
                <w:rFonts w:ascii="Calibri Light" w:hAnsi="Calibri Light" w:cs="Calibri Light"/>
                <w:sz w:val="20"/>
                <w:szCs w:val="20"/>
                <w:lang w:eastAsia="lt-LT"/>
              </w:rPr>
              <w:t xml:space="preserve">, </w:t>
            </w:r>
            <w:r w:rsidRPr="00A11F4A">
              <w:rPr>
                <w:rFonts w:ascii="Calibri Light" w:hAnsi="Calibri Light" w:cs="Calibri Light"/>
                <w:sz w:val="20"/>
                <w:szCs w:val="20"/>
                <w:lang w:eastAsia="lt-LT"/>
              </w:rPr>
              <w:t>55.248111, 22.295333</w:t>
            </w:r>
          </w:p>
        </w:tc>
        <w:tc>
          <w:tcPr>
            <w:tcW w:w="1135" w:type="pct"/>
            <w:tcBorders>
              <w:top w:val="single" w:sz="4" w:space="0" w:color="auto"/>
              <w:left w:val="nil"/>
              <w:bottom w:val="single" w:sz="4" w:space="0" w:color="auto"/>
              <w:right w:val="single" w:sz="4" w:space="0" w:color="auto"/>
            </w:tcBorders>
            <w:vAlign w:val="center"/>
          </w:tcPr>
          <w:p w14:paraId="3DEC485A" w14:textId="77777777" w:rsidR="00436157" w:rsidRPr="002462BE" w:rsidRDefault="00436157" w:rsidP="00B635D2">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606,30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2CA070C0" w14:textId="77777777" w:rsidR="00436157" w:rsidRPr="002462BE" w:rsidRDefault="00436157"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12373D" w14:textId="77777777" w:rsidR="00436157" w:rsidRPr="002462BE" w:rsidRDefault="00436157"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D06FBF">
              <w:rPr>
                <w:rFonts w:ascii="Calibri Light" w:eastAsia="Times New Roman" w:hAnsi="Calibri Light" w:cs="Calibri Light"/>
                <w:sz w:val="24"/>
                <w:szCs w:val="24"/>
                <w:lang w:eastAsia="lt-LT"/>
              </w:rPr>
              <w:t>21826,80</w:t>
            </w:r>
          </w:p>
        </w:tc>
      </w:tr>
      <w:tr w:rsidR="00436157" w:rsidRPr="002462BE" w14:paraId="60947713"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703C16F7" w14:textId="77777777" w:rsidR="00436157" w:rsidRPr="002462BE" w:rsidRDefault="00436157" w:rsidP="00B635D2">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C49EFA6" w14:textId="77777777" w:rsidR="00436157" w:rsidRPr="002462BE" w:rsidRDefault="00436157" w:rsidP="00B635D2">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7B9F20" w14:textId="77777777" w:rsidR="00436157" w:rsidRPr="002462BE" w:rsidRDefault="00436157" w:rsidP="00B635D2">
            <w:pPr>
              <w:rPr>
                <w:rFonts w:ascii="Calibri Light" w:hAnsi="Calibri Light" w:cs="Calibri Light"/>
                <w:b/>
              </w:rPr>
            </w:pPr>
            <w:r w:rsidRPr="00D06FBF">
              <w:rPr>
                <w:rFonts w:ascii="Calibri Light" w:hAnsi="Calibri Light" w:cs="Calibri Light"/>
                <w:b/>
              </w:rPr>
              <w:t>4583,63</w:t>
            </w:r>
          </w:p>
        </w:tc>
      </w:tr>
      <w:tr w:rsidR="00436157" w:rsidRPr="002462BE" w14:paraId="2E6985E1"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3AA8F5AF" w14:textId="77777777" w:rsidR="00436157" w:rsidRPr="002462BE" w:rsidRDefault="00436157" w:rsidP="00B635D2">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615FC" w14:textId="77777777" w:rsidR="00436157" w:rsidRPr="002462BE" w:rsidRDefault="00436157" w:rsidP="00B635D2">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65576" w14:textId="77777777" w:rsidR="00436157" w:rsidRPr="002462BE" w:rsidRDefault="00436157"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D06FBF">
              <w:rPr>
                <w:rFonts w:ascii="Calibri Light" w:eastAsia="Times New Roman" w:hAnsi="Calibri Light" w:cs="Calibri Light"/>
                <w:sz w:val="24"/>
                <w:szCs w:val="24"/>
                <w:lang w:eastAsia="lt-LT"/>
              </w:rPr>
              <w:t>26410,43</w:t>
            </w:r>
          </w:p>
        </w:tc>
      </w:tr>
    </w:tbl>
    <w:p w14:paraId="6CC87AC0" w14:textId="77777777" w:rsidR="00645466" w:rsidRDefault="00645466" w:rsidP="00330F7E">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24"/>
        <w:gridCol w:w="2186"/>
        <w:gridCol w:w="2126"/>
        <w:gridCol w:w="2120"/>
      </w:tblGrid>
      <w:tr w:rsidR="00D34804" w:rsidRPr="002462BE" w14:paraId="3ABC9D84"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6315F1" w14:textId="77777777" w:rsidR="00D34804" w:rsidRPr="002462BE" w:rsidRDefault="00D34804" w:rsidP="00B635D2">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464DC6FF" w14:textId="77777777" w:rsidR="00D34804" w:rsidRPr="002462BE" w:rsidRDefault="00D34804"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30D7F5A3" w14:textId="77777777" w:rsidR="00D34804" w:rsidRPr="002462BE" w:rsidRDefault="00D34804"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67F72F40" w14:textId="77777777" w:rsidR="00D34804" w:rsidRPr="002462BE" w:rsidRDefault="00D34804"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10DC9D91" w14:textId="77777777" w:rsidR="00D34804" w:rsidRPr="002462BE" w:rsidRDefault="00D34804"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7A958C0E" w14:textId="77777777" w:rsidR="00D34804" w:rsidRPr="002462BE" w:rsidRDefault="00D34804"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562AE0C2" w14:textId="77777777" w:rsidR="00D34804" w:rsidRPr="002462BE" w:rsidRDefault="00D34804"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45FD4D11" w14:textId="77777777" w:rsidR="00D34804" w:rsidRPr="002462BE" w:rsidRDefault="00D34804"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824FCE" w14:textId="77777777" w:rsidR="00D34804" w:rsidRPr="002462BE" w:rsidRDefault="00D34804"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1F3C6861" w14:textId="77777777" w:rsidR="00D34804" w:rsidRPr="002462BE" w:rsidRDefault="00D34804"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6B7D2335" w14:textId="77777777" w:rsidR="00D34804" w:rsidRPr="002462BE" w:rsidRDefault="00D34804"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D34804" w:rsidRPr="002462BE" w14:paraId="0878381B"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70F3B521" w14:textId="77777777" w:rsidR="00D34804" w:rsidRPr="002462BE" w:rsidRDefault="00D34804"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5078AD92" w14:textId="77777777" w:rsidR="00D34804" w:rsidRPr="002462BE" w:rsidRDefault="00D34804"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40A79A2C" w14:textId="77777777" w:rsidR="00D34804" w:rsidRPr="002462BE" w:rsidRDefault="00D34804"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78D2658B" w14:textId="77777777" w:rsidR="00D34804" w:rsidRPr="002462BE" w:rsidRDefault="00D34804"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8E845A" w14:textId="77777777" w:rsidR="00D34804" w:rsidRPr="002462BE" w:rsidRDefault="00D34804"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D34804" w:rsidRPr="002462BE" w14:paraId="5B5DF9A0"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0D1B42" w14:textId="77777777" w:rsidR="00D34804" w:rsidRPr="002462BE" w:rsidRDefault="00D34804" w:rsidP="00B635D2">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84.</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1CDB7657" w14:textId="77777777" w:rsidR="00D34804" w:rsidRPr="002462BE" w:rsidRDefault="00D34804" w:rsidP="00B635D2">
            <w:pPr>
              <w:pStyle w:val="Sraopastraipa"/>
              <w:ind w:left="8"/>
              <w:contextualSpacing w:val="0"/>
              <w:jc w:val="left"/>
              <w:rPr>
                <w:rFonts w:ascii="Calibri Light" w:hAnsi="Calibri Light" w:cs="Calibri Light"/>
                <w:sz w:val="20"/>
                <w:szCs w:val="20"/>
              </w:rPr>
            </w:pPr>
            <w:r w:rsidRPr="002462BE">
              <w:rPr>
                <w:rFonts w:ascii="Calibri Light" w:hAnsi="Calibri Light" w:cs="Calibri Light"/>
                <w:sz w:val="20"/>
                <w:szCs w:val="20"/>
                <w:lang w:eastAsia="lt-LT"/>
              </w:rPr>
              <w:t>Plungės g. 78A, Telšiai</w:t>
            </w:r>
            <w:r>
              <w:rPr>
                <w:rFonts w:ascii="Calibri Light" w:hAnsi="Calibri Light" w:cs="Calibri Light"/>
                <w:sz w:val="20"/>
                <w:szCs w:val="20"/>
                <w:lang w:eastAsia="lt-LT"/>
              </w:rPr>
              <w:t xml:space="preserve">, </w:t>
            </w:r>
            <w:r w:rsidRPr="00A11F4A">
              <w:rPr>
                <w:rFonts w:ascii="Calibri Light" w:hAnsi="Calibri Light" w:cs="Calibri Light"/>
                <w:sz w:val="20"/>
                <w:szCs w:val="20"/>
                <w:lang w:eastAsia="lt-LT"/>
              </w:rPr>
              <w:t>55.979417, 22.205778</w:t>
            </w:r>
          </w:p>
        </w:tc>
        <w:tc>
          <w:tcPr>
            <w:tcW w:w="1135" w:type="pct"/>
            <w:tcBorders>
              <w:top w:val="single" w:sz="4" w:space="0" w:color="auto"/>
              <w:left w:val="nil"/>
              <w:bottom w:val="single" w:sz="4" w:space="0" w:color="auto"/>
              <w:right w:val="single" w:sz="4" w:space="0" w:color="auto"/>
            </w:tcBorders>
            <w:vAlign w:val="center"/>
          </w:tcPr>
          <w:p w14:paraId="2A57A666" w14:textId="77777777" w:rsidR="00D34804" w:rsidRPr="002462BE" w:rsidRDefault="00D34804" w:rsidP="00B635D2">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664,12</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7F9752C5" w14:textId="77777777" w:rsidR="00D34804" w:rsidRPr="002462BE" w:rsidRDefault="00D34804"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4F46DA" w14:textId="77777777" w:rsidR="00D34804" w:rsidRPr="002462BE" w:rsidRDefault="00D34804"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5811C8">
              <w:rPr>
                <w:rFonts w:ascii="Calibri Light" w:eastAsia="Times New Roman" w:hAnsi="Calibri Light" w:cs="Calibri Light"/>
                <w:sz w:val="24"/>
                <w:szCs w:val="24"/>
                <w:lang w:eastAsia="lt-LT"/>
              </w:rPr>
              <w:t>23908,32</w:t>
            </w:r>
          </w:p>
        </w:tc>
      </w:tr>
      <w:tr w:rsidR="00D34804" w:rsidRPr="002462BE" w14:paraId="0D06B0B9"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3F3E66A3" w14:textId="77777777" w:rsidR="00D34804" w:rsidRPr="002462BE" w:rsidRDefault="00D34804" w:rsidP="00B635D2">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7F44A30" w14:textId="77777777" w:rsidR="00D34804" w:rsidRPr="002462BE" w:rsidRDefault="00D34804" w:rsidP="00B635D2">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CEFE82" w14:textId="77777777" w:rsidR="00D34804" w:rsidRPr="002462BE" w:rsidRDefault="00D34804" w:rsidP="00B635D2">
            <w:pPr>
              <w:rPr>
                <w:rFonts w:ascii="Calibri Light" w:hAnsi="Calibri Light" w:cs="Calibri Light"/>
                <w:b/>
              </w:rPr>
            </w:pPr>
            <w:r w:rsidRPr="00E557E7">
              <w:rPr>
                <w:rFonts w:ascii="Calibri Light" w:hAnsi="Calibri Light" w:cs="Calibri Light"/>
                <w:b/>
              </w:rPr>
              <w:t>5020,75</w:t>
            </w:r>
          </w:p>
        </w:tc>
      </w:tr>
      <w:tr w:rsidR="00D34804" w:rsidRPr="002462BE" w14:paraId="694FE04A"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54B66779" w14:textId="77777777" w:rsidR="00D34804" w:rsidRPr="002462BE" w:rsidRDefault="00D34804" w:rsidP="00B635D2">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AC649F" w14:textId="77777777" w:rsidR="00D34804" w:rsidRPr="002462BE" w:rsidRDefault="00D34804" w:rsidP="00B635D2">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D1589" w14:textId="77777777" w:rsidR="00D34804" w:rsidRPr="002462BE" w:rsidRDefault="00D34804"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211E5F">
              <w:rPr>
                <w:rFonts w:ascii="Calibri Light" w:eastAsia="Times New Roman" w:hAnsi="Calibri Light" w:cs="Calibri Light"/>
                <w:sz w:val="24"/>
                <w:szCs w:val="24"/>
                <w:lang w:eastAsia="lt-LT"/>
              </w:rPr>
              <w:t>28929,07</w:t>
            </w:r>
          </w:p>
        </w:tc>
      </w:tr>
    </w:tbl>
    <w:p w14:paraId="3347C136" w14:textId="77777777" w:rsidR="00436157" w:rsidRDefault="00436157" w:rsidP="00330F7E">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24"/>
        <w:gridCol w:w="2186"/>
        <w:gridCol w:w="2126"/>
        <w:gridCol w:w="2120"/>
      </w:tblGrid>
      <w:tr w:rsidR="001B7D6D" w:rsidRPr="002462BE" w14:paraId="0D6C2096"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E5CA53" w14:textId="77777777" w:rsidR="001B7D6D" w:rsidRPr="002462BE" w:rsidRDefault="001B7D6D" w:rsidP="00B635D2">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108FA2B4" w14:textId="77777777" w:rsidR="001B7D6D" w:rsidRPr="002462BE" w:rsidRDefault="001B7D6D"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716190FB" w14:textId="77777777" w:rsidR="001B7D6D" w:rsidRPr="002462BE" w:rsidRDefault="001B7D6D"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4703D2DC" w14:textId="77777777" w:rsidR="001B7D6D" w:rsidRPr="002462BE" w:rsidRDefault="001B7D6D"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78BD2E7D" w14:textId="77777777" w:rsidR="001B7D6D" w:rsidRPr="002462BE" w:rsidRDefault="001B7D6D"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0CAD792F" w14:textId="77777777" w:rsidR="001B7D6D" w:rsidRPr="002462BE" w:rsidRDefault="001B7D6D"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760EB8A4" w14:textId="77777777" w:rsidR="001B7D6D" w:rsidRPr="002462BE" w:rsidRDefault="001B7D6D"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2DCE711A" w14:textId="77777777" w:rsidR="001B7D6D" w:rsidRPr="002462BE" w:rsidRDefault="001B7D6D"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D5C04B" w14:textId="77777777" w:rsidR="001B7D6D" w:rsidRPr="002462BE" w:rsidRDefault="001B7D6D"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1A3EF2E3" w14:textId="77777777" w:rsidR="001B7D6D" w:rsidRPr="002462BE" w:rsidRDefault="001B7D6D"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7BF8A8AE" w14:textId="77777777" w:rsidR="001B7D6D" w:rsidRPr="002462BE" w:rsidRDefault="001B7D6D"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1B7D6D" w:rsidRPr="002462BE" w14:paraId="2298213A"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082ADA43" w14:textId="77777777" w:rsidR="001B7D6D" w:rsidRPr="002462BE" w:rsidRDefault="001B7D6D"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6F03DF8E" w14:textId="77777777" w:rsidR="001B7D6D" w:rsidRPr="002462BE" w:rsidRDefault="001B7D6D"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02A432AA" w14:textId="77777777" w:rsidR="001B7D6D" w:rsidRPr="002462BE" w:rsidRDefault="001B7D6D"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703862C5" w14:textId="77777777" w:rsidR="001B7D6D" w:rsidRPr="002462BE" w:rsidRDefault="001B7D6D"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E32168E" w14:textId="77777777" w:rsidR="001B7D6D" w:rsidRPr="002462BE" w:rsidRDefault="001B7D6D"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1B7D6D" w:rsidRPr="002462BE" w14:paraId="5FC9AD98"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3F672A" w14:textId="77777777" w:rsidR="001B7D6D" w:rsidRPr="002462BE" w:rsidRDefault="001B7D6D" w:rsidP="00B635D2">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85.</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38659FD5" w14:textId="77777777" w:rsidR="001B7D6D" w:rsidRPr="002462BE" w:rsidRDefault="001B7D6D" w:rsidP="00B635D2">
            <w:pPr>
              <w:pStyle w:val="Sraopastraipa"/>
              <w:ind w:left="8"/>
              <w:contextualSpacing w:val="0"/>
              <w:jc w:val="left"/>
              <w:rPr>
                <w:rFonts w:ascii="Calibri Light" w:hAnsi="Calibri Light" w:cs="Calibri Light"/>
                <w:sz w:val="20"/>
                <w:szCs w:val="20"/>
              </w:rPr>
            </w:pPr>
            <w:r w:rsidRPr="002462BE">
              <w:rPr>
                <w:rFonts w:ascii="Calibri Light" w:hAnsi="Calibri Light" w:cs="Calibri Light"/>
                <w:sz w:val="20"/>
                <w:szCs w:val="20"/>
                <w:lang w:eastAsia="lt-LT"/>
              </w:rPr>
              <w:t>Vaižganto g. 13, Kaunas</w:t>
            </w:r>
            <w:r>
              <w:rPr>
                <w:rFonts w:ascii="Calibri Light" w:hAnsi="Calibri Light" w:cs="Calibri Light"/>
                <w:sz w:val="20"/>
                <w:szCs w:val="20"/>
                <w:lang w:eastAsia="lt-LT"/>
              </w:rPr>
              <w:t xml:space="preserve">, </w:t>
            </w:r>
            <w:r w:rsidRPr="00A11F4A">
              <w:rPr>
                <w:rFonts w:ascii="Calibri Light" w:hAnsi="Calibri Light" w:cs="Calibri Light"/>
                <w:sz w:val="20"/>
                <w:szCs w:val="20"/>
                <w:lang w:eastAsia="lt-LT"/>
              </w:rPr>
              <w:t>54.894164, 23.935242</w:t>
            </w:r>
          </w:p>
        </w:tc>
        <w:tc>
          <w:tcPr>
            <w:tcW w:w="1135" w:type="pct"/>
            <w:tcBorders>
              <w:top w:val="single" w:sz="4" w:space="0" w:color="auto"/>
              <w:left w:val="nil"/>
              <w:bottom w:val="single" w:sz="4" w:space="0" w:color="auto"/>
              <w:right w:val="single" w:sz="4" w:space="0" w:color="auto"/>
            </w:tcBorders>
            <w:vAlign w:val="center"/>
          </w:tcPr>
          <w:p w14:paraId="2DB18599" w14:textId="77777777" w:rsidR="001B7D6D" w:rsidRPr="002462BE" w:rsidRDefault="001B7D6D" w:rsidP="00B635D2">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1017,85</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0E5F028C" w14:textId="77777777" w:rsidR="001B7D6D" w:rsidRPr="002462BE" w:rsidRDefault="001B7D6D"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15EAB" w14:textId="77777777" w:rsidR="001B7D6D" w:rsidRPr="002462BE" w:rsidRDefault="001B7D6D"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1969B9">
              <w:rPr>
                <w:rFonts w:ascii="Calibri Light" w:eastAsia="Times New Roman" w:hAnsi="Calibri Light" w:cs="Calibri Light"/>
                <w:sz w:val="24"/>
                <w:szCs w:val="24"/>
                <w:lang w:eastAsia="lt-LT"/>
              </w:rPr>
              <w:t>36642,60</w:t>
            </w:r>
          </w:p>
        </w:tc>
      </w:tr>
      <w:tr w:rsidR="001B7D6D" w:rsidRPr="002462BE" w14:paraId="36B14DF8"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57159A93" w14:textId="77777777" w:rsidR="001B7D6D" w:rsidRPr="002462BE" w:rsidRDefault="001B7D6D" w:rsidP="00B635D2">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2D7EAFE" w14:textId="77777777" w:rsidR="001B7D6D" w:rsidRPr="002462BE" w:rsidRDefault="001B7D6D" w:rsidP="00B635D2">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5EFA33" w14:textId="77777777" w:rsidR="001B7D6D" w:rsidRPr="002462BE" w:rsidRDefault="001B7D6D" w:rsidP="00B635D2">
            <w:pPr>
              <w:rPr>
                <w:rFonts w:ascii="Calibri Light" w:hAnsi="Calibri Light" w:cs="Calibri Light"/>
                <w:b/>
              </w:rPr>
            </w:pPr>
            <w:r w:rsidRPr="001969B9">
              <w:rPr>
                <w:rFonts w:ascii="Calibri Light" w:hAnsi="Calibri Light" w:cs="Calibri Light"/>
                <w:b/>
              </w:rPr>
              <w:t>7694,95</w:t>
            </w:r>
          </w:p>
        </w:tc>
      </w:tr>
      <w:tr w:rsidR="001B7D6D" w:rsidRPr="002462BE" w14:paraId="5511D1A2"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4B08FBF5" w14:textId="77777777" w:rsidR="001B7D6D" w:rsidRPr="002462BE" w:rsidRDefault="001B7D6D" w:rsidP="00B635D2">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B6D02E" w14:textId="77777777" w:rsidR="001B7D6D" w:rsidRPr="002462BE" w:rsidRDefault="001B7D6D" w:rsidP="00B635D2">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D36F3" w14:textId="77777777" w:rsidR="001B7D6D" w:rsidRPr="002462BE" w:rsidRDefault="001B7D6D"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1969B9">
              <w:rPr>
                <w:rFonts w:ascii="Calibri Light" w:eastAsia="Times New Roman" w:hAnsi="Calibri Light" w:cs="Calibri Light"/>
                <w:sz w:val="24"/>
                <w:szCs w:val="24"/>
                <w:lang w:eastAsia="lt-LT"/>
              </w:rPr>
              <w:t>44337,55</w:t>
            </w:r>
          </w:p>
        </w:tc>
      </w:tr>
    </w:tbl>
    <w:p w14:paraId="3171E50F" w14:textId="77777777" w:rsidR="00D34804" w:rsidRDefault="00D34804" w:rsidP="00330F7E">
      <w:pPr>
        <w:tabs>
          <w:tab w:val="left" w:pos="1134"/>
          <w:tab w:val="left" w:pos="9630"/>
          <w:tab w:val="left" w:pos="9720"/>
        </w:tabs>
        <w:ind w:left="360" w:right="8"/>
        <w:rPr>
          <w:rFonts w:ascii="Calibri Light" w:eastAsia="Times New Roman" w:hAnsi="Calibri Light" w:cs="Calibri Light"/>
          <w:iCs/>
        </w:rPr>
      </w:pPr>
    </w:p>
    <w:tbl>
      <w:tblPr>
        <w:tblW w:w="5000" w:type="pct"/>
        <w:jc w:val="center"/>
        <w:tblLook w:val="04A0" w:firstRow="1" w:lastRow="0" w:firstColumn="1" w:lastColumn="0" w:noHBand="0" w:noVBand="1"/>
      </w:tblPr>
      <w:tblGrid>
        <w:gridCol w:w="873"/>
        <w:gridCol w:w="2324"/>
        <w:gridCol w:w="2186"/>
        <w:gridCol w:w="2126"/>
        <w:gridCol w:w="2120"/>
      </w:tblGrid>
      <w:tr w:rsidR="00EB6162" w:rsidRPr="002462BE" w14:paraId="5935D6AA"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1C1360" w14:textId="77777777" w:rsidR="00EB6162" w:rsidRPr="002462BE" w:rsidRDefault="00EB6162" w:rsidP="00B635D2">
            <w:pPr>
              <w:spacing w:after="0" w:line="240" w:lineRule="auto"/>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0F20376C" w14:textId="77777777" w:rsidR="00EB6162" w:rsidRPr="002462BE" w:rsidRDefault="00EB6162"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SMRRT įrangos</w:t>
            </w:r>
          </w:p>
          <w:p w14:paraId="61FAF323" w14:textId="77777777" w:rsidR="00EB6162" w:rsidRPr="002462BE" w:rsidRDefault="00EB6162"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talpinimo vietos adresas </w:t>
            </w:r>
          </w:p>
          <w:p w14:paraId="734E7BCD" w14:textId="77777777" w:rsidR="00EB6162" w:rsidRPr="002462BE" w:rsidRDefault="00EB6162"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su koordinatėmis ir talpinimo aukščio</w:t>
            </w:r>
          </w:p>
          <w:p w14:paraId="24F04B81" w14:textId="77777777" w:rsidR="00EB6162" w:rsidRPr="002462BE" w:rsidRDefault="00EB6162"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(nuo ... iki) ribos (m) </w:t>
            </w:r>
          </w:p>
          <w:p w14:paraId="318D5A39" w14:textId="77777777" w:rsidR="00EB6162" w:rsidRPr="002462BE" w:rsidRDefault="00EB6162"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nurodytai kainai *</w:t>
            </w:r>
          </w:p>
        </w:tc>
        <w:tc>
          <w:tcPr>
            <w:tcW w:w="1135" w:type="pct"/>
            <w:tcBorders>
              <w:top w:val="single" w:sz="4" w:space="0" w:color="auto"/>
              <w:left w:val="nil"/>
              <w:bottom w:val="single" w:sz="4" w:space="0" w:color="auto"/>
              <w:right w:val="single" w:sz="4" w:space="0" w:color="auto"/>
            </w:tcBorders>
            <w:vAlign w:val="center"/>
          </w:tcPr>
          <w:p w14:paraId="16CB05B1" w14:textId="77777777" w:rsidR="00EB6162" w:rsidRPr="002462BE" w:rsidRDefault="00EB6162"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05A607A2" w14:textId="77777777" w:rsidR="00EB6162" w:rsidRPr="002462BE" w:rsidRDefault="00EB6162"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7F8B65" w14:textId="77777777" w:rsidR="00EB6162" w:rsidRPr="002462BE" w:rsidRDefault="00EB6162"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 xml:space="preserve">Maksimali įrangos </w:t>
            </w:r>
          </w:p>
          <w:p w14:paraId="31138EB7" w14:textId="77777777" w:rsidR="00EB6162" w:rsidRPr="002462BE" w:rsidRDefault="00EB6162"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talpinimo kaina,</w:t>
            </w:r>
          </w:p>
          <w:p w14:paraId="5656C0F8" w14:textId="77777777" w:rsidR="00EB6162" w:rsidRPr="002462BE" w:rsidRDefault="00EB6162" w:rsidP="00B635D2">
            <w:pPr>
              <w:spacing w:after="0" w:line="240" w:lineRule="auto"/>
              <w:jc w:val="center"/>
              <w:rPr>
                <w:rFonts w:ascii="Calibri Light" w:eastAsia="Times New Roman" w:hAnsi="Calibri Light" w:cs="Calibri Light"/>
                <w:sz w:val="20"/>
                <w:szCs w:val="20"/>
                <w:lang w:eastAsia="lt-LT"/>
              </w:rPr>
            </w:pPr>
            <w:r w:rsidRPr="002462BE">
              <w:rPr>
                <w:rFonts w:ascii="Calibri Light" w:eastAsia="Times New Roman" w:hAnsi="Calibri Light" w:cs="Calibri Light"/>
                <w:sz w:val="20"/>
                <w:szCs w:val="20"/>
                <w:lang w:eastAsia="lt-LT"/>
              </w:rPr>
              <w:t>Eur be PVM</w:t>
            </w:r>
          </w:p>
        </w:tc>
      </w:tr>
      <w:tr w:rsidR="00EB6162" w:rsidRPr="002462BE" w14:paraId="21F0CF4D"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0179192B" w14:textId="77777777" w:rsidR="00EB6162" w:rsidRPr="002462BE" w:rsidRDefault="00EB6162"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1DC73F32" w14:textId="77777777" w:rsidR="00EB6162" w:rsidRPr="002462BE" w:rsidRDefault="00EB6162"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7FD019F5" w14:textId="77777777" w:rsidR="00EB6162" w:rsidRPr="002462BE" w:rsidRDefault="00EB6162"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6D80CB91" w14:textId="77777777" w:rsidR="00EB6162" w:rsidRPr="002462BE" w:rsidRDefault="00EB6162"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0E7024" w14:textId="77777777" w:rsidR="00EB6162" w:rsidRPr="002462BE" w:rsidRDefault="00EB6162"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F=(C×D)+E</w:t>
            </w:r>
          </w:p>
        </w:tc>
      </w:tr>
      <w:tr w:rsidR="00EB6162" w:rsidRPr="002462BE" w14:paraId="6EEFE419"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4D759F" w14:textId="77777777" w:rsidR="00EB6162" w:rsidRPr="002462BE" w:rsidRDefault="00EB6162" w:rsidP="00B635D2">
            <w:pPr>
              <w:tabs>
                <w:tab w:val="left" w:pos="0"/>
              </w:tabs>
              <w:spacing w:after="0" w:line="240" w:lineRule="auto"/>
              <w:ind w:left="142"/>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86.</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6CA62006" w14:textId="77777777" w:rsidR="00EB6162" w:rsidRPr="002462BE" w:rsidRDefault="00EB6162" w:rsidP="00B635D2">
            <w:pPr>
              <w:pStyle w:val="Sraopastraipa"/>
              <w:ind w:left="8"/>
              <w:contextualSpacing w:val="0"/>
              <w:jc w:val="left"/>
              <w:rPr>
                <w:rFonts w:ascii="Calibri Light" w:hAnsi="Calibri Light" w:cs="Calibri Light"/>
                <w:sz w:val="20"/>
                <w:szCs w:val="20"/>
              </w:rPr>
            </w:pPr>
            <w:r w:rsidRPr="002462BE">
              <w:rPr>
                <w:rFonts w:ascii="Calibri Light" w:hAnsi="Calibri Light" w:cs="Calibri Light"/>
                <w:sz w:val="20"/>
                <w:szCs w:val="20"/>
                <w:lang w:eastAsia="lt-LT"/>
              </w:rPr>
              <w:t>Viešintos, Televizijos g. 16</w:t>
            </w:r>
            <w:r>
              <w:rPr>
                <w:rFonts w:ascii="Calibri Light" w:hAnsi="Calibri Light" w:cs="Calibri Light"/>
                <w:sz w:val="20"/>
                <w:szCs w:val="20"/>
                <w:lang w:eastAsia="lt-LT"/>
              </w:rPr>
              <w:t xml:space="preserve">, </w:t>
            </w:r>
            <w:r w:rsidRPr="00A11F4A">
              <w:rPr>
                <w:rFonts w:ascii="Calibri Light" w:hAnsi="Calibri Light" w:cs="Calibri Light"/>
                <w:sz w:val="20"/>
                <w:szCs w:val="20"/>
                <w:lang w:eastAsia="lt-LT"/>
              </w:rPr>
              <w:t>55.692108, 24.981297</w:t>
            </w:r>
          </w:p>
        </w:tc>
        <w:tc>
          <w:tcPr>
            <w:tcW w:w="1135" w:type="pct"/>
            <w:tcBorders>
              <w:top w:val="single" w:sz="4" w:space="0" w:color="auto"/>
              <w:left w:val="nil"/>
              <w:bottom w:val="single" w:sz="4" w:space="0" w:color="auto"/>
              <w:right w:val="single" w:sz="4" w:space="0" w:color="auto"/>
            </w:tcBorders>
            <w:vAlign w:val="center"/>
          </w:tcPr>
          <w:p w14:paraId="3C2784C6" w14:textId="77777777" w:rsidR="00EB6162" w:rsidRPr="002462BE" w:rsidRDefault="00EB6162" w:rsidP="00B635D2">
            <w:pPr>
              <w:spacing w:after="0" w:line="240" w:lineRule="auto"/>
              <w:jc w:val="center"/>
              <w:rPr>
                <w:rFonts w:ascii="Calibri Light" w:eastAsia="Times New Roman" w:hAnsi="Calibri Light" w:cs="Calibri Light"/>
                <w:sz w:val="24"/>
                <w:szCs w:val="24"/>
                <w:lang w:eastAsia="lt-LT"/>
              </w:rPr>
            </w:pPr>
            <w:r>
              <w:rPr>
                <w:rFonts w:ascii="Calibri Light" w:eastAsia="Times New Roman" w:hAnsi="Calibri Light" w:cs="Calibri Light"/>
                <w:sz w:val="24"/>
                <w:szCs w:val="24"/>
                <w:lang w:eastAsia="lt-LT"/>
              </w:rPr>
              <w:t>516,03</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531D6217" w14:textId="77777777" w:rsidR="00EB6162" w:rsidRPr="002462BE" w:rsidRDefault="00EB6162" w:rsidP="00B635D2">
            <w:pPr>
              <w:spacing w:after="0" w:line="240" w:lineRule="auto"/>
              <w:jc w:val="center"/>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8F51B" w14:textId="77777777" w:rsidR="00EB6162" w:rsidRPr="002462BE" w:rsidRDefault="00EB6162"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7674D2">
              <w:rPr>
                <w:rFonts w:ascii="Calibri Light" w:eastAsia="Times New Roman" w:hAnsi="Calibri Light" w:cs="Calibri Light"/>
                <w:sz w:val="24"/>
                <w:szCs w:val="24"/>
                <w:lang w:eastAsia="lt-LT"/>
              </w:rPr>
              <w:t>18577,08</w:t>
            </w:r>
          </w:p>
        </w:tc>
      </w:tr>
      <w:tr w:rsidR="00EB6162" w:rsidRPr="002462BE" w14:paraId="0E5FCBAE"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040E8461" w14:textId="77777777" w:rsidR="00EB6162" w:rsidRPr="002462BE" w:rsidRDefault="00EB6162" w:rsidP="00B635D2">
            <w:pPr>
              <w:tabs>
                <w:tab w:val="left" w:pos="720"/>
                <w:tab w:val="center" w:pos="4320"/>
                <w:tab w:val="right" w:pos="8640"/>
              </w:tabs>
              <w:spacing w:after="0" w:line="240" w:lineRule="auto"/>
              <w:ind w:firstLine="540"/>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BF922EE" w14:textId="77777777" w:rsidR="00EB6162" w:rsidRPr="002462BE" w:rsidRDefault="00EB6162" w:rsidP="00B635D2">
            <w:pPr>
              <w:tabs>
                <w:tab w:val="left" w:pos="720"/>
                <w:tab w:val="center" w:pos="4320"/>
                <w:tab w:val="right" w:pos="8640"/>
              </w:tabs>
              <w:spacing w:after="0" w:line="240" w:lineRule="auto"/>
              <w:ind w:firstLine="540"/>
              <w:jc w:val="right"/>
              <w:rPr>
                <w:rFonts w:ascii="Calibri Light" w:hAnsi="Calibri Light" w:cs="Calibri Light"/>
                <w:b/>
              </w:rPr>
            </w:pPr>
            <w:r w:rsidRPr="002462BE">
              <w:rPr>
                <w:rFonts w:ascii="Calibri Light" w:eastAsia="Times New Roman" w:hAnsi="Calibri Light" w:cs="Calibri Light"/>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BDC5F2" w14:textId="77777777" w:rsidR="00EB6162" w:rsidRPr="002462BE" w:rsidRDefault="00EB6162" w:rsidP="00B635D2">
            <w:pPr>
              <w:rPr>
                <w:rFonts w:ascii="Calibri Light" w:hAnsi="Calibri Light" w:cs="Calibri Light"/>
                <w:b/>
              </w:rPr>
            </w:pPr>
            <w:r w:rsidRPr="00213A57">
              <w:rPr>
                <w:rFonts w:ascii="Calibri Light" w:hAnsi="Calibri Light" w:cs="Calibri Light"/>
                <w:b/>
              </w:rPr>
              <w:t>3901,19</w:t>
            </w:r>
          </w:p>
        </w:tc>
      </w:tr>
      <w:tr w:rsidR="00EB6162" w:rsidRPr="002462BE" w14:paraId="2AE65DB3" w14:textId="77777777" w:rsidTr="00B635D2">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0C1581DE" w14:textId="77777777" w:rsidR="00EB6162" w:rsidRPr="002462BE" w:rsidRDefault="00EB6162" w:rsidP="00B635D2">
            <w:pPr>
              <w:spacing w:after="0" w:line="240" w:lineRule="auto"/>
              <w:jc w:val="right"/>
              <w:rPr>
                <w:rFonts w:ascii="Calibri Light" w:eastAsia="Times New Roman" w:hAnsi="Calibri Light" w:cs="Calibri Light"/>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23E935" w14:textId="77777777" w:rsidR="00EB6162" w:rsidRPr="002462BE" w:rsidRDefault="00EB6162" w:rsidP="00B635D2">
            <w:pPr>
              <w:spacing w:after="0" w:line="240" w:lineRule="auto"/>
              <w:jc w:val="right"/>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65BA3" w14:textId="77777777" w:rsidR="00EB6162" w:rsidRPr="002462BE" w:rsidRDefault="00EB6162" w:rsidP="00B635D2">
            <w:pPr>
              <w:spacing w:after="0" w:line="240" w:lineRule="auto"/>
              <w:rPr>
                <w:rFonts w:ascii="Calibri Light" w:eastAsia="Times New Roman" w:hAnsi="Calibri Light" w:cs="Calibri Light"/>
                <w:sz w:val="24"/>
                <w:szCs w:val="24"/>
                <w:lang w:eastAsia="lt-LT"/>
              </w:rPr>
            </w:pPr>
            <w:r w:rsidRPr="002462BE">
              <w:rPr>
                <w:rFonts w:ascii="Calibri Light" w:eastAsia="Times New Roman" w:hAnsi="Calibri Light" w:cs="Calibri Light"/>
                <w:sz w:val="24"/>
                <w:szCs w:val="24"/>
                <w:lang w:eastAsia="lt-LT"/>
              </w:rPr>
              <w:t> </w:t>
            </w:r>
            <w:r w:rsidRPr="00B5781B">
              <w:rPr>
                <w:rFonts w:ascii="Calibri Light" w:eastAsia="Times New Roman" w:hAnsi="Calibri Light" w:cs="Calibri Light"/>
                <w:sz w:val="24"/>
                <w:szCs w:val="24"/>
                <w:lang w:eastAsia="lt-LT"/>
              </w:rPr>
              <w:t>22478,2</w:t>
            </w:r>
            <w:r>
              <w:rPr>
                <w:rFonts w:ascii="Calibri Light" w:eastAsia="Times New Roman" w:hAnsi="Calibri Light" w:cs="Calibri Light"/>
                <w:sz w:val="24"/>
                <w:szCs w:val="24"/>
                <w:lang w:eastAsia="lt-LT"/>
              </w:rPr>
              <w:t>7</w:t>
            </w:r>
          </w:p>
        </w:tc>
      </w:tr>
    </w:tbl>
    <w:p w14:paraId="366EE603" w14:textId="77777777" w:rsidR="001B7D6D" w:rsidRPr="00330F7E" w:rsidRDefault="001B7D6D" w:rsidP="00330F7E">
      <w:pPr>
        <w:tabs>
          <w:tab w:val="left" w:pos="1134"/>
          <w:tab w:val="left" w:pos="9630"/>
          <w:tab w:val="left" w:pos="9720"/>
        </w:tabs>
        <w:ind w:left="360" w:right="8"/>
        <w:rPr>
          <w:rFonts w:ascii="Calibri Light" w:eastAsia="Times New Roman" w:hAnsi="Calibri Light" w:cs="Calibri Light"/>
          <w:iCs/>
        </w:rPr>
      </w:pPr>
    </w:p>
    <w:p w14:paraId="469C850F" w14:textId="77777777"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Į Sutarties kainą/paslaugų kainą įskaitomi visi mokesčiai ir rinkliavos, bei kitos išlaidos, susijusios su tinkamu Sutarties vykdymu (įskaitant ir PVM sąskaitų faktūrų / sąskaitų faktūrų teikimo elektroniniu būdu išlaidas).</w:t>
      </w:r>
    </w:p>
    <w:p w14:paraId="7DA96D6F" w14:textId="77777777"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Sutarties kaina/paslaugų kaina negali būti keičiama/</w:t>
      </w:r>
      <w:proofErr w:type="spellStart"/>
      <w:r w:rsidRPr="00A95CC3">
        <w:rPr>
          <w:rFonts w:ascii="Calibri Light" w:eastAsia="Times New Roman" w:hAnsi="Calibri Light" w:cs="Calibri Light"/>
        </w:rPr>
        <w:t>os</w:t>
      </w:r>
      <w:proofErr w:type="spellEnd"/>
      <w:r w:rsidRPr="00A95CC3">
        <w:rPr>
          <w:rFonts w:ascii="Calibri Light" w:eastAsia="Times New Roman" w:hAnsi="Calibri Light" w:cs="Calibri Light"/>
        </w:rPr>
        <w:t xml:space="preserve"> per visą Sutarties galiojimo laiką, išskyrus Sutartyje numatytus atvejus.</w:t>
      </w:r>
    </w:p>
    <w:p w14:paraId="67D8251F" w14:textId="77777777"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Jeigu einamaisiais biudžetiniais metais teisės aktais bus apribotas tam tikram laikotarpiui numatytas valstybės piniginių išteklių išdavimas, Klientas turi teisę einamaisiais biudžetiniais metais atsisakyti tam tikrų Sutartyje numatytų, tačiau dar nesuteiktų paslaugų ir privalo apie tai informuoti Paslaugų teikėją. Esant valstybės piniginių išteklių išdavimo ribojimo situacijai ir Klientui atsisakius dar nesuteiktų paslaugų, Klientui nėra taikomos jokios Paslaugų teikėjo sankcijos, kylančios dėl sutartinių įsipareigojimų nevykdymo.</w:t>
      </w:r>
    </w:p>
    <w:p w14:paraId="6A150262" w14:textId="77777777"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 xml:space="preserve">Už per kiekvieną kalendorinį mėnesį (ataskaitinis laikotarpis) tinkamai ir faktiškai suteiktas paslaugas Klientas su Paslaugų teikėju atsiskaito mokėjimo pavedimu, pinigus pervesdamas į Sutartyje nurodytą Paslaugų teikėjo atsiskaitomąją sąskaitą ne vėliau kaip per 30 (trisdešimt) dienų nuo teisingos PVM sąskaitos faktūros ir faktines išlaidas pagrindžiančių dokumentų (Klientui pareikalavus) gavimo dienos. Paslaugų teikėjas turi pateikti sąskaitą faktūrą už praeitą kalendorinį mėnesį teiktas paslaugas iki einamojo mėnesio 10 (dešimtos) dienos. Paslaugų teikėjas PVM sąskaitą faktūrą / sąskaitą faktūrą turi pateikti elektroniniu būdu, kaip numatyta Lietuvos Respublikos viešųjų pirkimų įstatymo 22 straipsnio 3 dalyje. Paslaugų teikėjui nepateikus PVM sąskaitos faktūros / sąskaitos faktūros elektroniniu būdu, Klientas turi teisę nevykdyti mokėjimo. </w:t>
      </w:r>
    </w:p>
    <w:p w14:paraId="43094790" w14:textId="29F2BA07" w:rsidR="00711B4B" w:rsidRPr="00A95CC3" w:rsidRDefault="00E75043" w:rsidP="00711B4B">
      <w:pPr>
        <w:pStyle w:val="Sraopastraipa"/>
        <w:numPr>
          <w:ilvl w:val="1"/>
          <w:numId w:val="32"/>
        </w:numPr>
        <w:tabs>
          <w:tab w:val="left" w:pos="567"/>
        </w:tabs>
        <w:ind w:left="0" w:firstLine="360"/>
        <w:rPr>
          <w:rFonts w:ascii="Calibri Light" w:hAnsi="Calibri Light" w:cs="Calibri Light"/>
        </w:rPr>
      </w:pPr>
      <w:r>
        <w:rPr>
          <w:rFonts w:ascii="Calibri Light" w:hAnsi="Calibri Light" w:cs="Calibri Light"/>
        </w:rPr>
        <w:t xml:space="preserve"> </w:t>
      </w:r>
      <w:r w:rsidR="00711B4B" w:rsidRPr="00A95CC3">
        <w:rPr>
          <w:rFonts w:ascii="Calibri Light" w:hAnsi="Calibri Light" w:cs="Calibri Light"/>
        </w:rPr>
        <w:t>Sutarties kaina/įkainiai jos galiojimo laikotarpiu perskaičiuojami (didinama ar mažinama) pasikeitus (padidėjus ar sumažėjus) PVM, kuris turėjo tiesioginės įtakos Sutarties kainai/įkainiams. Raštiškai susitarus Tiekėjui ir Klientui ne vėliau kaip iki paskutinio pagal Sutartį mokėjimo laikotarpio (kalendorinio mėnesio) dienos, perskaičiuojama tik ta Sutarties kainos dalis, kuriai turėjo įtakos pasikeitęs PVM ir tik pasikeitusio mokesčio dydžiu. Sutarties kainos/įkainių perskaičiavimą dėl pasikeitusio (padidėjusio ar sumažėjusio) PVM inicijuoja Tiekėjas, kreipdamasis į Klientą raštu, pateikdamas konkrečius skaičiavimus dėl pasikeitusio mokesčio įtakos Sutarties kainai. Sutarties kainos perskaičiavimas dėl kitų mokesčių pasikeitimo nebus atliekamas. Sutarties kainos/įkainio perskaičiavimas įforminamas Sutarties Šalių pasirašomu susitarimu, kuriame užfiksuojama perskaičiuota Sutarties kaina/įkainis bei šio perskaičiavimo įsigaliojimo sąlygos.</w:t>
      </w:r>
    </w:p>
    <w:p w14:paraId="560B309C" w14:textId="5E4576FD" w:rsidR="00711B4B" w:rsidRPr="00A95CC3" w:rsidRDefault="00E75043" w:rsidP="00711B4B">
      <w:pPr>
        <w:pStyle w:val="Sraopastraipa"/>
        <w:numPr>
          <w:ilvl w:val="1"/>
          <w:numId w:val="32"/>
        </w:numPr>
        <w:tabs>
          <w:tab w:val="left" w:pos="567"/>
        </w:tabs>
        <w:ind w:left="0" w:firstLine="360"/>
        <w:rPr>
          <w:rFonts w:ascii="Calibri Light" w:hAnsi="Calibri Light" w:cs="Calibri Light"/>
        </w:rPr>
      </w:pPr>
      <w:r>
        <w:rPr>
          <w:rFonts w:ascii="Calibri Light" w:hAnsi="Calibri Light" w:cs="Calibri Light"/>
        </w:rPr>
        <w:t xml:space="preserve"> </w:t>
      </w:r>
      <w:r w:rsidR="00711B4B" w:rsidRPr="00A95CC3">
        <w:rPr>
          <w:rFonts w:ascii="Calibri Light" w:hAnsi="Calibri Light" w:cs="Calibri Light"/>
        </w:rPr>
        <w:t xml:space="preserve">Sutartyje numatyti paslaugų teikimo įkainiai ir Sutarties kaina gali būti perskaičiuojami, jeigu Valstybės duomenų agentūros (www.stat.gov.lt) kas ketvirtį skelbiamo Ūkio subjektams suteiktų paslaugų kainų indekso H521 Sandėliavimas ir saugojimas pokytis (k), apskaičiuotas kaip nustatyta </w:t>
      </w:r>
      <w:r>
        <w:rPr>
          <w:rFonts w:ascii="Calibri Light" w:hAnsi="Calibri Light" w:cs="Calibri Light"/>
        </w:rPr>
        <w:t xml:space="preserve">Sutarties </w:t>
      </w:r>
      <w:r w:rsidR="00711B4B" w:rsidRPr="00A95CC3">
        <w:rPr>
          <w:rFonts w:ascii="Calibri Light" w:hAnsi="Calibri Light" w:cs="Calibri Light"/>
        </w:rPr>
        <w:t>2.10 papunktyje, yra didesnis kaip 5 %. Atlikdamos perskaičiavimą Šalys vadovaujasi Valstybės duomenų agentūros viešai Oficialiosios statistikos portale paskelbtais Rodiklių duomenų bazės duomenimis, iš kitos Šalies nereikalaudamos pateikti oficialaus Valstybės duomenų agentūros ar kitos institucijos išduoto dokumento ar patvirtinimo. Sutarties kainos/įkainio perskaičiavimas įforminamas Sutarties šalių pasirašomu susitarimu, kuriame užfiksuojama perskaičiuota Sutarties kaina/įkainis bei šio perskaičiavimo įsigaliojimo sąlygos.</w:t>
      </w:r>
    </w:p>
    <w:p w14:paraId="0654AD96" w14:textId="1F2EB794" w:rsidR="00711B4B" w:rsidRPr="00A95CC3" w:rsidRDefault="00E75043" w:rsidP="00711B4B">
      <w:pPr>
        <w:pStyle w:val="Sraopastraipa"/>
        <w:numPr>
          <w:ilvl w:val="1"/>
          <w:numId w:val="32"/>
        </w:numPr>
        <w:tabs>
          <w:tab w:val="left" w:pos="567"/>
        </w:tabs>
        <w:ind w:left="0" w:firstLine="360"/>
        <w:rPr>
          <w:rFonts w:ascii="Calibri Light" w:hAnsi="Calibri Light" w:cs="Calibri Light"/>
        </w:rPr>
      </w:pPr>
      <w:r>
        <w:rPr>
          <w:rFonts w:ascii="Calibri Light" w:hAnsi="Calibri Light" w:cs="Calibri Light"/>
        </w:rPr>
        <w:t xml:space="preserve"> </w:t>
      </w:r>
      <w:r w:rsidR="00711B4B" w:rsidRPr="00A95CC3">
        <w:rPr>
          <w:rFonts w:ascii="Calibri Light" w:hAnsi="Calibri Light" w:cs="Calibri Light"/>
        </w:rPr>
        <w:t>Šalys privalo Susitarime nurodyti indekso reikšmę laikotarpio pradžioje ir jos nustatymo datą, indekso reikšmę laikotarpio pabaigoje ir jos nustatymo datą, kainų pokytį (k), perskaičiuotus įkainius, perskaičiuotą pradinės Sutarties vertę.</w:t>
      </w:r>
    </w:p>
    <w:p w14:paraId="79940FF5" w14:textId="5FD76A85" w:rsidR="00711B4B" w:rsidRPr="00A95CC3" w:rsidRDefault="00E75043" w:rsidP="00711B4B">
      <w:pPr>
        <w:pStyle w:val="Sraopastraipa"/>
        <w:numPr>
          <w:ilvl w:val="1"/>
          <w:numId w:val="32"/>
        </w:numPr>
        <w:tabs>
          <w:tab w:val="left" w:pos="567"/>
        </w:tabs>
        <w:ind w:left="0" w:firstLine="360"/>
        <w:rPr>
          <w:rFonts w:ascii="Calibri Light" w:hAnsi="Calibri Light" w:cs="Calibri Light"/>
        </w:rPr>
      </w:pPr>
      <w:r>
        <w:rPr>
          <w:rFonts w:ascii="Calibri Light" w:hAnsi="Calibri Light" w:cs="Calibri Light"/>
        </w:rPr>
        <w:t xml:space="preserve"> </w:t>
      </w:r>
      <w:r w:rsidR="00711B4B" w:rsidRPr="00A95CC3">
        <w:rPr>
          <w:rFonts w:ascii="Calibri Light" w:hAnsi="Calibri Light" w:cs="Calibri Light"/>
        </w:rPr>
        <w:t>Perskaičiuotieji įkainiai taikomi talpinimo paslaugoms, suteikiamoms po to, kai Šalys sudaro susitarimą dėl įkainių perskaičiavimo.</w:t>
      </w:r>
    </w:p>
    <w:p w14:paraId="40351A3F" w14:textId="661E5132" w:rsidR="00711B4B" w:rsidRPr="00A95CC3" w:rsidRDefault="00E75043" w:rsidP="00711B4B">
      <w:pPr>
        <w:pStyle w:val="Sraopastraipa"/>
        <w:numPr>
          <w:ilvl w:val="1"/>
          <w:numId w:val="32"/>
        </w:numPr>
        <w:tabs>
          <w:tab w:val="left" w:pos="567"/>
        </w:tabs>
        <w:ind w:left="0" w:firstLine="360"/>
        <w:rPr>
          <w:rFonts w:ascii="Calibri Light" w:hAnsi="Calibri Light" w:cs="Calibri Light"/>
        </w:rPr>
      </w:pPr>
      <w:r>
        <w:rPr>
          <w:rFonts w:ascii="Calibri Light" w:hAnsi="Calibri Light" w:cs="Calibri Light"/>
        </w:rPr>
        <w:t xml:space="preserve"> </w:t>
      </w:r>
      <w:r w:rsidR="00711B4B" w:rsidRPr="00A95CC3">
        <w:rPr>
          <w:rFonts w:ascii="Calibri Light" w:hAnsi="Calibri Light" w:cs="Calibri Light"/>
        </w:rPr>
        <w:t>Nauji įkainiai apskaičiuojami pagal formulę:</w:t>
      </w:r>
    </w:p>
    <w:p w14:paraId="503CC09F" w14:textId="77777777" w:rsidR="00711B4B" w:rsidRPr="00A95CC3" w:rsidRDefault="00711B4B" w:rsidP="00711B4B">
      <w:pPr>
        <w:tabs>
          <w:tab w:val="left" w:pos="567"/>
        </w:tabs>
        <w:ind w:firstLine="360"/>
        <w:rPr>
          <w:rFonts w:ascii="Calibri Light" w:hAnsi="Calibri Light" w:cs="Calibri Light"/>
        </w:rPr>
      </w:pPr>
      <w:r w:rsidRPr="00A95CC3">
        <w:rPr>
          <w:rFonts w:ascii="Calibri Light" w:hAnsi="Calibri Light" w:cs="Calibri Light"/>
        </w:rPr>
        <w:t>a1=a+(k/100×a), kur</w:t>
      </w:r>
    </w:p>
    <w:p w14:paraId="45B67684" w14:textId="77777777" w:rsidR="00711B4B" w:rsidRPr="00A95CC3" w:rsidRDefault="00711B4B" w:rsidP="00711B4B">
      <w:pPr>
        <w:pStyle w:val="Sraopastraipa"/>
        <w:tabs>
          <w:tab w:val="left" w:pos="567"/>
        </w:tabs>
        <w:ind w:left="0" w:firstLine="360"/>
        <w:rPr>
          <w:rFonts w:ascii="Calibri Light" w:hAnsi="Calibri Light" w:cs="Calibri Light"/>
        </w:rPr>
      </w:pPr>
      <w:r w:rsidRPr="00A95CC3">
        <w:rPr>
          <w:rFonts w:ascii="Calibri Light" w:hAnsi="Calibri Light" w:cs="Calibri Light"/>
        </w:rPr>
        <w:t>a – įkainis (Eur be PVM)) (jei jis jau buvo perskaičiuotas, tai po paskutinio perskaičiavimo).</w:t>
      </w:r>
    </w:p>
    <w:p w14:paraId="03ED8F3B" w14:textId="77777777" w:rsidR="00711B4B" w:rsidRPr="00A95CC3" w:rsidRDefault="00711B4B" w:rsidP="00711B4B">
      <w:pPr>
        <w:pStyle w:val="Sraopastraipa"/>
        <w:tabs>
          <w:tab w:val="left" w:pos="567"/>
        </w:tabs>
        <w:ind w:left="0" w:firstLine="360"/>
        <w:rPr>
          <w:rFonts w:ascii="Calibri Light" w:hAnsi="Calibri Light" w:cs="Calibri Light"/>
        </w:rPr>
      </w:pPr>
      <w:r w:rsidRPr="00A95CC3">
        <w:rPr>
          <w:rFonts w:ascii="Calibri Light" w:hAnsi="Calibri Light" w:cs="Calibri Light"/>
        </w:rPr>
        <w:t>a1 – perskaičiuotas (pakeistas) įkainis (Eur be PVM)</w:t>
      </w:r>
    </w:p>
    <w:p w14:paraId="4B9C85C7" w14:textId="77777777" w:rsidR="00711B4B" w:rsidRPr="00A95CC3" w:rsidRDefault="00711B4B" w:rsidP="00711B4B">
      <w:pPr>
        <w:pStyle w:val="Sraopastraipa"/>
        <w:tabs>
          <w:tab w:val="left" w:pos="567"/>
        </w:tabs>
        <w:ind w:left="0" w:firstLine="360"/>
        <w:rPr>
          <w:rFonts w:ascii="Calibri Light" w:hAnsi="Calibri Light" w:cs="Calibri Light"/>
        </w:rPr>
      </w:pPr>
      <w:r w:rsidRPr="00A95CC3">
        <w:rPr>
          <w:rFonts w:ascii="Calibri Light" w:hAnsi="Calibri Light" w:cs="Calibri Light"/>
        </w:rPr>
        <w:t xml:space="preserve">k – Pagal Ūkio subjektams suteiktų paslaugų kainų indeksą H521 Sandėliavimas ir saugojimas apskaičiuotas kainų pokytis (padidėjimas arba sumažėjimas) (%). „k“ reikšmė skaičiuojama pagal formulę: </w:t>
      </w:r>
    </w:p>
    <w:p w14:paraId="4EC4F7BD" w14:textId="77777777" w:rsidR="00711B4B" w:rsidRPr="00A95CC3" w:rsidRDefault="00711B4B" w:rsidP="00711B4B">
      <w:pPr>
        <w:pStyle w:val="Sraopastraipa"/>
        <w:tabs>
          <w:tab w:val="left" w:pos="567"/>
        </w:tabs>
        <w:ind w:left="0" w:firstLine="360"/>
        <w:rPr>
          <w:rFonts w:ascii="Calibri Light" w:hAnsi="Calibri Light" w:cs="Calibri Light"/>
        </w:rPr>
      </w:pPr>
      <w:r w:rsidRPr="00A95CC3">
        <w:rPr>
          <w:rFonts w:ascii="Calibri Light" w:hAnsi="Calibri Light" w:cs="Calibri Light"/>
        </w:rPr>
        <w:t>k =</w:t>
      </w:r>
      <w:r w:rsidRPr="00A95CC3">
        <w:rPr>
          <w:rFonts w:ascii="Calibri Light" w:eastAsia="Cambria Math" w:hAnsi="Calibri Light" w:cs="Calibri Light"/>
        </w:rPr>
        <w:t>〖</w:t>
      </w:r>
      <w:proofErr w:type="spellStart"/>
      <w:r w:rsidRPr="00A95CC3">
        <w:rPr>
          <w:rFonts w:ascii="Calibri Light" w:hAnsi="Calibri Light" w:cs="Calibri Light"/>
        </w:rPr>
        <w:t>Ind</w:t>
      </w:r>
      <w:proofErr w:type="spellEnd"/>
      <w:r w:rsidRPr="00A95CC3">
        <w:rPr>
          <w:rFonts w:ascii="Calibri Light" w:eastAsia="Cambria Math" w:hAnsi="Calibri Light" w:cs="Calibri Light"/>
        </w:rPr>
        <w:t>〗</w:t>
      </w:r>
      <w:r w:rsidRPr="00A95CC3">
        <w:rPr>
          <w:rFonts w:ascii="Calibri Light" w:hAnsi="Calibri Light" w:cs="Calibri Light"/>
        </w:rPr>
        <w:t>_naujausias  /</w:t>
      </w:r>
      <w:r w:rsidRPr="00A95CC3">
        <w:rPr>
          <w:rFonts w:ascii="Calibri Light" w:eastAsia="Cambria Math" w:hAnsi="Calibri Light" w:cs="Calibri Light"/>
        </w:rPr>
        <w:t>〖</w:t>
      </w:r>
      <w:proofErr w:type="spellStart"/>
      <w:r w:rsidRPr="00A95CC3">
        <w:rPr>
          <w:rFonts w:ascii="Calibri Light" w:hAnsi="Calibri Light" w:cs="Calibri Light"/>
        </w:rPr>
        <w:t>Ind</w:t>
      </w:r>
      <w:proofErr w:type="spellEnd"/>
      <w:r w:rsidRPr="00A95CC3">
        <w:rPr>
          <w:rFonts w:ascii="Calibri Light" w:eastAsia="Cambria Math" w:hAnsi="Calibri Light" w:cs="Calibri Light"/>
        </w:rPr>
        <w:t>〗</w:t>
      </w:r>
      <w:r w:rsidRPr="00A95CC3">
        <w:rPr>
          <w:rFonts w:ascii="Calibri Light" w:hAnsi="Calibri Light" w:cs="Calibri Light"/>
        </w:rPr>
        <w:t>_pradžia × 100-100, (proc.), kur</w:t>
      </w:r>
    </w:p>
    <w:p w14:paraId="7560DC55" w14:textId="77777777" w:rsidR="00711B4B" w:rsidRPr="00A95CC3" w:rsidRDefault="00711B4B" w:rsidP="00711B4B">
      <w:pPr>
        <w:pStyle w:val="Sraopastraipa"/>
        <w:tabs>
          <w:tab w:val="left" w:pos="567"/>
        </w:tabs>
        <w:ind w:left="0" w:firstLine="360"/>
        <w:rPr>
          <w:rFonts w:ascii="Calibri Light" w:hAnsi="Calibri Light" w:cs="Calibri Light"/>
        </w:rPr>
      </w:pPr>
      <w:r w:rsidRPr="00A95CC3">
        <w:rPr>
          <w:rFonts w:ascii="Calibri Light" w:eastAsia="Cambria Math" w:hAnsi="Calibri Light" w:cs="Calibri Light"/>
        </w:rPr>
        <w:lastRenderedPageBreak/>
        <w:t>〖</w:t>
      </w:r>
      <w:proofErr w:type="spellStart"/>
      <w:r w:rsidRPr="00A95CC3">
        <w:rPr>
          <w:rFonts w:ascii="Calibri Light" w:hAnsi="Calibri Light" w:cs="Calibri Light"/>
        </w:rPr>
        <w:t>Ind</w:t>
      </w:r>
      <w:proofErr w:type="spellEnd"/>
      <w:r w:rsidRPr="00A95CC3">
        <w:rPr>
          <w:rFonts w:ascii="Calibri Light" w:eastAsia="Cambria Math" w:hAnsi="Calibri Light" w:cs="Calibri Light"/>
        </w:rPr>
        <w:t>〗</w:t>
      </w:r>
      <w:r w:rsidRPr="00A95CC3">
        <w:rPr>
          <w:rFonts w:ascii="Calibri Light" w:hAnsi="Calibri Light" w:cs="Calibri Light"/>
        </w:rPr>
        <w:t>_naujausias – kreipimosi dėl kainos perskaičiavimo išsiuntimo kitai šaliai datą naujausias paskelbtas Ūkio subjektams suteiktų paslaugų kainų H521 Sandėliavimas ir saugojimas indeksas.</w:t>
      </w:r>
    </w:p>
    <w:p w14:paraId="1FF19E72" w14:textId="77777777" w:rsidR="00711B4B" w:rsidRPr="00A95CC3" w:rsidRDefault="00711B4B" w:rsidP="00711B4B">
      <w:pPr>
        <w:pStyle w:val="Sraopastraipa"/>
        <w:tabs>
          <w:tab w:val="left" w:pos="567"/>
        </w:tabs>
        <w:ind w:left="0" w:firstLine="360"/>
        <w:rPr>
          <w:rFonts w:ascii="Calibri Light" w:hAnsi="Calibri Light" w:cs="Calibri Light"/>
        </w:rPr>
      </w:pPr>
      <w:r w:rsidRPr="00A95CC3">
        <w:rPr>
          <w:rFonts w:ascii="Calibri Light" w:eastAsia="Cambria Math" w:hAnsi="Calibri Light" w:cs="Calibri Light"/>
        </w:rPr>
        <w:t>〖</w:t>
      </w:r>
      <w:proofErr w:type="spellStart"/>
      <w:r w:rsidRPr="00A95CC3">
        <w:rPr>
          <w:rFonts w:ascii="Calibri Light" w:hAnsi="Calibri Light" w:cs="Calibri Light"/>
        </w:rPr>
        <w:t>Ind</w:t>
      </w:r>
      <w:proofErr w:type="spellEnd"/>
      <w:r w:rsidRPr="00A95CC3">
        <w:rPr>
          <w:rFonts w:ascii="Calibri Light" w:eastAsia="Cambria Math" w:hAnsi="Calibri Light" w:cs="Calibri Light"/>
        </w:rPr>
        <w:t>〗</w:t>
      </w:r>
      <w:r w:rsidRPr="00A95CC3">
        <w:rPr>
          <w:rFonts w:ascii="Calibri Light" w:hAnsi="Calibri Light" w:cs="Calibri Light"/>
        </w:rPr>
        <w:t>_pradžia – laikotarpio pradžios datos (mėnesio) Ūkio subjektams suteiktų paslaugų kainų H521 Sandėliavimas ir saugojimas pokytis vartojimo prekių ir paslaugų indeksas.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13582EBE" w14:textId="77777777" w:rsidR="00711B4B" w:rsidRPr="00A95CC3" w:rsidRDefault="00711B4B" w:rsidP="00711B4B">
      <w:pPr>
        <w:pStyle w:val="Sraopastraipa"/>
        <w:tabs>
          <w:tab w:val="left" w:pos="567"/>
        </w:tabs>
        <w:ind w:left="0" w:firstLine="360"/>
        <w:rPr>
          <w:rFonts w:ascii="Calibri Light" w:hAnsi="Calibri Light" w:cs="Calibri Light"/>
        </w:rPr>
      </w:pPr>
      <w:r w:rsidRPr="00A95CC3">
        <w:rPr>
          <w:rFonts w:ascii="Calibri Light" w:hAnsi="Calibri Light" w:cs="Calibri Light"/>
        </w:rPr>
        <w:t xml:space="preserve">Skaičiavimams indeksų reikšmės imamos keturių skaitmenų po kablelio tikslumu. Apskaičiuotas pokytis (k) tolimesniems skaičiavimams naudojamas suapvalinus iki vieno (V pokyčius skelbia apvalindamas iki vieno skaitmens po kablelio) skaitmens po kablelio, o apskaičiuotas įkainis „a“ suapvalinamas iki dviejų skaitmenų po kablelio. </w:t>
      </w:r>
    </w:p>
    <w:p w14:paraId="3905F2C2" w14:textId="341DE60C" w:rsidR="00711B4B" w:rsidRPr="00A95CC3" w:rsidRDefault="00E75043" w:rsidP="00711B4B">
      <w:pPr>
        <w:pStyle w:val="Sraopastraipa"/>
        <w:numPr>
          <w:ilvl w:val="1"/>
          <w:numId w:val="32"/>
        </w:numPr>
        <w:tabs>
          <w:tab w:val="left" w:pos="567"/>
        </w:tabs>
        <w:ind w:left="0" w:firstLine="360"/>
        <w:rPr>
          <w:rFonts w:ascii="Calibri Light" w:hAnsi="Calibri Light" w:cs="Calibri Light"/>
        </w:rPr>
      </w:pPr>
      <w:r>
        <w:rPr>
          <w:rFonts w:ascii="Calibri Light" w:hAnsi="Calibri Light" w:cs="Calibri Light"/>
        </w:rPr>
        <w:t xml:space="preserve"> </w:t>
      </w:r>
      <w:r w:rsidR="00711B4B" w:rsidRPr="00A95CC3">
        <w:rPr>
          <w:rFonts w:ascii="Calibri Light" w:hAnsi="Calibri Light" w:cs="Calibri Light"/>
        </w:rPr>
        <w:t>Vėlesnis kainų arba įkainių perskaičiavimas negali apimti laikotarpio, už kurį jau buvo atliktas perskaičiavimas.</w:t>
      </w:r>
    </w:p>
    <w:p w14:paraId="343EDE1C" w14:textId="77777777"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hAnsi="Calibri Light" w:cs="Calibri Light"/>
        </w:rPr>
        <w:t>Pirmosios peržiūros terminas netaikomas ir peržiūros dažnumas nėra ribojamas</w:t>
      </w:r>
    </w:p>
    <w:p w14:paraId="6ADBA5A5" w14:textId="77777777"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Atsiskaitant už ataskaitinį laikotarpį suteiktas paslaugas yra taikoma Sutarties vykdymo išlaidų atlyginimo kainodara, t. y. suteiktų paslaugų kaina yra sudaryta iš dviejų dalių:</w:t>
      </w:r>
    </w:p>
    <w:p w14:paraId="076EA41B" w14:textId="77777777" w:rsidR="00711B4B" w:rsidRPr="00A95CC3" w:rsidRDefault="00711B4B" w:rsidP="00711B4B">
      <w:pPr>
        <w:pStyle w:val="Sraopastraipa"/>
        <w:numPr>
          <w:ilvl w:val="2"/>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fiksuotos paslaugų kainos (nurodytos Paslaugų teikėjo pasiūlyme). Paslaugų teikėjas, pateikdamas fiksuotą 1 (vieno) mėnesio įrangos talpinimo kainą, turi įvertinti visas jam tenkančias išlaidas (įvertinant galimas išlaidas dėl talpinamų SMRRT komponentų bokštų apkrovos paskaičiavimo, dėl informavimo apie įvykusius arba galinčius įvykti incidentus teikiant Sutarties 1 priede numatytas paslaugas, išlaidas, kurias Paslaugų teikėjas patiria Paslaugų teikimo vietoje užtikrindamas elektros energijos tiekimą SMRRT įrangai (pvz. savo elektros energijos tinklų eksploatavimo, remonto, renovavimo, priežiūros ir pan.), talpinimo vietos priežiūros kaštus, įskaitant komunalinius mokesčius, patalpų kondicionavimo išlaidas, visus jam priklausančius mokėti mokesčius ir kitas išlaidas, kurios negali būti priskiriamos faktiškai patiriamų išlaidų daliai);</w:t>
      </w:r>
    </w:p>
    <w:p w14:paraId="3A9A4858" w14:textId="77777777" w:rsidR="00711B4B" w:rsidRDefault="00711B4B" w:rsidP="00711B4B">
      <w:pPr>
        <w:pStyle w:val="Sraopastraipa"/>
        <w:numPr>
          <w:ilvl w:val="2"/>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Paslaugų teikėjo faktiškai patiriamų išlaidų, tiesiogiai susijusių su Sutarties vykdymu –  išlaidos už SMRRT įrangos faktiškai sunaudotą elektros energiją Klientas numato maksimaliai skirti:</w:t>
      </w:r>
    </w:p>
    <w:tbl>
      <w:tblPr>
        <w:tblW w:w="9177" w:type="dxa"/>
        <w:jc w:val="center"/>
        <w:tblLayout w:type="fixed"/>
        <w:tblLook w:val="04A0" w:firstRow="1" w:lastRow="0" w:firstColumn="1" w:lastColumn="0" w:noHBand="0" w:noVBand="1"/>
      </w:tblPr>
      <w:tblGrid>
        <w:gridCol w:w="1580"/>
        <w:gridCol w:w="2532"/>
        <w:gridCol w:w="2532"/>
        <w:gridCol w:w="2533"/>
      </w:tblGrid>
      <w:tr w:rsidR="003C7250" w:rsidRPr="003C7250" w14:paraId="0A5095C4" w14:textId="77777777" w:rsidTr="00DE7D42">
        <w:trPr>
          <w:trHeight w:val="831"/>
          <w:jc w:val="center"/>
        </w:trPr>
        <w:tc>
          <w:tcPr>
            <w:tcW w:w="158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3345D3BD" w14:textId="77777777" w:rsidR="003C7250" w:rsidRPr="003C7250" w:rsidRDefault="003C7250" w:rsidP="003C7250">
            <w:pPr>
              <w:rPr>
                <w:rFonts w:ascii="Calibri Light" w:hAnsi="Calibri Light" w:cs="Calibri Light"/>
              </w:rPr>
            </w:pPr>
            <w:r w:rsidRPr="003C7250">
              <w:rPr>
                <w:rFonts w:ascii="Calibri Light" w:hAnsi="Calibri Light" w:cs="Calibri Light"/>
              </w:rPr>
              <w:t>Pirkimo objekto dalies numeris</w:t>
            </w:r>
          </w:p>
        </w:tc>
        <w:tc>
          <w:tcPr>
            <w:tcW w:w="2532"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18D8C4F7" w14:textId="77777777" w:rsidR="003C7250" w:rsidRPr="003C7250" w:rsidRDefault="003C7250" w:rsidP="003C7250">
            <w:pPr>
              <w:rPr>
                <w:rFonts w:ascii="Calibri Light" w:hAnsi="Calibri Light" w:cs="Calibri Light"/>
              </w:rPr>
            </w:pPr>
            <w:r w:rsidRPr="003C7250">
              <w:rPr>
                <w:rFonts w:ascii="Calibri Light" w:hAnsi="Calibri Light" w:cs="Calibri Light"/>
              </w:rPr>
              <w:t xml:space="preserve">Maksimalus paslaugos teikimo terminas,                                        mėn. </w:t>
            </w:r>
          </w:p>
        </w:tc>
        <w:tc>
          <w:tcPr>
            <w:tcW w:w="2532" w:type="dxa"/>
            <w:tcBorders>
              <w:top w:val="single" w:sz="8" w:space="0" w:color="auto"/>
              <w:left w:val="nil"/>
              <w:bottom w:val="single" w:sz="8" w:space="0" w:color="auto"/>
              <w:right w:val="single" w:sz="4" w:space="0" w:color="auto"/>
            </w:tcBorders>
            <w:vAlign w:val="center"/>
          </w:tcPr>
          <w:p w14:paraId="4F090043" w14:textId="77777777" w:rsidR="003C7250" w:rsidRPr="003C7250" w:rsidRDefault="003C7250" w:rsidP="003C7250">
            <w:pPr>
              <w:rPr>
                <w:rFonts w:ascii="Calibri Light" w:hAnsi="Calibri Light" w:cs="Calibri Light"/>
              </w:rPr>
            </w:pPr>
            <w:r w:rsidRPr="003C7250">
              <w:rPr>
                <w:rFonts w:ascii="Calibri Light" w:hAnsi="Calibri Light" w:cs="Calibri Light"/>
              </w:rPr>
              <w:t>Maksimalios elektros energijos sąnaudos be PVM, Eur</w:t>
            </w:r>
          </w:p>
        </w:tc>
        <w:tc>
          <w:tcPr>
            <w:tcW w:w="2533"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275BDD96" w14:textId="77777777" w:rsidR="003C7250" w:rsidRPr="003C7250" w:rsidRDefault="003C7250" w:rsidP="003C7250">
            <w:pPr>
              <w:rPr>
                <w:rFonts w:ascii="Calibri Light" w:hAnsi="Calibri Light" w:cs="Calibri Light"/>
              </w:rPr>
            </w:pPr>
            <w:r w:rsidRPr="003C7250">
              <w:rPr>
                <w:rFonts w:ascii="Calibri Light" w:hAnsi="Calibri Light" w:cs="Calibri Light"/>
              </w:rPr>
              <w:t>Maksimalios elektros energijos sąnaudos su PVM, Eur</w:t>
            </w:r>
          </w:p>
        </w:tc>
      </w:tr>
      <w:tr w:rsidR="003C7250" w:rsidRPr="003C7250" w14:paraId="39855418" w14:textId="77777777" w:rsidTr="00DE7D42">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21A91ECB" w14:textId="5A7C818A" w:rsidR="003C7250" w:rsidRPr="003C7250" w:rsidRDefault="00F465E9" w:rsidP="00F465E9">
            <w:pPr>
              <w:ind w:left="360"/>
              <w:rPr>
                <w:rFonts w:ascii="Calibri Light" w:hAnsi="Calibri Light" w:cs="Calibri Light"/>
              </w:rPr>
            </w:pPr>
            <w:r>
              <w:rPr>
                <w:rFonts w:ascii="Calibri Light" w:hAnsi="Calibri Light" w:cs="Calibri Light"/>
              </w:rPr>
              <w:t>53.</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700F2524" w14:textId="77777777" w:rsidR="003C7250" w:rsidRPr="003C7250" w:rsidRDefault="003C7250" w:rsidP="003C7250">
            <w:pPr>
              <w:rPr>
                <w:rFonts w:ascii="Calibri Light" w:hAnsi="Calibri Light" w:cs="Calibri Light"/>
              </w:rPr>
            </w:pPr>
            <w:r w:rsidRPr="003C7250">
              <w:rPr>
                <w:rFonts w:ascii="Calibri Light" w:hAnsi="Calibri Light" w:cs="Calibri Light"/>
              </w:rPr>
              <w:t>36</w:t>
            </w:r>
          </w:p>
        </w:tc>
        <w:tc>
          <w:tcPr>
            <w:tcW w:w="2532" w:type="dxa"/>
            <w:tcBorders>
              <w:top w:val="single" w:sz="4" w:space="0" w:color="auto"/>
              <w:left w:val="nil"/>
              <w:bottom w:val="single" w:sz="4" w:space="0" w:color="auto"/>
              <w:right w:val="single" w:sz="4" w:space="0" w:color="auto"/>
            </w:tcBorders>
            <w:vAlign w:val="center"/>
          </w:tcPr>
          <w:p w14:paraId="1010B64A" w14:textId="77777777" w:rsidR="003C7250" w:rsidRPr="003C7250" w:rsidRDefault="003C7250" w:rsidP="003C7250">
            <w:pPr>
              <w:rPr>
                <w:rFonts w:ascii="Calibri Light" w:hAnsi="Calibri Light" w:cs="Calibri Light"/>
              </w:rPr>
            </w:pPr>
            <w:r w:rsidRPr="003C7250">
              <w:rPr>
                <w:rFonts w:ascii="Calibri Light" w:hAnsi="Calibri Light" w:cs="Calibri Light"/>
              </w:rPr>
              <w:t>6753,72</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6C2DF10C" w14:textId="77777777" w:rsidR="003C7250" w:rsidRPr="003C7250" w:rsidRDefault="003C7250" w:rsidP="003C7250">
            <w:pPr>
              <w:rPr>
                <w:rFonts w:ascii="Calibri Light" w:hAnsi="Calibri Light" w:cs="Calibri Light"/>
              </w:rPr>
            </w:pPr>
            <w:r w:rsidRPr="003C7250">
              <w:rPr>
                <w:rFonts w:ascii="Calibri Light" w:hAnsi="Calibri Light" w:cs="Calibri Light"/>
              </w:rPr>
              <w:t>8172,00</w:t>
            </w:r>
          </w:p>
        </w:tc>
      </w:tr>
      <w:tr w:rsidR="003C7250" w:rsidRPr="003C7250" w14:paraId="638E39E2" w14:textId="77777777" w:rsidTr="00DE7D42">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4AF7E493" w14:textId="5E8E1DCB" w:rsidR="003C7250" w:rsidRPr="003C7250" w:rsidRDefault="00F465E9" w:rsidP="00F465E9">
            <w:pPr>
              <w:ind w:left="360"/>
              <w:rPr>
                <w:rFonts w:ascii="Calibri Light" w:hAnsi="Calibri Light" w:cs="Calibri Light"/>
              </w:rPr>
            </w:pPr>
            <w:r>
              <w:rPr>
                <w:rFonts w:ascii="Calibri Light" w:hAnsi="Calibri Light" w:cs="Calibri Light"/>
              </w:rPr>
              <w:t>54.</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2308BCA9" w14:textId="77777777" w:rsidR="003C7250" w:rsidRPr="003C7250" w:rsidRDefault="003C7250" w:rsidP="003C7250">
            <w:pPr>
              <w:rPr>
                <w:rFonts w:ascii="Calibri Light" w:hAnsi="Calibri Light" w:cs="Calibri Light"/>
              </w:rPr>
            </w:pPr>
            <w:r w:rsidRPr="003C7250">
              <w:rPr>
                <w:rFonts w:ascii="Calibri Light" w:hAnsi="Calibri Light" w:cs="Calibri Light"/>
              </w:rPr>
              <w:t>36</w:t>
            </w:r>
          </w:p>
        </w:tc>
        <w:tc>
          <w:tcPr>
            <w:tcW w:w="2532" w:type="dxa"/>
            <w:tcBorders>
              <w:top w:val="single" w:sz="4" w:space="0" w:color="auto"/>
              <w:left w:val="nil"/>
              <w:bottom w:val="single" w:sz="4" w:space="0" w:color="auto"/>
              <w:right w:val="single" w:sz="4" w:space="0" w:color="auto"/>
            </w:tcBorders>
            <w:vAlign w:val="center"/>
          </w:tcPr>
          <w:p w14:paraId="213A7065" w14:textId="77777777" w:rsidR="003C7250" w:rsidRPr="003C7250" w:rsidRDefault="003C7250" w:rsidP="003C7250">
            <w:pPr>
              <w:rPr>
                <w:rFonts w:ascii="Calibri Light" w:hAnsi="Calibri Light" w:cs="Calibri Light"/>
              </w:rPr>
            </w:pPr>
            <w:r w:rsidRPr="003C7250">
              <w:rPr>
                <w:rFonts w:ascii="Calibri Light" w:hAnsi="Calibri Light" w:cs="Calibri Ligh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59F693BA" w14:textId="77777777" w:rsidR="003C7250" w:rsidRPr="003C7250" w:rsidRDefault="003C7250" w:rsidP="003C7250">
            <w:pPr>
              <w:rPr>
                <w:rFonts w:ascii="Calibri Light" w:hAnsi="Calibri Light" w:cs="Calibri Light"/>
              </w:rPr>
            </w:pPr>
            <w:r w:rsidRPr="003C7250">
              <w:rPr>
                <w:rFonts w:ascii="Calibri Light" w:hAnsi="Calibri Light" w:cs="Calibri Light"/>
              </w:rPr>
              <w:t>4086,00</w:t>
            </w:r>
          </w:p>
        </w:tc>
      </w:tr>
      <w:tr w:rsidR="003C7250" w:rsidRPr="003C7250" w14:paraId="3FEBEE67" w14:textId="77777777" w:rsidTr="00DE7D42">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624F81D8" w14:textId="69D97681" w:rsidR="003C7250" w:rsidRPr="003C7250" w:rsidRDefault="00F465E9" w:rsidP="00F465E9">
            <w:pPr>
              <w:ind w:left="360"/>
              <w:rPr>
                <w:rFonts w:ascii="Calibri Light" w:hAnsi="Calibri Light" w:cs="Calibri Light"/>
              </w:rPr>
            </w:pPr>
            <w:r>
              <w:rPr>
                <w:rFonts w:ascii="Calibri Light" w:hAnsi="Calibri Light" w:cs="Calibri Light"/>
              </w:rPr>
              <w:t>55.</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1F352725" w14:textId="77777777" w:rsidR="003C7250" w:rsidRPr="003C7250" w:rsidRDefault="003C7250" w:rsidP="003C7250">
            <w:pPr>
              <w:rPr>
                <w:rFonts w:ascii="Calibri Light" w:hAnsi="Calibri Light" w:cs="Calibri Light"/>
              </w:rPr>
            </w:pPr>
            <w:r w:rsidRPr="003C7250">
              <w:rPr>
                <w:rFonts w:ascii="Calibri Light" w:hAnsi="Calibri Light" w:cs="Calibri Light"/>
              </w:rPr>
              <w:t>36</w:t>
            </w:r>
          </w:p>
        </w:tc>
        <w:tc>
          <w:tcPr>
            <w:tcW w:w="2532" w:type="dxa"/>
            <w:tcBorders>
              <w:top w:val="single" w:sz="4" w:space="0" w:color="auto"/>
              <w:left w:val="nil"/>
              <w:bottom w:val="single" w:sz="4" w:space="0" w:color="auto"/>
              <w:right w:val="single" w:sz="4" w:space="0" w:color="auto"/>
            </w:tcBorders>
            <w:vAlign w:val="center"/>
          </w:tcPr>
          <w:p w14:paraId="552B6A97" w14:textId="77777777" w:rsidR="003C7250" w:rsidRPr="003C7250" w:rsidRDefault="003C7250" w:rsidP="003C7250">
            <w:pPr>
              <w:rPr>
                <w:rFonts w:ascii="Calibri Light" w:hAnsi="Calibri Light" w:cs="Calibri Light"/>
              </w:rPr>
            </w:pPr>
            <w:r w:rsidRPr="003C7250">
              <w:rPr>
                <w:rFonts w:ascii="Calibri Light" w:hAnsi="Calibri Light" w:cs="Calibri Ligh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7DA50CE0" w14:textId="77777777" w:rsidR="003C7250" w:rsidRPr="003C7250" w:rsidRDefault="003C7250" w:rsidP="003C7250">
            <w:pPr>
              <w:rPr>
                <w:rFonts w:ascii="Calibri Light" w:hAnsi="Calibri Light" w:cs="Calibri Light"/>
              </w:rPr>
            </w:pPr>
            <w:r w:rsidRPr="003C7250">
              <w:rPr>
                <w:rFonts w:ascii="Calibri Light" w:hAnsi="Calibri Light" w:cs="Calibri Light"/>
              </w:rPr>
              <w:t>4086,00</w:t>
            </w:r>
          </w:p>
        </w:tc>
      </w:tr>
      <w:tr w:rsidR="003C7250" w:rsidRPr="003C7250" w14:paraId="057E25BC" w14:textId="77777777" w:rsidTr="00DE7D42">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5925B72A" w14:textId="231FEC77" w:rsidR="003C7250" w:rsidRPr="003C7250" w:rsidRDefault="00F465E9" w:rsidP="00F465E9">
            <w:pPr>
              <w:ind w:left="360"/>
              <w:rPr>
                <w:rFonts w:ascii="Calibri Light" w:hAnsi="Calibri Light" w:cs="Calibri Light"/>
              </w:rPr>
            </w:pPr>
            <w:r>
              <w:rPr>
                <w:rFonts w:ascii="Calibri Light" w:hAnsi="Calibri Light" w:cs="Calibri Light"/>
              </w:rPr>
              <w:t>56.</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16F0A69E" w14:textId="77777777" w:rsidR="003C7250" w:rsidRPr="003C7250" w:rsidRDefault="003C7250" w:rsidP="003C7250">
            <w:pPr>
              <w:rPr>
                <w:rFonts w:ascii="Calibri Light" w:hAnsi="Calibri Light" w:cs="Calibri Light"/>
              </w:rPr>
            </w:pPr>
            <w:r w:rsidRPr="003C7250">
              <w:rPr>
                <w:rFonts w:ascii="Calibri Light" w:hAnsi="Calibri Light" w:cs="Calibri Light"/>
              </w:rPr>
              <w:t>36</w:t>
            </w:r>
          </w:p>
        </w:tc>
        <w:tc>
          <w:tcPr>
            <w:tcW w:w="2532" w:type="dxa"/>
            <w:tcBorders>
              <w:top w:val="single" w:sz="4" w:space="0" w:color="auto"/>
              <w:left w:val="nil"/>
              <w:bottom w:val="single" w:sz="4" w:space="0" w:color="auto"/>
              <w:right w:val="single" w:sz="4" w:space="0" w:color="auto"/>
            </w:tcBorders>
            <w:vAlign w:val="center"/>
          </w:tcPr>
          <w:p w14:paraId="2934C581" w14:textId="77777777" w:rsidR="003C7250" w:rsidRPr="003C7250" w:rsidRDefault="003C7250" w:rsidP="003C7250">
            <w:pPr>
              <w:rPr>
                <w:rFonts w:ascii="Calibri Light" w:hAnsi="Calibri Light" w:cs="Calibri Light"/>
              </w:rPr>
            </w:pPr>
            <w:r w:rsidRPr="003C7250">
              <w:rPr>
                <w:rFonts w:ascii="Calibri Light" w:hAnsi="Calibri Light" w:cs="Calibri Ligh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6889B1FD" w14:textId="77777777" w:rsidR="003C7250" w:rsidRPr="003C7250" w:rsidRDefault="003C7250" w:rsidP="003C7250">
            <w:pPr>
              <w:rPr>
                <w:rFonts w:ascii="Calibri Light" w:hAnsi="Calibri Light" w:cs="Calibri Light"/>
              </w:rPr>
            </w:pPr>
            <w:r w:rsidRPr="003C7250">
              <w:rPr>
                <w:rFonts w:ascii="Calibri Light" w:hAnsi="Calibri Light" w:cs="Calibri Light"/>
              </w:rPr>
              <w:t>4086,00</w:t>
            </w:r>
          </w:p>
        </w:tc>
      </w:tr>
      <w:tr w:rsidR="003C7250" w:rsidRPr="003C7250" w14:paraId="59B7A48F" w14:textId="77777777" w:rsidTr="00DE7D42">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537A4336" w14:textId="3DD56817" w:rsidR="003C7250" w:rsidRPr="003C7250" w:rsidRDefault="00F465E9" w:rsidP="00F465E9">
            <w:pPr>
              <w:ind w:left="360"/>
              <w:rPr>
                <w:rFonts w:ascii="Calibri Light" w:hAnsi="Calibri Light" w:cs="Calibri Light"/>
              </w:rPr>
            </w:pPr>
            <w:r>
              <w:rPr>
                <w:rFonts w:ascii="Calibri Light" w:hAnsi="Calibri Light" w:cs="Calibri Light"/>
              </w:rPr>
              <w:t>57.</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14714503" w14:textId="77777777" w:rsidR="003C7250" w:rsidRPr="003C7250" w:rsidRDefault="003C7250" w:rsidP="003C7250">
            <w:pPr>
              <w:rPr>
                <w:rFonts w:ascii="Calibri Light" w:hAnsi="Calibri Light" w:cs="Calibri Light"/>
              </w:rPr>
            </w:pPr>
            <w:r w:rsidRPr="003C7250">
              <w:rPr>
                <w:rFonts w:ascii="Calibri Light" w:hAnsi="Calibri Light" w:cs="Calibri Light"/>
              </w:rPr>
              <w:t>36</w:t>
            </w:r>
          </w:p>
        </w:tc>
        <w:tc>
          <w:tcPr>
            <w:tcW w:w="2532" w:type="dxa"/>
            <w:tcBorders>
              <w:top w:val="single" w:sz="4" w:space="0" w:color="auto"/>
              <w:left w:val="nil"/>
              <w:bottom w:val="single" w:sz="4" w:space="0" w:color="auto"/>
              <w:right w:val="single" w:sz="4" w:space="0" w:color="auto"/>
            </w:tcBorders>
            <w:vAlign w:val="center"/>
          </w:tcPr>
          <w:p w14:paraId="58714820" w14:textId="77777777" w:rsidR="003C7250" w:rsidRPr="003C7250" w:rsidRDefault="003C7250" w:rsidP="003C7250">
            <w:pPr>
              <w:rPr>
                <w:rFonts w:ascii="Calibri Light" w:hAnsi="Calibri Light" w:cs="Calibri Light"/>
              </w:rPr>
            </w:pPr>
            <w:r w:rsidRPr="003C7250">
              <w:rPr>
                <w:rFonts w:ascii="Calibri Light" w:hAnsi="Calibri Light" w:cs="Calibri Ligh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0CE8CAC5" w14:textId="77777777" w:rsidR="003C7250" w:rsidRPr="003C7250" w:rsidRDefault="003C7250" w:rsidP="003C7250">
            <w:pPr>
              <w:rPr>
                <w:rFonts w:ascii="Calibri Light" w:hAnsi="Calibri Light" w:cs="Calibri Light"/>
              </w:rPr>
            </w:pPr>
            <w:r w:rsidRPr="003C7250">
              <w:rPr>
                <w:rFonts w:ascii="Calibri Light" w:hAnsi="Calibri Light" w:cs="Calibri Light"/>
              </w:rPr>
              <w:t>4086,00</w:t>
            </w:r>
          </w:p>
        </w:tc>
      </w:tr>
      <w:tr w:rsidR="003C7250" w:rsidRPr="003C7250" w14:paraId="596AA340" w14:textId="77777777" w:rsidTr="00DE7D42">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7530D63E" w14:textId="379D0D8B" w:rsidR="003C7250" w:rsidRPr="003C7250" w:rsidRDefault="00F465E9" w:rsidP="00F465E9">
            <w:pPr>
              <w:ind w:left="360"/>
              <w:rPr>
                <w:rFonts w:ascii="Calibri Light" w:hAnsi="Calibri Light" w:cs="Calibri Light"/>
              </w:rPr>
            </w:pPr>
            <w:r>
              <w:rPr>
                <w:rFonts w:ascii="Calibri Light" w:hAnsi="Calibri Light" w:cs="Calibri Light"/>
              </w:rPr>
              <w:t>58.</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6D97EF9F" w14:textId="77777777" w:rsidR="003C7250" w:rsidRPr="003C7250" w:rsidRDefault="003C7250" w:rsidP="003C7250">
            <w:pPr>
              <w:rPr>
                <w:rFonts w:ascii="Calibri Light" w:hAnsi="Calibri Light" w:cs="Calibri Light"/>
              </w:rPr>
            </w:pPr>
            <w:r w:rsidRPr="003C7250">
              <w:rPr>
                <w:rFonts w:ascii="Calibri Light" w:hAnsi="Calibri Light" w:cs="Calibri Light"/>
              </w:rPr>
              <w:t>36</w:t>
            </w:r>
          </w:p>
        </w:tc>
        <w:tc>
          <w:tcPr>
            <w:tcW w:w="2532" w:type="dxa"/>
            <w:tcBorders>
              <w:top w:val="single" w:sz="4" w:space="0" w:color="auto"/>
              <w:left w:val="nil"/>
              <w:bottom w:val="single" w:sz="4" w:space="0" w:color="auto"/>
              <w:right w:val="single" w:sz="4" w:space="0" w:color="auto"/>
            </w:tcBorders>
            <w:vAlign w:val="center"/>
          </w:tcPr>
          <w:p w14:paraId="78D0A490" w14:textId="77777777" w:rsidR="003C7250" w:rsidRPr="003C7250" w:rsidRDefault="003C7250" w:rsidP="003C7250">
            <w:pPr>
              <w:rPr>
                <w:rFonts w:ascii="Calibri Light" w:hAnsi="Calibri Light" w:cs="Calibri Light"/>
              </w:rPr>
            </w:pPr>
            <w:r w:rsidRPr="003C7250">
              <w:rPr>
                <w:rFonts w:ascii="Calibri Light" w:hAnsi="Calibri Light" w:cs="Calibri Ligh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7746279D" w14:textId="77777777" w:rsidR="003C7250" w:rsidRPr="003C7250" w:rsidRDefault="003C7250" w:rsidP="003C7250">
            <w:pPr>
              <w:rPr>
                <w:rFonts w:ascii="Calibri Light" w:hAnsi="Calibri Light" w:cs="Calibri Light"/>
              </w:rPr>
            </w:pPr>
            <w:r w:rsidRPr="003C7250">
              <w:rPr>
                <w:rFonts w:ascii="Calibri Light" w:hAnsi="Calibri Light" w:cs="Calibri Light"/>
              </w:rPr>
              <w:t>4086,00</w:t>
            </w:r>
          </w:p>
        </w:tc>
      </w:tr>
      <w:tr w:rsidR="003C7250" w:rsidRPr="003C7250" w14:paraId="75C72956" w14:textId="77777777" w:rsidTr="00DE7D42">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6B05B9C5" w14:textId="42461176" w:rsidR="003C7250" w:rsidRPr="003C7250" w:rsidRDefault="00F465E9" w:rsidP="00F465E9">
            <w:pPr>
              <w:ind w:left="360"/>
              <w:rPr>
                <w:rFonts w:ascii="Calibri Light" w:hAnsi="Calibri Light" w:cs="Calibri Light"/>
              </w:rPr>
            </w:pPr>
            <w:r>
              <w:rPr>
                <w:rFonts w:ascii="Calibri Light" w:hAnsi="Calibri Light" w:cs="Calibri Light"/>
              </w:rPr>
              <w:t>59.</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55B4AD81" w14:textId="77777777" w:rsidR="003C7250" w:rsidRPr="003C7250" w:rsidRDefault="003C7250" w:rsidP="003C7250">
            <w:pPr>
              <w:rPr>
                <w:rFonts w:ascii="Calibri Light" w:hAnsi="Calibri Light" w:cs="Calibri Light"/>
              </w:rPr>
            </w:pPr>
            <w:r w:rsidRPr="003C7250">
              <w:rPr>
                <w:rFonts w:ascii="Calibri Light" w:hAnsi="Calibri Light" w:cs="Calibri Light"/>
              </w:rPr>
              <w:t>36</w:t>
            </w:r>
          </w:p>
        </w:tc>
        <w:tc>
          <w:tcPr>
            <w:tcW w:w="2532" w:type="dxa"/>
            <w:tcBorders>
              <w:top w:val="single" w:sz="4" w:space="0" w:color="auto"/>
              <w:left w:val="nil"/>
              <w:bottom w:val="single" w:sz="4" w:space="0" w:color="auto"/>
              <w:right w:val="single" w:sz="4" w:space="0" w:color="auto"/>
            </w:tcBorders>
            <w:vAlign w:val="center"/>
          </w:tcPr>
          <w:p w14:paraId="0F712048" w14:textId="77777777" w:rsidR="003C7250" w:rsidRPr="003C7250" w:rsidRDefault="003C7250" w:rsidP="003C7250">
            <w:pPr>
              <w:rPr>
                <w:rFonts w:ascii="Calibri Light" w:hAnsi="Calibri Light" w:cs="Calibri Light"/>
              </w:rPr>
            </w:pPr>
            <w:r w:rsidRPr="003C7250">
              <w:rPr>
                <w:rFonts w:ascii="Calibri Light" w:hAnsi="Calibri Light" w:cs="Calibri Ligh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01F02BA6" w14:textId="77777777" w:rsidR="003C7250" w:rsidRPr="003C7250" w:rsidRDefault="003C7250" w:rsidP="003C7250">
            <w:pPr>
              <w:rPr>
                <w:rFonts w:ascii="Calibri Light" w:hAnsi="Calibri Light" w:cs="Calibri Light"/>
              </w:rPr>
            </w:pPr>
            <w:r w:rsidRPr="003C7250">
              <w:rPr>
                <w:rFonts w:ascii="Calibri Light" w:hAnsi="Calibri Light" w:cs="Calibri Light"/>
              </w:rPr>
              <w:t>4086,00</w:t>
            </w:r>
          </w:p>
        </w:tc>
      </w:tr>
      <w:tr w:rsidR="003C7250" w:rsidRPr="003C7250" w14:paraId="3FC2D24B" w14:textId="77777777" w:rsidTr="00DE7D42">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7489C49F" w14:textId="044D3042" w:rsidR="003C7250" w:rsidRPr="003C7250" w:rsidRDefault="00F465E9" w:rsidP="00F465E9">
            <w:pPr>
              <w:ind w:left="360"/>
              <w:rPr>
                <w:rFonts w:ascii="Calibri Light" w:hAnsi="Calibri Light" w:cs="Calibri Light"/>
              </w:rPr>
            </w:pPr>
            <w:r>
              <w:rPr>
                <w:rFonts w:ascii="Calibri Light" w:hAnsi="Calibri Light" w:cs="Calibri Light"/>
              </w:rPr>
              <w:t>60.</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64490CC2" w14:textId="77777777" w:rsidR="003C7250" w:rsidRPr="003C7250" w:rsidRDefault="003C7250" w:rsidP="003C7250">
            <w:pPr>
              <w:rPr>
                <w:rFonts w:ascii="Calibri Light" w:hAnsi="Calibri Light" w:cs="Calibri Light"/>
              </w:rPr>
            </w:pPr>
            <w:r w:rsidRPr="003C7250">
              <w:rPr>
                <w:rFonts w:ascii="Calibri Light" w:hAnsi="Calibri Light" w:cs="Calibri Light"/>
              </w:rPr>
              <w:t>36</w:t>
            </w:r>
          </w:p>
        </w:tc>
        <w:tc>
          <w:tcPr>
            <w:tcW w:w="2532" w:type="dxa"/>
            <w:tcBorders>
              <w:top w:val="single" w:sz="4" w:space="0" w:color="auto"/>
              <w:left w:val="nil"/>
              <w:bottom w:val="single" w:sz="4" w:space="0" w:color="auto"/>
              <w:right w:val="single" w:sz="4" w:space="0" w:color="auto"/>
            </w:tcBorders>
            <w:vAlign w:val="center"/>
          </w:tcPr>
          <w:p w14:paraId="617B5833" w14:textId="77777777" w:rsidR="003C7250" w:rsidRPr="003C7250" w:rsidRDefault="003C7250" w:rsidP="003C7250">
            <w:pPr>
              <w:rPr>
                <w:rFonts w:ascii="Calibri Light" w:hAnsi="Calibri Light" w:cs="Calibri Light"/>
              </w:rPr>
            </w:pPr>
            <w:r w:rsidRPr="003C7250">
              <w:rPr>
                <w:rFonts w:ascii="Calibri Light" w:hAnsi="Calibri Light" w:cs="Calibri Ligh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53F381AE" w14:textId="77777777" w:rsidR="003C7250" w:rsidRPr="003C7250" w:rsidRDefault="003C7250" w:rsidP="003C7250">
            <w:pPr>
              <w:rPr>
                <w:rFonts w:ascii="Calibri Light" w:hAnsi="Calibri Light" w:cs="Calibri Light"/>
              </w:rPr>
            </w:pPr>
            <w:r w:rsidRPr="003C7250">
              <w:rPr>
                <w:rFonts w:ascii="Calibri Light" w:hAnsi="Calibri Light" w:cs="Calibri Light"/>
              </w:rPr>
              <w:t>4086,00</w:t>
            </w:r>
          </w:p>
        </w:tc>
      </w:tr>
      <w:tr w:rsidR="003C7250" w:rsidRPr="003C7250" w14:paraId="2ED94EC0" w14:textId="77777777" w:rsidTr="00DE7D42">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300A582C" w14:textId="6F3C7603" w:rsidR="003C7250" w:rsidRPr="003C7250" w:rsidRDefault="00F465E9" w:rsidP="00F465E9">
            <w:pPr>
              <w:ind w:left="360"/>
              <w:rPr>
                <w:rFonts w:ascii="Calibri Light" w:hAnsi="Calibri Light" w:cs="Calibri Light"/>
              </w:rPr>
            </w:pPr>
            <w:r>
              <w:rPr>
                <w:rFonts w:ascii="Calibri Light" w:hAnsi="Calibri Light" w:cs="Calibri Light"/>
              </w:rPr>
              <w:t>61.</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17E54A0E" w14:textId="77777777" w:rsidR="003C7250" w:rsidRPr="003C7250" w:rsidRDefault="003C7250" w:rsidP="003C7250">
            <w:pPr>
              <w:rPr>
                <w:rFonts w:ascii="Calibri Light" w:hAnsi="Calibri Light" w:cs="Calibri Light"/>
              </w:rPr>
            </w:pPr>
            <w:r w:rsidRPr="003C7250">
              <w:rPr>
                <w:rFonts w:ascii="Calibri Light" w:hAnsi="Calibri Light" w:cs="Calibri Light"/>
              </w:rPr>
              <w:t>36</w:t>
            </w:r>
          </w:p>
        </w:tc>
        <w:tc>
          <w:tcPr>
            <w:tcW w:w="2532" w:type="dxa"/>
            <w:tcBorders>
              <w:top w:val="single" w:sz="4" w:space="0" w:color="auto"/>
              <w:left w:val="nil"/>
              <w:bottom w:val="single" w:sz="4" w:space="0" w:color="auto"/>
              <w:right w:val="single" w:sz="4" w:space="0" w:color="auto"/>
            </w:tcBorders>
            <w:vAlign w:val="center"/>
          </w:tcPr>
          <w:p w14:paraId="5256CC28" w14:textId="77777777" w:rsidR="003C7250" w:rsidRPr="003C7250" w:rsidRDefault="003C7250" w:rsidP="003C7250">
            <w:pPr>
              <w:rPr>
                <w:rFonts w:ascii="Calibri Light" w:hAnsi="Calibri Light" w:cs="Calibri Light"/>
              </w:rPr>
            </w:pPr>
            <w:r w:rsidRPr="003C7250">
              <w:rPr>
                <w:rFonts w:ascii="Calibri Light" w:hAnsi="Calibri Light" w:cs="Calibri Ligh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66E308E6" w14:textId="77777777" w:rsidR="003C7250" w:rsidRPr="003C7250" w:rsidRDefault="003C7250" w:rsidP="003C7250">
            <w:pPr>
              <w:rPr>
                <w:rFonts w:ascii="Calibri Light" w:hAnsi="Calibri Light" w:cs="Calibri Light"/>
              </w:rPr>
            </w:pPr>
            <w:r w:rsidRPr="003C7250">
              <w:rPr>
                <w:rFonts w:ascii="Calibri Light" w:hAnsi="Calibri Light" w:cs="Calibri Light"/>
              </w:rPr>
              <w:t>4086,00</w:t>
            </w:r>
          </w:p>
        </w:tc>
      </w:tr>
      <w:tr w:rsidR="003C7250" w:rsidRPr="003C7250" w14:paraId="041ABFD9" w14:textId="77777777" w:rsidTr="00DE7D42">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61AEE481" w14:textId="02FB03DB" w:rsidR="003C7250" w:rsidRPr="003C7250" w:rsidRDefault="00F465E9" w:rsidP="00F465E9">
            <w:pPr>
              <w:ind w:left="360"/>
              <w:rPr>
                <w:rFonts w:ascii="Calibri Light" w:hAnsi="Calibri Light" w:cs="Calibri Light"/>
              </w:rPr>
            </w:pPr>
            <w:r>
              <w:rPr>
                <w:rFonts w:ascii="Calibri Light" w:hAnsi="Calibri Light" w:cs="Calibri Light"/>
              </w:rPr>
              <w:t>62.</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0D811104" w14:textId="77777777" w:rsidR="003C7250" w:rsidRPr="003C7250" w:rsidRDefault="003C7250" w:rsidP="003C7250">
            <w:pPr>
              <w:rPr>
                <w:rFonts w:ascii="Calibri Light" w:hAnsi="Calibri Light" w:cs="Calibri Light"/>
              </w:rPr>
            </w:pPr>
            <w:r w:rsidRPr="003C7250">
              <w:rPr>
                <w:rFonts w:ascii="Calibri Light" w:hAnsi="Calibri Light" w:cs="Calibri Light"/>
              </w:rPr>
              <w:t>36</w:t>
            </w:r>
          </w:p>
        </w:tc>
        <w:tc>
          <w:tcPr>
            <w:tcW w:w="2532" w:type="dxa"/>
            <w:tcBorders>
              <w:top w:val="single" w:sz="4" w:space="0" w:color="auto"/>
              <w:left w:val="nil"/>
              <w:bottom w:val="single" w:sz="4" w:space="0" w:color="auto"/>
              <w:right w:val="single" w:sz="4" w:space="0" w:color="auto"/>
            </w:tcBorders>
            <w:vAlign w:val="center"/>
          </w:tcPr>
          <w:p w14:paraId="2B768C5D" w14:textId="77777777" w:rsidR="003C7250" w:rsidRPr="003C7250" w:rsidRDefault="003C7250" w:rsidP="003C7250">
            <w:pPr>
              <w:rPr>
                <w:rFonts w:ascii="Calibri Light" w:hAnsi="Calibri Light" w:cs="Calibri Light"/>
              </w:rPr>
            </w:pPr>
            <w:r w:rsidRPr="003C7250">
              <w:rPr>
                <w:rFonts w:ascii="Calibri Light" w:hAnsi="Calibri Light" w:cs="Calibri Ligh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7DF39151" w14:textId="77777777" w:rsidR="003C7250" w:rsidRPr="003C7250" w:rsidRDefault="003C7250" w:rsidP="003C7250">
            <w:pPr>
              <w:rPr>
                <w:rFonts w:ascii="Calibri Light" w:hAnsi="Calibri Light" w:cs="Calibri Light"/>
              </w:rPr>
            </w:pPr>
            <w:r w:rsidRPr="003C7250">
              <w:rPr>
                <w:rFonts w:ascii="Calibri Light" w:hAnsi="Calibri Light" w:cs="Calibri Light"/>
              </w:rPr>
              <w:t>4086,00</w:t>
            </w:r>
          </w:p>
        </w:tc>
      </w:tr>
      <w:tr w:rsidR="003C7250" w:rsidRPr="003C7250" w14:paraId="36F9A262" w14:textId="77777777" w:rsidTr="00DE7D42">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113E9F35" w14:textId="4EFF1D7C" w:rsidR="003C7250" w:rsidRPr="003C7250" w:rsidRDefault="00F465E9" w:rsidP="00F465E9">
            <w:pPr>
              <w:ind w:left="360"/>
              <w:rPr>
                <w:rFonts w:ascii="Calibri Light" w:hAnsi="Calibri Light" w:cs="Calibri Light"/>
              </w:rPr>
            </w:pPr>
            <w:r>
              <w:rPr>
                <w:rFonts w:ascii="Calibri Light" w:hAnsi="Calibri Light" w:cs="Calibri Light"/>
              </w:rPr>
              <w:t>63.</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2A6E70A6" w14:textId="77777777" w:rsidR="003C7250" w:rsidRPr="003C7250" w:rsidRDefault="003C7250" w:rsidP="003C7250">
            <w:pPr>
              <w:rPr>
                <w:rFonts w:ascii="Calibri Light" w:hAnsi="Calibri Light" w:cs="Calibri Light"/>
              </w:rPr>
            </w:pPr>
            <w:r w:rsidRPr="003C7250">
              <w:rPr>
                <w:rFonts w:ascii="Calibri Light" w:hAnsi="Calibri Light" w:cs="Calibri Light"/>
              </w:rPr>
              <w:t>36</w:t>
            </w:r>
          </w:p>
        </w:tc>
        <w:tc>
          <w:tcPr>
            <w:tcW w:w="2532" w:type="dxa"/>
            <w:tcBorders>
              <w:top w:val="single" w:sz="4" w:space="0" w:color="auto"/>
              <w:left w:val="nil"/>
              <w:bottom w:val="single" w:sz="4" w:space="0" w:color="auto"/>
              <w:right w:val="single" w:sz="4" w:space="0" w:color="auto"/>
            </w:tcBorders>
            <w:vAlign w:val="center"/>
          </w:tcPr>
          <w:p w14:paraId="69E45337" w14:textId="77777777" w:rsidR="003C7250" w:rsidRPr="003C7250" w:rsidRDefault="003C7250" w:rsidP="003C7250">
            <w:pPr>
              <w:rPr>
                <w:rFonts w:ascii="Calibri Light" w:hAnsi="Calibri Light" w:cs="Calibri Light"/>
              </w:rPr>
            </w:pPr>
            <w:r w:rsidRPr="003C7250">
              <w:rPr>
                <w:rFonts w:ascii="Calibri Light" w:hAnsi="Calibri Light" w:cs="Calibri Ligh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775946AF" w14:textId="77777777" w:rsidR="003C7250" w:rsidRPr="003C7250" w:rsidRDefault="003C7250" w:rsidP="003C7250">
            <w:pPr>
              <w:rPr>
                <w:rFonts w:ascii="Calibri Light" w:hAnsi="Calibri Light" w:cs="Calibri Light"/>
              </w:rPr>
            </w:pPr>
            <w:r w:rsidRPr="003C7250">
              <w:rPr>
                <w:rFonts w:ascii="Calibri Light" w:hAnsi="Calibri Light" w:cs="Calibri Light"/>
              </w:rPr>
              <w:t>4086,00</w:t>
            </w:r>
          </w:p>
        </w:tc>
      </w:tr>
      <w:tr w:rsidR="003C7250" w:rsidRPr="003C7250" w14:paraId="53D27257" w14:textId="77777777" w:rsidTr="00DE7D42">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21D7585A" w14:textId="491B7277" w:rsidR="003C7250" w:rsidRPr="003C7250" w:rsidRDefault="00F465E9" w:rsidP="00F465E9">
            <w:pPr>
              <w:ind w:left="360"/>
              <w:rPr>
                <w:rFonts w:ascii="Calibri Light" w:hAnsi="Calibri Light" w:cs="Calibri Light"/>
              </w:rPr>
            </w:pPr>
            <w:r>
              <w:rPr>
                <w:rFonts w:ascii="Calibri Light" w:hAnsi="Calibri Light" w:cs="Calibri Light"/>
              </w:rPr>
              <w:t>64.</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5D654ADD" w14:textId="77777777" w:rsidR="003C7250" w:rsidRPr="003C7250" w:rsidRDefault="003C7250" w:rsidP="003C7250">
            <w:pPr>
              <w:rPr>
                <w:rFonts w:ascii="Calibri Light" w:hAnsi="Calibri Light" w:cs="Calibri Light"/>
              </w:rPr>
            </w:pPr>
            <w:r w:rsidRPr="003C7250">
              <w:rPr>
                <w:rFonts w:ascii="Calibri Light" w:hAnsi="Calibri Light" w:cs="Calibri Light"/>
              </w:rPr>
              <w:t>36</w:t>
            </w:r>
          </w:p>
        </w:tc>
        <w:tc>
          <w:tcPr>
            <w:tcW w:w="2532" w:type="dxa"/>
            <w:tcBorders>
              <w:top w:val="single" w:sz="4" w:space="0" w:color="auto"/>
              <w:left w:val="nil"/>
              <w:bottom w:val="single" w:sz="4" w:space="0" w:color="auto"/>
              <w:right w:val="single" w:sz="4" w:space="0" w:color="auto"/>
            </w:tcBorders>
            <w:vAlign w:val="center"/>
          </w:tcPr>
          <w:p w14:paraId="11F5D5C8" w14:textId="77777777" w:rsidR="003C7250" w:rsidRPr="003C7250" w:rsidRDefault="003C7250" w:rsidP="003C7250">
            <w:pPr>
              <w:rPr>
                <w:rFonts w:ascii="Calibri Light" w:hAnsi="Calibri Light" w:cs="Calibri Light"/>
              </w:rPr>
            </w:pPr>
            <w:r w:rsidRPr="003C7250">
              <w:rPr>
                <w:rFonts w:ascii="Calibri Light" w:hAnsi="Calibri Light" w:cs="Calibri Ligh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1F1716CD" w14:textId="77777777" w:rsidR="003C7250" w:rsidRPr="003C7250" w:rsidRDefault="003C7250" w:rsidP="003C7250">
            <w:pPr>
              <w:rPr>
                <w:rFonts w:ascii="Calibri Light" w:hAnsi="Calibri Light" w:cs="Calibri Light"/>
              </w:rPr>
            </w:pPr>
            <w:r w:rsidRPr="003C7250">
              <w:rPr>
                <w:rFonts w:ascii="Calibri Light" w:hAnsi="Calibri Light" w:cs="Calibri Light"/>
              </w:rPr>
              <w:t>4086,00</w:t>
            </w:r>
          </w:p>
        </w:tc>
      </w:tr>
      <w:tr w:rsidR="003C7250" w:rsidRPr="003C7250" w14:paraId="5FDDC47D" w14:textId="77777777" w:rsidTr="00DE7D42">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4B795277" w14:textId="7736CBC3" w:rsidR="003C7250" w:rsidRPr="003C7250" w:rsidRDefault="00F465E9" w:rsidP="00F465E9">
            <w:pPr>
              <w:ind w:left="360"/>
              <w:rPr>
                <w:rFonts w:ascii="Calibri Light" w:hAnsi="Calibri Light" w:cs="Calibri Light"/>
              </w:rPr>
            </w:pPr>
            <w:r>
              <w:rPr>
                <w:rFonts w:ascii="Calibri Light" w:hAnsi="Calibri Light" w:cs="Calibri Light"/>
              </w:rPr>
              <w:t>65.</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085D776D" w14:textId="77777777" w:rsidR="003C7250" w:rsidRPr="003C7250" w:rsidRDefault="003C7250" w:rsidP="003C7250">
            <w:pPr>
              <w:rPr>
                <w:rFonts w:ascii="Calibri Light" w:hAnsi="Calibri Light" w:cs="Calibri Light"/>
              </w:rPr>
            </w:pPr>
            <w:r w:rsidRPr="003C7250">
              <w:rPr>
                <w:rFonts w:ascii="Calibri Light" w:hAnsi="Calibri Light" w:cs="Calibri Light"/>
              </w:rPr>
              <w:t>36</w:t>
            </w:r>
          </w:p>
        </w:tc>
        <w:tc>
          <w:tcPr>
            <w:tcW w:w="2532" w:type="dxa"/>
            <w:tcBorders>
              <w:top w:val="single" w:sz="4" w:space="0" w:color="auto"/>
              <w:left w:val="nil"/>
              <w:bottom w:val="single" w:sz="4" w:space="0" w:color="auto"/>
              <w:right w:val="single" w:sz="4" w:space="0" w:color="auto"/>
            </w:tcBorders>
            <w:vAlign w:val="center"/>
          </w:tcPr>
          <w:p w14:paraId="04BB3C0F" w14:textId="77777777" w:rsidR="003C7250" w:rsidRPr="003C7250" w:rsidRDefault="003C7250" w:rsidP="003C7250">
            <w:pPr>
              <w:rPr>
                <w:rFonts w:ascii="Calibri Light" w:hAnsi="Calibri Light" w:cs="Calibri Light"/>
              </w:rPr>
            </w:pPr>
            <w:r w:rsidRPr="003C7250">
              <w:rPr>
                <w:rFonts w:ascii="Calibri Light" w:hAnsi="Calibri Light" w:cs="Calibri Ligh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1DFBCC6A" w14:textId="77777777" w:rsidR="003C7250" w:rsidRPr="003C7250" w:rsidRDefault="003C7250" w:rsidP="003C7250">
            <w:pPr>
              <w:rPr>
                <w:rFonts w:ascii="Calibri Light" w:hAnsi="Calibri Light" w:cs="Calibri Light"/>
              </w:rPr>
            </w:pPr>
            <w:r w:rsidRPr="003C7250">
              <w:rPr>
                <w:rFonts w:ascii="Calibri Light" w:hAnsi="Calibri Light" w:cs="Calibri Light"/>
              </w:rPr>
              <w:t>4086,00</w:t>
            </w:r>
          </w:p>
        </w:tc>
      </w:tr>
      <w:tr w:rsidR="003C7250" w:rsidRPr="003C7250" w14:paraId="3C415931" w14:textId="77777777" w:rsidTr="00DE7D42">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59C7E246" w14:textId="1BBE1C38" w:rsidR="003C7250" w:rsidRPr="003C7250" w:rsidRDefault="00F465E9" w:rsidP="00F465E9">
            <w:pPr>
              <w:ind w:left="360"/>
              <w:rPr>
                <w:rFonts w:ascii="Calibri Light" w:hAnsi="Calibri Light" w:cs="Calibri Light"/>
              </w:rPr>
            </w:pPr>
            <w:r>
              <w:rPr>
                <w:rFonts w:ascii="Calibri Light" w:hAnsi="Calibri Light" w:cs="Calibri Light"/>
              </w:rPr>
              <w:lastRenderedPageBreak/>
              <w:t>66.</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644082BA" w14:textId="77777777" w:rsidR="003C7250" w:rsidRPr="003C7250" w:rsidRDefault="003C7250" w:rsidP="003C7250">
            <w:pPr>
              <w:rPr>
                <w:rFonts w:ascii="Calibri Light" w:hAnsi="Calibri Light" w:cs="Calibri Light"/>
              </w:rPr>
            </w:pPr>
            <w:r w:rsidRPr="003C7250">
              <w:rPr>
                <w:rFonts w:ascii="Calibri Light" w:hAnsi="Calibri Light" w:cs="Calibri Light"/>
              </w:rPr>
              <w:t>36</w:t>
            </w:r>
          </w:p>
        </w:tc>
        <w:tc>
          <w:tcPr>
            <w:tcW w:w="2532" w:type="dxa"/>
            <w:tcBorders>
              <w:top w:val="single" w:sz="4" w:space="0" w:color="auto"/>
              <w:left w:val="nil"/>
              <w:bottom w:val="single" w:sz="4" w:space="0" w:color="auto"/>
              <w:right w:val="single" w:sz="4" w:space="0" w:color="auto"/>
            </w:tcBorders>
            <w:vAlign w:val="center"/>
          </w:tcPr>
          <w:p w14:paraId="19E3F79C" w14:textId="77777777" w:rsidR="003C7250" w:rsidRPr="003C7250" w:rsidRDefault="003C7250" w:rsidP="003C7250">
            <w:pPr>
              <w:rPr>
                <w:rFonts w:ascii="Calibri Light" w:hAnsi="Calibri Light" w:cs="Calibri Light"/>
              </w:rPr>
            </w:pPr>
            <w:r w:rsidRPr="003C7250">
              <w:rPr>
                <w:rFonts w:ascii="Calibri Light" w:hAnsi="Calibri Light" w:cs="Calibri Ligh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599ECD93" w14:textId="77777777" w:rsidR="003C7250" w:rsidRPr="003C7250" w:rsidRDefault="003C7250" w:rsidP="003C7250">
            <w:pPr>
              <w:rPr>
                <w:rFonts w:ascii="Calibri Light" w:hAnsi="Calibri Light" w:cs="Calibri Light"/>
              </w:rPr>
            </w:pPr>
            <w:r w:rsidRPr="003C7250">
              <w:rPr>
                <w:rFonts w:ascii="Calibri Light" w:hAnsi="Calibri Light" w:cs="Calibri Light"/>
              </w:rPr>
              <w:t>4086,00</w:t>
            </w:r>
          </w:p>
        </w:tc>
      </w:tr>
      <w:tr w:rsidR="003C7250" w:rsidRPr="003C7250" w14:paraId="42AE5FB7" w14:textId="77777777" w:rsidTr="00DE7D42">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32079002" w14:textId="267E283A" w:rsidR="003C7250" w:rsidRPr="003C7250" w:rsidRDefault="00F465E9" w:rsidP="00F465E9">
            <w:pPr>
              <w:ind w:left="360"/>
              <w:rPr>
                <w:rFonts w:ascii="Calibri Light" w:hAnsi="Calibri Light" w:cs="Calibri Light"/>
              </w:rPr>
            </w:pPr>
            <w:r>
              <w:rPr>
                <w:rFonts w:ascii="Calibri Light" w:hAnsi="Calibri Light" w:cs="Calibri Light"/>
              </w:rPr>
              <w:t>67.</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672C6315" w14:textId="77777777" w:rsidR="003C7250" w:rsidRPr="003C7250" w:rsidRDefault="003C7250" w:rsidP="003C7250">
            <w:pPr>
              <w:rPr>
                <w:rFonts w:ascii="Calibri Light" w:hAnsi="Calibri Light" w:cs="Calibri Light"/>
              </w:rPr>
            </w:pPr>
            <w:r w:rsidRPr="003C7250">
              <w:rPr>
                <w:rFonts w:ascii="Calibri Light" w:hAnsi="Calibri Light" w:cs="Calibri Light"/>
              </w:rPr>
              <w:t>36</w:t>
            </w:r>
          </w:p>
        </w:tc>
        <w:tc>
          <w:tcPr>
            <w:tcW w:w="2532" w:type="dxa"/>
            <w:tcBorders>
              <w:top w:val="single" w:sz="4" w:space="0" w:color="auto"/>
              <w:left w:val="nil"/>
              <w:bottom w:val="single" w:sz="4" w:space="0" w:color="auto"/>
              <w:right w:val="single" w:sz="4" w:space="0" w:color="auto"/>
            </w:tcBorders>
            <w:vAlign w:val="center"/>
          </w:tcPr>
          <w:p w14:paraId="2CE20BF9" w14:textId="77777777" w:rsidR="003C7250" w:rsidRPr="003C7250" w:rsidRDefault="003C7250" w:rsidP="003C7250">
            <w:pPr>
              <w:rPr>
                <w:rFonts w:ascii="Calibri Light" w:hAnsi="Calibri Light" w:cs="Calibri Light"/>
              </w:rPr>
            </w:pPr>
            <w:r w:rsidRPr="003C7250">
              <w:rPr>
                <w:rFonts w:ascii="Calibri Light" w:hAnsi="Calibri Light" w:cs="Calibri Ligh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76F22625" w14:textId="77777777" w:rsidR="003C7250" w:rsidRPr="003C7250" w:rsidRDefault="003C7250" w:rsidP="003C7250">
            <w:pPr>
              <w:rPr>
                <w:rFonts w:ascii="Calibri Light" w:hAnsi="Calibri Light" w:cs="Calibri Light"/>
              </w:rPr>
            </w:pPr>
            <w:r w:rsidRPr="003C7250">
              <w:rPr>
                <w:rFonts w:ascii="Calibri Light" w:hAnsi="Calibri Light" w:cs="Calibri Light"/>
              </w:rPr>
              <w:t>4086,00</w:t>
            </w:r>
          </w:p>
        </w:tc>
      </w:tr>
      <w:tr w:rsidR="003C7250" w:rsidRPr="003C7250" w14:paraId="5E1B4A2E" w14:textId="77777777" w:rsidTr="00DE7D42">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369AB624" w14:textId="0474E51A" w:rsidR="003C7250" w:rsidRPr="003C7250" w:rsidRDefault="00F465E9" w:rsidP="00F465E9">
            <w:pPr>
              <w:ind w:left="360"/>
              <w:rPr>
                <w:rFonts w:ascii="Calibri Light" w:hAnsi="Calibri Light" w:cs="Calibri Light"/>
              </w:rPr>
            </w:pPr>
            <w:r>
              <w:rPr>
                <w:rFonts w:ascii="Calibri Light" w:hAnsi="Calibri Light" w:cs="Calibri Light"/>
              </w:rPr>
              <w:t>68.</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684A4191" w14:textId="77777777" w:rsidR="003C7250" w:rsidRPr="003C7250" w:rsidRDefault="003C7250" w:rsidP="003C7250">
            <w:pPr>
              <w:rPr>
                <w:rFonts w:ascii="Calibri Light" w:hAnsi="Calibri Light" w:cs="Calibri Light"/>
              </w:rPr>
            </w:pPr>
            <w:r w:rsidRPr="003C7250">
              <w:rPr>
                <w:rFonts w:ascii="Calibri Light" w:hAnsi="Calibri Light" w:cs="Calibri Light"/>
              </w:rPr>
              <w:t>36</w:t>
            </w:r>
          </w:p>
        </w:tc>
        <w:tc>
          <w:tcPr>
            <w:tcW w:w="2532" w:type="dxa"/>
            <w:tcBorders>
              <w:top w:val="single" w:sz="4" w:space="0" w:color="auto"/>
              <w:left w:val="nil"/>
              <w:bottom w:val="single" w:sz="4" w:space="0" w:color="auto"/>
              <w:right w:val="single" w:sz="4" w:space="0" w:color="auto"/>
            </w:tcBorders>
            <w:vAlign w:val="center"/>
          </w:tcPr>
          <w:p w14:paraId="03C24440" w14:textId="77777777" w:rsidR="003C7250" w:rsidRPr="003C7250" w:rsidRDefault="003C7250" w:rsidP="003C7250">
            <w:pPr>
              <w:rPr>
                <w:rFonts w:ascii="Calibri Light" w:hAnsi="Calibri Light" w:cs="Calibri Light"/>
              </w:rPr>
            </w:pPr>
            <w:r w:rsidRPr="003C7250">
              <w:rPr>
                <w:rFonts w:ascii="Calibri Light" w:hAnsi="Calibri Light" w:cs="Calibri Ligh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4EC1064B" w14:textId="77777777" w:rsidR="003C7250" w:rsidRPr="003C7250" w:rsidRDefault="003C7250" w:rsidP="003C7250">
            <w:pPr>
              <w:rPr>
                <w:rFonts w:ascii="Calibri Light" w:hAnsi="Calibri Light" w:cs="Calibri Light"/>
              </w:rPr>
            </w:pPr>
            <w:r w:rsidRPr="003C7250">
              <w:rPr>
                <w:rFonts w:ascii="Calibri Light" w:hAnsi="Calibri Light" w:cs="Calibri Light"/>
              </w:rPr>
              <w:t>4086,00</w:t>
            </w:r>
          </w:p>
        </w:tc>
      </w:tr>
      <w:tr w:rsidR="003C7250" w:rsidRPr="003C7250" w14:paraId="4974D802" w14:textId="77777777" w:rsidTr="00DE7D42">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57F9A5DE" w14:textId="4D5D0FA9" w:rsidR="003C7250" w:rsidRPr="003C7250" w:rsidRDefault="00F465E9" w:rsidP="00F465E9">
            <w:pPr>
              <w:ind w:left="360"/>
              <w:rPr>
                <w:rFonts w:ascii="Calibri Light" w:hAnsi="Calibri Light" w:cs="Calibri Light"/>
              </w:rPr>
            </w:pPr>
            <w:r>
              <w:rPr>
                <w:rFonts w:ascii="Calibri Light" w:hAnsi="Calibri Light" w:cs="Calibri Light"/>
              </w:rPr>
              <w:t>69.</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1F5D29B7" w14:textId="77777777" w:rsidR="003C7250" w:rsidRPr="003C7250" w:rsidRDefault="003C7250" w:rsidP="003C7250">
            <w:pPr>
              <w:rPr>
                <w:rFonts w:ascii="Calibri Light" w:hAnsi="Calibri Light" w:cs="Calibri Light"/>
              </w:rPr>
            </w:pPr>
            <w:r w:rsidRPr="003C7250">
              <w:rPr>
                <w:rFonts w:ascii="Calibri Light" w:hAnsi="Calibri Light" w:cs="Calibri Light"/>
              </w:rPr>
              <w:t>36</w:t>
            </w:r>
          </w:p>
        </w:tc>
        <w:tc>
          <w:tcPr>
            <w:tcW w:w="2532" w:type="dxa"/>
            <w:tcBorders>
              <w:top w:val="single" w:sz="4" w:space="0" w:color="auto"/>
              <w:left w:val="nil"/>
              <w:bottom w:val="single" w:sz="4" w:space="0" w:color="auto"/>
              <w:right w:val="single" w:sz="4" w:space="0" w:color="auto"/>
            </w:tcBorders>
            <w:vAlign w:val="center"/>
          </w:tcPr>
          <w:p w14:paraId="541612D1" w14:textId="77777777" w:rsidR="003C7250" w:rsidRPr="003C7250" w:rsidRDefault="003C7250" w:rsidP="003C7250">
            <w:pPr>
              <w:rPr>
                <w:rFonts w:ascii="Calibri Light" w:hAnsi="Calibri Light" w:cs="Calibri Light"/>
              </w:rPr>
            </w:pPr>
            <w:r w:rsidRPr="003C7250">
              <w:rPr>
                <w:rFonts w:ascii="Calibri Light" w:hAnsi="Calibri Light" w:cs="Calibri Ligh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6DDCC4BF" w14:textId="77777777" w:rsidR="003C7250" w:rsidRPr="003C7250" w:rsidRDefault="003C7250" w:rsidP="003C7250">
            <w:pPr>
              <w:rPr>
                <w:rFonts w:ascii="Calibri Light" w:hAnsi="Calibri Light" w:cs="Calibri Light"/>
              </w:rPr>
            </w:pPr>
            <w:r w:rsidRPr="003C7250">
              <w:rPr>
                <w:rFonts w:ascii="Calibri Light" w:hAnsi="Calibri Light" w:cs="Calibri Light"/>
              </w:rPr>
              <w:t>4086,00</w:t>
            </w:r>
          </w:p>
        </w:tc>
      </w:tr>
      <w:tr w:rsidR="003C7250" w:rsidRPr="003C7250" w14:paraId="0E5EB5E4" w14:textId="77777777" w:rsidTr="00DE7D42">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228FB20D" w14:textId="4B2467EA" w:rsidR="003C7250" w:rsidRPr="003C7250" w:rsidRDefault="00F465E9" w:rsidP="00F465E9">
            <w:pPr>
              <w:ind w:left="360"/>
              <w:rPr>
                <w:rFonts w:ascii="Calibri Light" w:hAnsi="Calibri Light" w:cs="Calibri Light"/>
              </w:rPr>
            </w:pPr>
            <w:r>
              <w:rPr>
                <w:rFonts w:ascii="Calibri Light" w:hAnsi="Calibri Light" w:cs="Calibri Light"/>
              </w:rPr>
              <w:t>70.</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7DAE50B8" w14:textId="77777777" w:rsidR="003C7250" w:rsidRPr="003C7250" w:rsidRDefault="003C7250" w:rsidP="003C7250">
            <w:pPr>
              <w:rPr>
                <w:rFonts w:ascii="Calibri Light" w:hAnsi="Calibri Light" w:cs="Calibri Light"/>
              </w:rPr>
            </w:pPr>
            <w:r w:rsidRPr="003C7250">
              <w:rPr>
                <w:rFonts w:ascii="Calibri Light" w:hAnsi="Calibri Light" w:cs="Calibri Light"/>
              </w:rPr>
              <w:t>36</w:t>
            </w:r>
          </w:p>
        </w:tc>
        <w:tc>
          <w:tcPr>
            <w:tcW w:w="2532" w:type="dxa"/>
            <w:tcBorders>
              <w:top w:val="single" w:sz="4" w:space="0" w:color="auto"/>
              <w:left w:val="nil"/>
              <w:bottom w:val="single" w:sz="4" w:space="0" w:color="auto"/>
              <w:right w:val="single" w:sz="4" w:space="0" w:color="auto"/>
            </w:tcBorders>
            <w:vAlign w:val="center"/>
          </w:tcPr>
          <w:p w14:paraId="235BA54C" w14:textId="77777777" w:rsidR="003C7250" w:rsidRPr="003C7250" w:rsidRDefault="003C7250" w:rsidP="003C7250">
            <w:pPr>
              <w:rPr>
                <w:rFonts w:ascii="Calibri Light" w:hAnsi="Calibri Light" w:cs="Calibri Light"/>
              </w:rPr>
            </w:pPr>
            <w:r w:rsidRPr="003C7250">
              <w:rPr>
                <w:rFonts w:ascii="Calibri Light" w:hAnsi="Calibri Light" w:cs="Calibri Ligh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0DE1113B" w14:textId="77777777" w:rsidR="003C7250" w:rsidRPr="003C7250" w:rsidRDefault="003C7250" w:rsidP="003C7250">
            <w:pPr>
              <w:rPr>
                <w:rFonts w:ascii="Calibri Light" w:hAnsi="Calibri Light" w:cs="Calibri Light"/>
              </w:rPr>
            </w:pPr>
            <w:r w:rsidRPr="003C7250">
              <w:rPr>
                <w:rFonts w:ascii="Calibri Light" w:hAnsi="Calibri Light" w:cs="Calibri Light"/>
              </w:rPr>
              <w:t>4086,00</w:t>
            </w:r>
          </w:p>
        </w:tc>
      </w:tr>
      <w:tr w:rsidR="003C7250" w:rsidRPr="003C7250" w14:paraId="40B0453D" w14:textId="77777777" w:rsidTr="00DE7D42">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62749ACE" w14:textId="3ED43BD3" w:rsidR="003C7250" w:rsidRPr="003C7250" w:rsidRDefault="00F465E9" w:rsidP="00F465E9">
            <w:pPr>
              <w:ind w:left="360"/>
              <w:rPr>
                <w:rFonts w:ascii="Calibri Light" w:hAnsi="Calibri Light" w:cs="Calibri Light"/>
              </w:rPr>
            </w:pPr>
            <w:r>
              <w:rPr>
                <w:rFonts w:ascii="Calibri Light" w:hAnsi="Calibri Light" w:cs="Calibri Light"/>
              </w:rPr>
              <w:t>71.</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2E63CCC5" w14:textId="77777777" w:rsidR="003C7250" w:rsidRPr="003C7250" w:rsidRDefault="003C7250" w:rsidP="003C7250">
            <w:pPr>
              <w:rPr>
                <w:rFonts w:ascii="Calibri Light" w:hAnsi="Calibri Light" w:cs="Calibri Light"/>
              </w:rPr>
            </w:pPr>
            <w:r w:rsidRPr="003C7250">
              <w:rPr>
                <w:rFonts w:ascii="Calibri Light" w:hAnsi="Calibri Light" w:cs="Calibri Light"/>
              </w:rPr>
              <w:t>36</w:t>
            </w:r>
          </w:p>
        </w:tc>
        <w:tc>
          <w:tcPr>
            <w:tcW w:w="2532" w:type="dxa"/>
            <w:tcBorders>
              <w:top w:val="single" w:sz="4" w:space="0" w:color="auto"/>
              <w:left w:val="nil"/>
              <w:bottom w:val="single" w:sz="4" w:space="0" w:color="auto"/>
              <w:right w:val="single" w:sz="4" w:space="0" w:color="auto"/>
            </w:tcBorders>
            <w:vAlign w:val="center"/>
          </w:tcPr>
          <w:p w14:paraId="45B365AD" w14:textId="77777777" w:rsidR="003C7250" w:rsidRPr="003C7250" w:rsidRDefault="003C7250" w:rsidP="003C7250">
            <w:pPr>
              <w:rPr>
                <w:rFonts w:ascii="Calibri Light" w:hAnsi="Calibri Light" w:cs="Calibri Light"/>
              </w:rPr>
            </w:pPr>
            <w:r w:rsidRPr="003C7250">
              <w:rPr>
                <w:rFonts w:ascii="Calibri Light" w:hAnsi="Calibri Light" w:cs="Calibri Ligh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0E507BF6" w14:textId="77777777" w:rsidR="003C7250" w:rsidRPr="003C7250" w:rsidRDefault="003C7250" w:rsidP="003C7250">
            <w:pPr>
              <w:rPr>
                <w:rFonts w:ascii="Calibri Light" w:hAnsi="Calibri Light" w:cs="Calibri Light"/>
              </w:rPr>
            </w:pPr>
            <w:r w:rsidRPr="003C7250">
              <w:rPr>
                <w:rFonts w:ascii="Calibri Light" w:hAnsi="Calibri Light" w:cs="Calibri Light"/>
              </w:rPr>
              <w:t>4086,00</w:t>
            </w:r>
          </w:p>
        </w:tc>
      </w:tr>
      <w:tr w:rsidR="003C7250" w:rsidRPr="003C7250" w14:paraId="48FC8150" w14:textId="77777777" w:rsidTr="00DE7D42">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455D09D4" w14:textId="4D3704A3" w:rsidR="003C7250" w:rsidRPr="003C7250" w:rsidRDefault="00F465E9" w:rsidP="00F465E9">
            <w:pPr>
              <w:ind w:left="360"/>
              <w:rPr>
                <w:rFonts w:ascii="Calibri Light" w:hAnsi="Calibri Light" w:cs="Calibri Light"/>
              </w:rPr>
            </w:pPr>
            <w:r>
              <w:rPr>
                <w:rFonts w:ascii="Calibri Light" w:hAnsi="Calibri Light" w:cs="Calibri Light"/>
              </w:rPr>
              <w:t>72.</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1D4EED99" w14:textId="77777777" w:rsidR="003C7250" w:rsidRPr="003C7250" w:rsidRDefault="003C7250" w:rsidP="003C7250">
            <w:pPr>
              <w:rPr>
                <w:rFonts w:ascii="Calibri Light" w:hAnsi="Calibri Light" w:cs="Calibri Light"/>
              </w:rPr>
            </w:pPr>
            <w:r w:rsidRPr="003C7250">
              <w:rPr>
                <w:rFonts w:ascii="Calibri Light" w:hAnsi="Calibri Light" w:cs="Calibri Light"/>
              </w:rPr>
              <w:t>36</w:t>
            </w:r>
          </w:p>
        </w:tc>
        <w:tc>
          <w:tcPr>
            <w:tcW w:w="2532" w:type="dxa"/>
            <w:tcBorders>
              <w:top w:val="single" w:sz="4" w:space="0" w:color="auto"/>
              <w:left w:val="nil"/>
              <w:bottom w:val="single" w:sz="4" w:space="0" w:color="auto"/>
              <w:right w:val="single" w:sz="4" w:space="0" w:color="auto"/>
            </w:tcBorders>
            <w:vAlign w:val="center"/>
          </w:tcPr>
          <w:p w14:paraId="77FDC96A" w14:textId="77777777" w:rsidR="003C7250" w:rsidRPr="003C7250" w:rsidRDefault="003C7250" w:rsidP="003C7250">
            <w:pPr>
              <w:rPr>
                <w:rFonts w:ascii="Calibri Light" w:hAnsi="Calibri Light" w:cs="Calibri Light"/>
              </w:rPr>
            </w:pPr>
            <w:r w:rsidRPr="003C7250">
              <w:rPr>
                <w:rFonts w:ascii="Calibri Light" w:hAnsi="Calibri Light" w:cs="Calibri Ligh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5E24E89C" w14:textId="77777777" w:rsidR="003C7250" w:rsidRPr="003C7250" w:rsidRDefault="003C7250" w:rsidP="003C7250">
            <w:pPr>
              <w:rPr>
                <w:rFonts w:ascii="Calibri Light" w:hAnsi="Calibri Light" w:cs="Calibri Light"/>
              </w:rPr>
            </w:pPr>
            <w:r w:rsidRPr="003C7250">
              <w:rPr>
                <w:rFonts w:ascii="Calibri Light" w:hAnsi="Calibri Light" w:cs="Calibri Light"/>
              </w:rPr>
              <w:t>4086,00</w:t>
            </w:r>
          </w:p>
        </w:tc>
      </w:tr>
      <w:tr w:rsidR="003C7250" w:rsidRPr="003C7250" w14:paraId="509ECDC7" w14:textId="77777777" w:rsidTr="00DE7D42">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19F9AF55" w14:textId="07201A7A" w:rsidR="003C7250" w:rsidRPr="003C7250" w:rsidRDefault="00F465E9" w:rsidP="00F465E9">
            <w:pPr>
              <w:ind w:left="360"/>
              <w:rPr>
                <w:rFonts w:ascii="Calibri Light" w:hAnsi="Calibri Light" w:cs="Calibri Light"/>
              </w:rPr>
            </w:pPr>
            <w:r>
              <w:rPr>
                <w:rFonts w:ascii="Calibri Light" w:hAnsi="Calibri Light" w:cs="Calibri Light"/>
              </w:rPr>
              <w:t>73.</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1AC81E7B" w14:textId="77777777" w:rsidR="003C7250" w:rsidRPr="003C7250" w:rsidRDefault="003C7250" w:rsidP="003C7250">
            <w:pPr>
              <w:rPr>
                <w:rFonts w:ascii="Calibri Light" w:hAnsi="Calibri Light" w:cs="Calibri Light"/>
              </w:rPr>
            </w:pPr>
            <w:r w:rsidRPr="003C7250">
              <w:rPr>
                <w:rFonts w:ascii="Calibri Light" w:hAnsi="Calibri Light" w:cs="Calibri Light"/>
              </w:rPr>
              <w:t>36</w:t>
            </w:r>
          </w:p>
        </w:tc>
        <w:tc>
          <w:tcPr>
            <w:tcW w:w="2532" w:type="dxa"/>
            <w:tcBorders>
              <w:top w:val="single" w:sz="4" w:space="0" w:color="auto"/>
              <w:left w:val="nil"/>
              <w:bottom w:val="single" w:sz="4" w:space="0" w:color="auto"/>
              <w:right w:val="single" w:sz="4" w:space="0" w:color="auto"/>
            </w:tcBorders>
            <w:vAlign w:val="center"/>
          </w:tcPr>
          <w:p w14:paraId="0A461CEB" w14:textId="77777777" w:rsidR="003C7250" w:rsidRPr="003C7250" w:rsidRDefault="003C7250" w:rsidP="003C7250">
            <w:pPr>
              <w:rPr>
                <w:rFonts w:ascii="Calibri Light" w:hAnsi="Calibri Light" w:cs="Calibri Light"/>
              </w:rPr>
            </w:pPr>
            <w:r w:rsidRPr="003C7250">
              <w:rPr>
                <w:rFonts w:ascii="Calibri Light" w:hAnsi="Calibri Light" w:cs="Calibri Ligh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3ED01ABE" w14:textId="77777777" w:rsidR="003C7250" w:rsidRPr="003C7250" w:rsidRDefault="003C7250" w:rsidP="003C7250">
            <w:pPr>
              <w:rPr>
                <w:rFonts w:ascii="Calibri Light" w:hAnsi="Calibri Light" w:cs="Calibri Light"/>
              </w:rPr>
            </w:pPr>
            <w:r w:rsidRPr="003C7250">
              <w:rPr>
                <w:rFonts w:ascii="Calibri Light" w:hAnsi="Calibri Light" w:cs="Calibri Light"/>
              </w:rPr>
              <w:t>4086,00</w:t>
            </w:r>
          </w:p>
        </w:tc>
      </w:tr>
      <w:tr w:rsidR="003C7250" w:rsidRPr="003C7250" w14:paraId="2BA99B78" w14:textId="77777777" w:rsidTr="00DE7D42">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77493490" w14:textId="3501C934" w:rsidR="003C7250" w:rsidRPr="003C7250" w:rsidRDefault="00F465E9" w:rsidP="00F465E9">
            <w:pPr>
              <w:ind w:left="360"/>
              <w:rPr>
                <w:rFonts w:ascii="Calibri Light" w:hAnsi="Calibri Light" w:cs="Calibri Light"/>
              </w:rPr>
            </w:pPr>
            <w:r>
              <w:rPr>
                <w:rFonts w:ascii="Calibri Light" w:hAnsi="Calibri Light" w:cs="Calibri Light"/>
              </w:rPr>
              <w:t>74.</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4E728062" w14:textId="77777777" w:rsidR="003C7250" w:rsidRPr="003C7250" w:rsidRDefault="003C7250" w:rsidP="003C7250">
            <w:pPr>
              <w:rPr>
                <w:rFonts w:ascii="Calibri Light" w:hAnsi="Calibri Light" w:cs="Calibri Light"/>
              </w:rPr>
            </w:pPr>
            <w:r w:rsidRPr="003C7250">
              <w:rPr>
                <w:rFonts w:ascii="Calibri Light" w:hAnsi="Calibri Light" w:cs="Calibri Light"/>
              </w:rPr>
              <w:t>36</w:t>
            </w:r>
          </w:p>
        </w:tc>
        <w:tc>
          <w:tcPr>
            <w:tcW w:w="2532" w:type="dxa"/>
            <w:tcBorders>
              <w:top w:val="single" w:sz="4" w:space="0" w:color="auto"/>
              <w:left w:val="nil"/>
              <w:bottom w:val="single" w:sz="4" w:space="0" w:color="auto"/>
              <w:right w:val="single" w:sz="4" w:space="0" w:color="auto"/>
            </w:tcBorders>
            <w:vAlign w:val="center"/>
          </w:tcPr>
          <w:p w14:paraId="19B4040C" w14:textId="77777777" w:rsidR="003C7250" w:rsidRPr="003C7250" w:rsidRDefault="003C7250" w:rsidP="003C7250">
            <w:pPr>
              <w:rPr>
                <w:rFonts w:ascii="Calibri Light" w:hAnsi="Calibri Light" w:cs="Calibri Light"/>
              </w:rPr>
            </w:pPr>
            <w:r w:rsidRPr="003C7250">
              <w:rPr>
                <w:rFonts w:ascii="Calibri Light" w:hAnsi="Calibri Light" w:cs="Calibri Ligh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2A0C0F09" w14:textId="77777777" w:rsidR="003C7250" w:rsidRPr="003C7250" w:rsidRDefault="003C7250" w:rsidP="003C7250">
            <w:pPr>
              <w:rPr>
                <w:rFonts w:ascii="Calibri Light" w:hAnsi="Calibri Light" w:cs="Calibri Light"/>
              </w:rPr>
            </w:pPr>
            <w:r w:rsidRPr="003C7250">
              <w:rPr>
                <w:rFonts w:ascii="Calibri Light" w:hAnsi="Calibri Light" w:cs="Calibri Light"/>
              </w:rPr>
              <w:t>4086,00</w:t>
            </w:r>
          </w:p>
        </w:tc>
      </w:tr>
      <w:tr w:rsidR="003C7250" w:rsidRPr="003C7250" w14:paraId="39B63036" w14:textId="77777777" w:rsidTr="00DE7D42">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24BE2436" w14:textId="472A394E" w:rsidR="003C7250" w:rsidRPr="003C7250" w:rsidRDefault="00F465E9" w:rsidP="00F465E9">
            <w:pPr>
              <w:ind w:left="360"/>
              <w:rPr>
                <w:rFonts w:ascii="Calibri Light" w:hAnsi="Calibri Light" w:cs="Calibri Light"/>
              </w:rPr>
            </w:pPr>
            <w:r>
              <w:rPr>
                <w:rFonts w:ascii="Calibri Light" w:hAnsi="Calibri Light" w:cs="Calibri Light"/>
              </w:rPr>
              <w:t>75.</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2D7FE863" w14:textId="77777777" w:rsidR="003C7250" w:rsidRPr="003C7250" w:rsidRDefault="003C7250" w:rsidP="003C7250">
            <w:pPr>
              <w:rPr>
                <w:rFonts w:ascii="Calibri Light" w:hAnsi="Calibri Light" w:cs="Calibri Light"/>
              </w:rPr>
            </w:pPr>
            <w:r w:rsidRPr="003C7250">
              <w:rPr>
                <w:rFonts w:ascii="Calibri Light" w:hAnsi="Calibri Light" w:cs="Calibri Light"/>
              </w:rPr>
              <w:t>36</w:t>
            </w:r>
          </w:p>
        </w:tc>
        <w:tc>
          <w:tcPr>
            <w:tcW w:w="2532" w:type="dxa"/>
            <w:tcBorders>
              <w:top w:val="single" w:sz="4" w:space="0" w:color="auto"/>
              <w:left w:val="nil"/>
              <w:bottom w:val="single" w:sz="4" w:space="0" w:color="auto"/>
              <w:right w:val="single" w:sz="4" w:space="0" w:color="auto"/>
            </w:tcBorders>
            <w:vAlign w:val="center"/>
          </w:tcPr>
          <w:p w14:paraId="1F02DD5B" w14:textId="77777777" w:rsidR="003C7250" w:rsidRPr="003C7250" w:rsidRDefault="003C7250" w:rsidP="003C7250">
            <w:pPr>
              <w:rPr>
                <w:rFonts w:ascii="Calibri Light" w:hAnsi="Calibri Light" w:cs="Calibri Light"/>
              </w:rPr>
            </w:pPr>
            <w:r w:rsidRPr="003C7250">
              <w:rPr>
                <w:rFonts w:ascii="Calibri Light" w:hAnsi="Calibri Light" w:cs="Calibri Ligh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4BF2B929" w14:textId="77777777" w:rsidR="003C7250" w:rsidRPr="003C7250" w:rsidRDefault="003C7250" w:rsidP="003C7250">
            <w:pPr>
              <w:rPr>
                <w:rFonts w:ascii="Calibri Light" w:hAnsi="Calibri Light" w:cs="Calibri Light"/>
              </w:rPr>
            </w:pPr>
            <w:r w:rsidRPr="003C7250">
              <w:rPr>
                <w:rFonts w:ascii="Calibri Light" w:hAnsi="Calibri Light" w:cs="Calibri Light"/>
              </w:rPr>
              <w:t>4086,00</w:t>
            </w:r>
          </w:p>
        </w:tc>
      </w:tr>
      <w:tr w:rsidR="003C7250" w:rsidRPr="003C7250" w14:paraId="3409A173" w14:textId="77777777" w:rsidTr="00DE7D42">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1D646B0D" w14:textId="42D9CB37" w:rsidR="003C7250" w:rsidRPr="003C7250" w:rsidRDefault="00F465E9" w:rsidP="00F465E9">
            <w:pPr>
              <w:ind w:left="360"/>
              <w:rPr>
                <w:rFonts w:ascii="Calibri Light" w:hAnsi="Calibri Light" w:cs="Calibri Light"/>
              </w:rPr>
            </w:pPr>
            <w:r>
              <w:rPr>
                <w:rFonts w:ascii="Calibri Light" w:hAnsi="Calibri Light" w:cs="Calibri Light"/>
              </w:rPr>
              <w:t>76.</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306B86A0" w14:textId="77777777" w:rsidR="003C7250" w:rsidRPr="003C7250" w:rsidRDefault="003C7250" w:rsidP="003C7250">
            <w:pPr>
              <w:rPr>
                <w:rFonts w:ascii="Calibri Light" w:hAnsi="Calibri Light" w:cs="Calibri Light"/>
              </w:rPr>
            </w:pPr>
            <w:r w:rsidRPr="003C7250">
              <w:rPr>
                <w:rFonts w:ascii="Calibri Light" w:hAnsi="Calibri Light" w:cs="Calibri Light"/>
              </w:rPr>
              <w:t>36</w:t>
            </w:r>
          </w:p>
        </w:tc>
        <w:tc>
          <w:tcPr>
            <w:tcW w:w="2532" w:type="dxa"/>
            <w:tcBorders>
              <w:top w:val="single" w:sz="4" w:space="0" w:color="auto"/>
              <w:left w:val="nil"/>
              <w:bottom w:val="single" w:sz="4" w:space="0" w:color="auto"/>
              <w:right w:val="single" w:sz="4" w:space="0" w:color="auto"/>
            </w:tcBorders>
            <w:vAlign w:val="center"/>
          </w:tcPr>
          <w:p w14:paraId="281864BE" w14:textId="77777777" w:rsidR="003C7250" w:rsidRPr="003C7250" w:rsidRDefault="003C7250" w:rsidP="003C7250">
            <w:pPr>
              <w:rPr>
                <w:rFonts w:ascii="Calibri Light" w:hAnsi="Calibri Light" w:cs="Calibri Light"/>
              </w:rPr>
            </w:pPr>
            <w:r w:rsidRPr="003C7250">
              <w:rPr>
                <w:rFonts w:ascii="Calibri Light" w:hAnsi="Calibri Light" w:cs="Calibri Ligh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4ADDA4D7" w14:textId="77777777" w:rsidR="003C7250" w:rsidRPr="003C7250" w:rsidRDefault="003C7250" w:rsidP="003C7250">
            <w:pPr>
              <w:rPr>
                <w:rFonts w:ascii="Calibri Light" w:hAnsi="Calibri Light" w:cs="Calibri Light"/>
              </w:rPr>
            </w:pPr>
            <w:r w:rsidRPr="003C7250">
              <w:rPr>
                <w:rFonts w:ascii="Calibri Light" w:hAnsi="Calibri Light" w:cs="Calibri Light"/>
              </w:rPr>
              <w:t>4086,00</w:t>
            </w:r>
          </w:p>
        </w:tc>
      </w:tr>
      <w:tr w:rsidR="003C7250" w:rsidRPr="003C7250" w14:paraId="52F3208D" w14:textId="77777777" w:rsidTr="00DE7D42">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70838E58" w14:textId="7B44ABB3" w:rsidR="003C7250" w:rsidRPr="003C7250" w:rsidRDefault="00F465E9" w:rsidP="00F465E9">
            <w:pPr>
              <w:ind w:left="360"/>
              <w:rPr>
                <w:rFonts w:ascii="Calibri Light" w:hAnsi="Calibri Light" w:cs="Calibri Light"/>
              </w:rPr>
            </w:pPr>
            <w:r>
              <w:rPr>
                <w:rFonts w:ascii="Calibri Light" w:hAnsi="Calibri Light" w:cs="Calibri Light"/>
              </w:rPr>
              <w:t>77.</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01F8B072" w14:textId="77777777" w:rsidR="003C7250" w:rsidRPr="003C7250" w:rsidRDefault="003C7250" w:rsidP="003C7250">
            <w:pPr>
              <w:rPr>
                <w:rFonts w:ascii="Calibri Light" w:hAnsi="Calibri Light" w:cs="Calibri Light"/>
              </w:rPr>
            </w:pPr>
            <w:r w:rsidRPr="003C7250">
              <w:rPr>
                <w:rFonts w:ascii="Calibri Light" w:hAnsi="Calibri Light" w:cs="Calibri Light"/>
              </w:rPr>
              <w:t>36</w:t>
            </w:r>
          </w:p>
        </w:tc>
        <w:tc>
          <w:tcPr>
            <w:tcW w:w="2532" w:type="dxa"/>
            <w:tcBorders>
              <w:top w:val="single" w:sz="4" w:space="0" w:color="auto"/>
              <w:left w:val="nil"/>
              <w:bottom w:val="single" w:sz="4" w:space="0" w:color="auto"/>
              <w:right w:val="single" w:sz="4" w:space="0" w:color="auto"/>
            </w:tcBorders>
            <w:vAlign w:val="center"/>
          </w:tcPr>
          <w:p w14:paraId="3C95BD3C" w14:textId="77777777" w:rsidR="003C7250" w:rsidRPr="003C7250" w:rsidRDefault="003C7250" w:rsidP="003C7250">
            <w:pPr>
              <w:rPr>
                <w:rFonts w:ascii="Calibri Light" w:hAnsi="Calibri Light" w:cs="Calibri Light"/>
              </w:rPr>
            </w:pPr>
            <w:r w:rsidRPr="003C7250">
              <w:rPr>
                <w:rFonts w:ascii="Calibri Light" w:hAnsi="Calibri Light" w:cs="Calibri Ligh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57898D00" w14:textId="77777777" w:rsidR="003C7250" w:rsidRPr="003C7250" w:rsidRDefault="003C7250" w:rsidP="003C7250">
            <w:pPr>
              <w:rPr>
                <w:rFonts w:ascii="Calibri Light" w:hAnsi="Calibri Light" w:cs="Calibri Light"/>
              </w:rPr>
            </w:pPr>
            <w:r w:rsidRPr="003C7250">
              <w:rPr>
                <w:rFonts w:ascii="Calibri Light" w:hAnsi="Calibri Light" w:cs="Calibri Light"/>
              </w:rPr>
              <w:t>4086,00</w:t>
            </w:r>
          </w:p>
        </w:tc>
      </w:tr>
      <w:tr w:rsidR="003C7250" w:rsidRPr="003C7250" w14:paraId="50762964" w14:textId="77777777" w:rsidTr="00DE7D42">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54349C1C" w14:textId="73D9B0C7" w:rsidR="003C7250" w:rsidRPr="003C7250" w:rsidRDefault="00F465E9" w:rsidP="00F465E9">
            <w:pPr>
              <w:ind w:left="360"/>
              <w:rPr>
                <w:rFonts w:ascii="Calibri Light" w:hAnsi="Calibri Light" w:cs="Calibri Light"/>
              </w:rPr>
            </w:pPr>
            <w:r>
              <w:rPr>
                <w:rFonts w:ascii="Calibri Light" w:hAnsi="Calibri Light" w:cs="Calibri Light"/>
              </w:rPr>
              <w:t>78.</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0155C4AE" w14:textId="77777777" w:rsidR="003C7250" w:rsidRPr="003C7250" w:rsidRDefault="003C7250" w:rsidP="003C7250">
            <w:pPr>
              <w:rPr>
                <w:rFonts w:ascii="Calibri Light" w:hAnsi="Calibri Light" w:cs="Calibri Light"/>
              </w:rPr>
            </w:pPr>
            <w:r w:rsidRPr="003C7250">
              <w:rPr>
                <w:rFonts w:ascii="Calibri Light" w:hAnsi="Calibri Light" w:cs="Calibri Light"/>
              </w:rPr>
              <w:t>36</w:t>
            </w:r>
          </w:p>
        </w:tc>
        <w:tc>
          <w:tcPr>
            <w:tcW w:w="2532" w:type="dxa"/>
            <w:tcBorders>
              <w:top w:val="single" w:sz="4" w:space="0" w:color="auto"/>
              <w:left w:val="nil"/>
              <w:bottom w:val="single" w:sz="4" w:space="0" w:color="auto"/>
              <w:right w:val="single" w:sz="4" w:space="0" w:color="auto"/>
            </w:tcBorders>
            <w:vAlign w:val="center"/>
          </w:tcPr>
          <w:p w14:paraId="5266E6E8" w14:textId="77777777" w:rsidR="003C7250" w:rsidRPr="003C7250" w:rsidRDefault="003C7250" w:rsidP="003C7250">
            <w:pPr>
              <w:rPr>
                <w:rFonts w:ascii="Calibri Light" w:hAnsi="Calibri Light" w:cs="Calibri Light"/>
              </w:rPr>
            </w:pPr>
            <w:r w:rsidRPr="003C7250">
              <w:rPr>
                <w:rFonts w:ascii="Calibri Light" w:hAnsi="Calibri Light" w:cs="Calibri Ligh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50B525C0" w14:textId="77777777" w:rsidR="003C7250" w:rsidRPr="003C7250" w:rsidRDefault="003C7250" w:rsidP="003C7250">
            <w:pPr>
              <w:rPr>
                <w:rFonts w:ascii="Calibri Light" w:hAnsi="Calibri Light" w:cs="Calibri Light"/>
              </w:rPr>
            </w:pPr>
            <w:r w:rsidRPr="003C7250">
              <w:rPr>
                <w:rFonts w:ascii="Calibri Light" w:hAnsi="Calibri Light" w:cs="Calibri Light"/>
              </w:rPr>
              <w:t>4086,00</w:t>
            </w:r>
          </w:p>
        </w:tc>
      </w:tr>
      <w:tr w:rsidR="003C7250" w:rsidRPr="003C7250" w14:paraId="48B2B6D4" w14:textId="77777777" w:rsidTr="00DE7D42">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601EB7B8" w14:textId="15753004" w:rsidR="003C7250" w:rsidRPr="003C7250" w:rsidRDefault="00F465E9" w:rsidP="00F465E9">
            <w:pPr>
              <w:ind w:left="360"/>
              <w:rPr>
                <w:rFonts w:ascii="Calibri Light" w:hAnsi="Calibri Light" w:cs="Calibri Light"/>
              </w:rPr>
            </w:pPr>
            <w:r>
              <w:rPr>
                <w:rFonts w:ascii="Calibri Light" w:hAnsi="Calibri Light" w:cs="Calibri Light"/>
              </w:rPr>
              <w:t>79.</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157AF83F" w14:textId="77777777" w:rsidR="003C7250" w:rsidRPr="003C7250" w:rsidRDefault="003C7250" w:rsidP="003C7250">
            <w:pPr>
              <w:rPr>
                <w:rFonts w:ascii="Calibri Light" w:hAnsi="Calibri Light" w:cs="Calibri Light"/>
              </w:rPr>
            </w:pPr>
            <w:r w:rsidRPr="003C7250">
              <w:rPr>
                <w:rFonts w:ascii="Calibri Light" w:hAnsi="Calibri Light" w:cs="Calibri Light"/>
              </w:rPr>
              <w:t>36</w:t>
            </w:r>
          </w:p>
        </w:tc>
        <w:tc>
          <w:tcPr>
            <w:tcW w:w="2532" w:type="dxa"/>
            <w:tcBorders>
              <w:top w:val="single" w:sz="4" w:space="0" w:color="auto"/>
              <w:left w:val="nil"/>
              <w:bottom w:val="single" w:sz="4" w:space="0" w:color="auto"/>
              <w:right w:val="single" w:sz="4" w:space="0" w:color="auto"/>
            </w:tcBorders>
            <w:vAlign w:val="center"/>
          </w:tcPr>
          <w:p w14:paraId="299239AB" w14:textId="77777777" w:rsidR="003C7250" w:rsidRPr="003C7250" w:rsidRDefault="003C7250" w:rsidP="003C7250">
            <w:pPr>
              <w:rPr>
                <w:rFonts w:ascii="Calibri Light" w:hAnsi="Calibri Light" w:cs="Calibri Light"/>
              </w:rPr>
            </w:pPr>
            <w:r w:rsidRPr="003C7250">
              <w:rPr>
                <w:rFonts w:ascii="Calibri Light" w:hAnsi="Calibri Light" w:cs="Calibri Ligh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69BB121C" w14:textId="77777777" w:rsidR="003C7250" w:rsidRPr="003C7250" w:rsidRDefault="003C7250" w:rsidP="003C7250">
            <w:pPr>
              <w:rPr>
                <w:rFonts w:ascii="Calibri Light" w:hAnsi="Calibri Light" w:cs="Calibri Light"/>
              </w:rPr>
            </w:pPr>
            <w:r w:rsidRPr="003C7250">
              <w:rPr>
                <w:rFonts w:ascii="Calibri Light" w:hAnsi="Calibri Light" w:cs="Calibri Light"/>
              </w:rPr>
              <w:t>4086,00</w:t>
            </w:r>
          </w:p>
        </w:tc>
      </w:tr>
      <w:tr w:rsidR="003C7250" w:rsidRPr="003C7250" w14:paraId="68DB82CD" w14:textId="77777777" w:rsidTr="00DE7D42">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0B1CCA1F" w14:textId="77A5D2C8" w:rsidR="003C7250" w:rsidRPr="003C7250" w:rsidRDefault="00F465E9" w:rsidP="00F465E9">
            <w:pPr>
              <w:ind w:left="360"/>
              <w:rPr>
                <w:rFonts w:ascii="Calibri Light" w:hAnsi="Calibri Light" w:cs="Calibri Light"/>
              </w:rPr>
            </w:pPr>
            <w:r>
              <w:rPr>
                <w:rFonts w:ascii="Calibri Light" w:hAnsi="Calibri Light" w:cs="Calibri Light"/>
              </w:rPr>
              <w:t>80.</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6A82B856" w14:textId="77777777" w:rsidR="003C7250" w:rsidRPr="003C7250" w:rsidRDefault="003C7250" w:rsidP="003C7250">
            <w:pPr>
              <w:rPr>
                <w:rFonts w:ascii="Calibri Light" w:hAnsi="Calibri Light" w:cs="Calibri Light"/>
              </w:rPr>
            </w:pPr>
            <w:r w:rsidRPr="003C7250">
              <w:rPr>
                <w:rFonts w:ascii="Calibri Light" w:hAnsi="Calibri Light" w:cs="Calibri Light"/>
              </w:rPr>
              <w:t>36</w:t>
            </w:r>
          </w:p>
        </w:tc>
        <w:tc>
          <w:tcPr>
            <w:tcW w:w="2532" w:type="dxa"/>
            <w:tcBorders>
              <w:top w:val="single" w:sz="4" w:space="0" w:color="auto"/>
              <w:left w:val="nil"/>
              <w:bottom w:val="single" w:sz="4" w:space="0" w:color="auto"/>
              <w:right w:val="single" w:sz="4" w:space="0" w:color="auto"/>
            </w:tcBorders>
            <w:vAlign w:val="center"/>
          </w:tcPr>
          <w:p w14:paraId="33E6BA79" w14:textId="77777777" w:rsidR="003C7250" w:rsidRPr="003C7250" w:rsidRDefault="003C7250" w:rsidP="003C7250">
            <w:pPr>
              <w:rPr>
                <w:rFonts w:ascii="Calibri Light" w:hAnsi="Calibri Light" w:cs="Calibri Light"/>
              </w:rPr>
            </w:pPr>
            <w:r w:rsidRPr="003C7250">
              <w:rPr>
                <w:rFonts w:ascii="Calibri Light" w:hAnsi="Calibri Light" w:cs="Calibri Ligh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358C77C5" w14:textId="77777777" w:rsidR="003C7250" w:rsidRPr="003C7250" w:rsidRDefault="003C7250" w:rsidP="003C7250">
            <w:pPr>
              <w:rPr>
                <w:rFonts w:ascii="Calibri Light" w:hAnsi="Calibri Light" w:cs="Calibri Light"/>
              </w:rPr>
            </w:pPr>
            <w:r w:rsidRPr="003C7250">
              <w:rPr>
                <w:rFonts w:ascii="Calibri Light" w:hAnsi="Calibri Light" w:cs="Calibri Light"/>
              </w:rPr>
              <w:t>4086,00</w:t>
            </w:r>
          </w:p>
        </w:tc>
      </w:tr>
      <w:tr w:rsidR="003C7250" w:rsidRPr="003C7250" w14:paraId="7AE9F3C1" w14:textId="77777777" w:rsidTr="00DE7D42">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4835E231" w14:textId="140B1FAA" w:rsidR="003C7250" w:rsidRPr="003C7250" w:rsidRDefault="00F465E9" w:rsidP="00F465E9">
            <w:pPr>
              <w:ind w:left="360"/>
              <w:rPr>
                <w:rFonts w:ascii="Calibri Light" w:hAnsi="Calibri Light" w:cs="Calibri Light"/>
              </w:rPr>
            </w:pPr>
            <w:r>
              <w:rPr>
                <w:rFonts w:ascii="Calibri Light" w:hAnsi="Calibri Light" w:cs="Calibri Light"/>
              </w:rPr>
              <w:t>81.</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563344F8" w14:textId="77777777" w:rsidR="003C7250" w:rsidRPr="003C7250" w:rsidRDefault="003C7250" w:rsidP="003C7250">
            <w:pPr>
              <w:rPr>
                <w:rFonts w:ascii="Calibri Light" w:hAnsi="Calibri Light" w:cs="Calibri Light"/>
              </w:rPr>
            </w:pPr>
            <w:r w:rsidRPr="003C7250">
              <w:rPr>
                <w:rFonts w:ascii="Calibri Light" w:hAnsi="Calibri Light" w:cs="Calibri Light"/>
              </w:rPr>
              <w:t>36</w:t>
            </w:r>
          </w:p>
        </w:tc>
        <w:tc>
          <w:tcPr>
            <w:tcW w:w="2532" w:type="dxa"/>
            <w:tcBorders>
              <w:top w:val="single" w:sz="4" w:space="0" w:color="auto"/>
              <w:left w:val="nil"/>
              <w:bottom w:val="single" w:sz="4" w:space="0" w:color="auto"/>
              <w:right w:val="single" w:sz="4" w:space="0" w:color="auto"/>
            </w:tcBorders>
            <w:vAlign w:val="center"/>
          </w:tcPr>
          <w:p w14:paraId="07E9CFC4" w14:textId="77777777" w:rsidR="003C7250" w:rsidRPr="003C7250" w:rsidRDefault="003C7250" w:rsidP="003C7250">
            <w:pPr>
              <w:rPr>
                <w:rFonts w:ascii="Calibri Light" w:hAnsi="Calibri Light" w:cs="Calibri Light"/>
              </w:rPr>
            </w:pPr>
            <w:r w:rsidRPr="003C7250">
              <w:rPr>
                <w:rFonts w:ascii="Calibri Light" w:hAnsi="Calibri Light" w:cs="Calibri Ligh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2FD4345F" w14:textId="77777777" w:rsidR="003C7250" w:rsidRPr="003C7250" w:rsidRDefault="003C7250" w:rsidP="003C7250">
            <w:pPr>
              <w:rPr>
                <w:rFonts w:ascii="Calibri Light" w:hAnsi="Calibri Light" w:cs="Calibri Light"/>
              </w:rPr>
            </w:pPr>
            <w:r w:rsidRPr="003C7250">
              <w:rPr>
                <w:rFonts w:ascii="Calibri Light" w:hAnsi="Calibri Light" w:cs="Calibri Light"/>
              </w:rPr>
              <w:t>4086,00</w:t>
            </w:r>
          </w:p>
        </w:tc>
      </w:tr>
      <w:tr w:rsidR="003C7250" w:rsidRPr="003C7250" w14:paraId="10B6DD02" w14:textId="77777777" w:rsidTr="00DE7D42">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7C392BBF" w14:textId="43C193E4" w:rsidR="003C7250" w:rsidRPr="003C7250" w:rsidRDefault="00F465E9" w:rsidP="00F465E9">
            <w:pPr>
              <w:ind w:left="360"/>
              <w:rPr>
                <w:rFonts w:ascii="Calibri Light" w:hAnsi="Calibri Light" w:cs="Calibri Light"/>
              </w:rPr>
            </w:pPr>
            <w:r>
              <w:rPr>
                <w:rFonts w:ascii="Calibri Light" w:hAnsi="Calibri Light" w:cs="Calibri Light"/>
              </w:rPr>
              <w:t>82.</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3850294F" w14:textId="77777777" w:rsidR="003C7250" w:rsidRPr="003C7250" w:rsidRDefault="003C7250" w:rsidP="003C7250">
            <w:pPr>
              <w:rPr>
                <w:rFonts w:ascii="Calibri Light" w:hAnsi="Calibri Light" w:cs="Calibri Light"/>
              </w:rPr>
            </w:pPr>
            <w:r w:rsidRPr="003C7250">
              <w:rPr>
                <w:rFonts w:ascii="Calibri Light" w:hAnsi="Calibri Light" w:cs="Calibri Light"/>
              </w:rPr>
              <w:t>36</w:t>
            </w:r>
          </w:p>
        </w:tc>
        <w:tc>
          <w:tcPr>
            <w:tcW w:w="2532" w:type="dxa"/>
            <w:tcBorders>
              <w:top w:val="single" w:sz="4" w:space="0" w:color="auto"/>
              <w:left w:val="nil"/>
              <w:bottom w:val="single" w:sz="4" w:space="0" w:color="auto"/>
              <w:right w:val="single" w:sz="4" w:space="0" w:color="auto"/>
            </w:tcBorders>
            <w:vAlign w:val="center"/>
          </w:tcPr>
          <w:p w14:paraId="764D9D54" w14:textId="77777777" w:rsidR="003C7250" w:rsidRPr="003C7250" w:rsidRDefault="003C7250" w:rsidP="003C7250">
            <w:pPr>
              <w:rPr>
                <w:rFonts w:ascii="Calibri Light" w:hAnsi="Calibri Light" w:cs="Calibri Light"/>
              </w:rPr>
            </w:pPr>
            <w:r w:rsidRPr="003C7250">
              <w:rPr>
                <w:rFonts w:ascii="Calibri Light" w:hAnsi="Calibri Light" w:cs="Calibri Ligh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1A99935B" w14:textId="77777777" w:rsidR="003C7250" w:rsidRPr="003C7250" w:rsidRDefault="003C7250" w:rsidP="003C7250">
            <w:pPr>
              <w:rPr>
                <w:rFonts w:ascii="Calibri Light" w:hAnsi="Calibri Light" w:cs="Calibri Light"/>
              </w:rPr>
            </w:pPr>
            <w:r w:rsidRPr="003C7250">
              <w:rPr>
                <w:rFonts w:ascii="Calibri Light" w:hAnsi="Calibri Light" w:cs="Calibri Light"/>
              </w:rPr>
              <w:t>4086,00</w:t>
            </w:r>
          </w:p>
        </w:tc>
      </w:tr>
      <w:tr w:rsidR="003C7250" w:rsidRPr="003C7250" w14:paraId="6D9DCD9D" w14:textId="77777777" w:rsidTr="00DE7D42">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52494C20" w14:textId="0A8943B5" w:rsidR="003C7250" w:rsidRPr="003C7250" w:rsidRDefault="00F465E9" w:rsidP="00F465E9">
            <w:pPr>
              <w:ind w:left="360"/>
              <w:rPr>
                <w:rFonts w:ascii="Calibri Light" w:hAnsi="Calibri Light" w:cs="Calibri Light"/>
              </w:rPr>
            </w:pPr>
            <w:r>
              <w:rPr>
                <w:rFonts w:ascii="Calibri Light" w:hAnsi="Calibri Light" w:cs="Calibri Light"/>
              </w:rPr>
              <w:t>83.</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60FA3C84" w14:textId="77777777" w:rsidR="003C7250" w:rsidRPr="003C7250" w:rsidRDefault="003C7250" w:rsidP="003C7250">
            <w:pPr>
              <w:rPr>
                <w:rFonts w:ascii="Calibri Light" w:hAnsi="Calibri Light" w:cs="Calibri Light"/>
              </w:rPr>
            </w:pPr>
            <w:r w:rsidRPr="003C7250">
              <w:rPr>
                <w:rFonts w:ascii="Calibri Light" w:hAnsi="Calibri Light" w:cs="Calibri Light"/>
              </w:rPr>
              <w:t>36</w:t>
            </w:r>
          </w:p>
        </w:tc>
        <w:tc>
          <w:tcPr>
            <w:tcW w:w="2532" w:type="dxa"/>
            <w:tcBorders>
              <w:top w:val="single" w:sz="4" w:space="0" w:color="auto"/>
              <w:left w:val="nil"/>
              <w:bottom w:val="single" w:sz="4" w:space="0" w:color="auto"/>
              <w:right w:val="single" w:sz="4" w:space="0" w:color="auto"/>
            </w:tcBorders>
            <w:vAlign w:val="center"/>
          </w:tcPr>
          <w:p w14:paraId="7AF08C6F" w14:textId="77777777" w:rsidR="003C7250" w:rsidRPr="003C7250" w:rsidRDefault="003C7250" w:rsidP="003C7250">
            <w:pPr>
              <w:rPr>
                <w:rFonts w:ascii="Calibri Light" w:hAnsi="Calibri Light" w:cs="Calibri Light"/>
              </w:rPr>
            </w:pPr>
            <w:r w:rsidRPr="003C7250">
              <w:rPr>
                <w:rFonts w:ascii="Calibri Light" w:hAnsi="Calibri Light" w:cs="Calibri Ligh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79488185" w14:textId="77777777" w:rsidR="003C7250" w:rsidRPr="003C7250" w:rsidRDefault="003C7250" w:rsidP="003C7250">
            <w:pPr>
              <w:rPr>
                <w:rFonts w:ascii="Calibri Light" w:hAnsi="Calibri Light" w:cs="Calibri Light"/>
              </w:rPr>
            </w:pPr>
            <w:r w:rsidRPr="003C7250">
              <w:rPr>
                <w:rFonts w:ascii="Calibri Light" w:hAnsi="Calibri Light" w:cs="Calibri Light"/>
              </w:rPr>
              <w:t>4086,00</w:t>
            </w:r>
          </w:p>
        </w:tc>
      </w:tr>
      <w:tr w:rsidR="003C7250" w:rsidRPr="003C7250" w14:paraId="48698416" w14:textId="77777777" w:rsidTr="00DE7D42">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59E5FB71" w14:textId="3C10B767" w:rsidR="003C7250" w:rsidRPr="003C7250" w:rsidRDefault="00F465E9" w:rsidP="00F465E9">
            <w:pPr>
              <w:ind w:left="360"/>
              <w:rPr>
                <w:rFonts w:ascii="Calibri Light" w:hAnsi="Calibri Light" w:cs="Calibri Light"/>
              </w:rPr>
            </w:pPr>
            <w:r>
              <w:rPr>
                <w:rFonts w:ascii="Calibri Light" w:hAnsi="Calibri Light" w:cs="Calibri Light"/>
              </w:rPr>
              <w:t>84.</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66EBFE2F" w14:textId="77777777" w:rsidR="003C7250" w:rsidRPr="003C7250" w:rsidRDefault="003C7250" w:rsidP="003C7250">
            <w:pPr>
              <w:rPr>
                <w:rFonts w:ascii="Calibri Light" w:hAnsi="Calibri Light" w:cs="Calibri Light"/>
              </w:rPr>
            </w:pPr>
            <w:r w:rsidRPr="003C7250">
              <w:rPr>
                <w:rFonts w:ascii="Calibri Light" w:hAnsi="Calibri Light" w:cs="Calibri Light"/>
              </w:rPr>
              <w:t>36</w:t>
            </w:r>
          </w:p>
        </w:tc>
        <w:tc>
          <w:tcPr>
            <w:tcW w:w="2532" w:type="dxa"/>
            <w:tcBorders>
              <w:top w:val="single" w:sz="4" w:space="0" w:color="auto"/>
              <w:left w:val="nil"/>
              <w:bottom w:val="single" w:sz="4" w:space="0" w:color="auto"/>
              <w:right w:val="single" w:sz="4" w:space="0" w:color="auto"/>
            </w:tcBorders>
            <w:vAlign w:val="center"/>
          </w:tcPr>
          <w:p w14:paraId="06832CA4" w14:textId="77777777" w:rsidR="003C7250" w:rsidRPr="003C7250" w:rsidRDefault="003C7250" w:rsidP="003C7250">
            <w:pPr>
              <w:rPr>
                <w:rFonts w:ascii="Calibri Light" w:hAnsi="Calibri Light" w:cs="Calibri Light"/>
              </w:rPr>
            </w:pPr>
            <w:r w:rsidRPr="003C7250">
              <w:rPr>
                <w:rFonts w:ascii="Calibri Light" w:hAnsi="Calibri Light" w:cs="Calibri Ligh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715441B4" w14:textId="77777777" w:rsidR="003C7250" w:rsidRPr="003C7250" w:rsidRDefault="003C7250" w:rsidP="003C7250">
            <w:pPr>
              <w:rPr>
                <w:rFonts w:ascii="Calibri Light" w:hAnsi="Calibri Light" w:cs="Calibri Light"/>
              </w:rPr>
            </w:pPr>
            <w:r w:rsidRPr="003C7250">
              <w:rPr>
                <w:rFonts w:ascii="Calibri Light" w:hAnsi="Calibri Light" w:cs="Calibri Light"/>
              </w:rPr>
              <w:t>4086,00</w:t>
            </w:r>
          </w:p>
        </w:tc>
      </w:tr>
      <w:tr w:rsidR="003C7250" w:rsidRPr="003C7250" w14:paraId="0A5971D6" w14:textId="77777777" w:rsidTr="00DE7D42">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12FD16D6" w14:textId="6A73556F" w:rsidR="003C7250" w:rsidRPr="003C7250" w:rsidRDefault="00F465E9" w:rsidP="00F465E9">
            <w:pPr>
              <w:ind w:left="360"/>
              <w:rPr>
                <w:rFonts w:ascii="Calibri Light" w:hAnsi="Calibri Light" w:cs="Calibri Light"/>
              </w:rPr>
            </w:pPr>
            <w:r>
              <w:rPr>
                <w:rFonts w:ascii="Calibri Light" w:hAnsi="Calibri Light" w:cs="Calibri Light"/>
              </w:rPr>
              <w:t>85.</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1261D73A" w14:textId="77777777" w:rsidR="003C7250" w:rsidRPr="003C7250" w:rsidRDefault="003C7250" w:rsidP="003C7250">
            <w:pPr>
              <w:rPr>
                <w:rFonts w:ascii="Calibri Light" w:hAnsi="Calibri Light" w:cs="Calibri Light"/>
              </w:rPr>
            </w:pPr>
            <w:r w:rsidRPr="003C7250">
              <w:rPr>
                <w:rFonts w:ascii="Calibri Light" w:hAnsi="Calibri Light" w:cs="Calibri Light"/>
              </w:rPr>
              <w:t>36</w:t>
            </w:r>
          </w:p>
        </w:tc>
        <w:tc>
          <w:tcPr>
            <w:tcW w:w="2532" w:type="dxa"/>
            <w:tcBorders>
              <w:top w:val="single" w:sz="4" w:space="0" w:color="auto"/>
              <w:left w:val="nil"/>
              <w:bottom w:val="single" w:sz="4" w:space="0" w:color="auto"/>
              <w:right w:val="single" w:sz="4" w:space="0" w:color="auto"/>
            </w:tcBorders>
            <w:vAlign w:val="center"/>
          </w:tcPr>
          <w:p w14:paraId="4E8A8A7C" w14:textId="77777777" w:rsidR="003C7250" w:rsidRPr="003C7250" w:rsidRDefault="003C7250" w:rsidP="003C7250">
            <w:pPr>
              <w:rPr>
                <w:rFonts w:ascii="Calibri Light" w:hAnsi="Calibri Light" w:cs="Calibri Light"/>
              </w:rPr>
            </w:pPr>
            <w:r w:rsidRPr="003C7250">
              <w:rPr>
                <w:rFonts w:ascii="Calibri Light" w:hAnsi="Calibri Light" w:cs="Calibri Ligh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33EF9CA7" w14:textId="77777777" w:rsidR="003C7250" w:rsidRPr="003C7250" w:rsidRDefault="003C7250" w:rsidP="003C7250">
            <w:pPr>
              <w:rPr>
                <w:rFonts w:ascii="Calibri Light" w:hAnsi="Calibri Light" w:cs="Calibri Light"/>
              </w:rPr>
            </w:pPr>
            <w:r w:rsidRPr="003C7250">
              <w:rPr>
                <w:rFonts w:ascii="Calibri Light" w:hAnsi="Calibri Light" w:cs="Calibri Light"/>
              </w:rPr>
              <w:t>4086,00</w:t>
            </w:r>
          </w:p>
        </w:tc>
      </w:tr>
      <w:tr w:rsidR="003C7250" w:rsidRPr="003C7250" w14:paraId="099976AB" w14:textId="77777777" w:rsidTr="00DE7D42">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2470D6F1" w14:textId="7B6FC190" w:rsidR="003C7250" w:rsidRPr="003C7250" w:rsidRDefault="00F465E9" w:rsidP="00F465E9">
            <w:pPr>
              <w:ind w:left="360"/>
              <w:rPr>
                <w:rFonts w:ascii="Calibri Light" w:hAnsi="Calibri Light" w:cs="Calibri Light"/>
              </w:rPr>
            </w:pPr>
            <w:r>
              <w:rPr>
                <w:rFonts w:ascii="Calibri Light" w:hAnsi="Calibri Light" w:cs="Calibri Light"/>
              </w:rPr>
              <w:t>86.</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17F297DF" w14:textId="77777777" w:rsidR="003C7250" w:rsidRPr="003C7250" w:rsidRDefault="003C7250" w:rsidP="003C7250">
            <w:pPr>
              <w:rPr>
                <w:rFonts w:ascii="Calibri Light" w:hAnsi="Calibri Light" w:cs="Calibri Light"/>
              </w:rPr>
            </w:pPr>
            <w:r w:rsidRPr="003C7250">
              <w:rPr>
                <w:rFonts w:ascii="Calibri Light" w:hAnsi="Calibri Light" w:cs="Calibri Light"/>
              </w:rPr>
              <w:t>36</w:t>
            </w:r>
          </w:p>
        </w:tc>
        <w:tc>
          <w:tcPr>
            <w:tcW w:w="2532" w:type="dxa"/>
            <w:tcBorders>
              <w:top w:val="single" w:sz="4" w:space="0" w:color="auto"/>
              <w:left w:val="nil"/>
              <w:bottom w:val="single" w:sz="4" w:space="0" w:color="auto"/>
              <w:right w:val="single" w:sz="4" w:space="0" w:color="auto"/>
            </w:tcBorders>
            <w:vAlign w:val="center"/>
          </w:tcPr>
          <w:p w14:paraId="50B901F4" w14:textId="77777777" w:rsidR="003C7250" w:rsidRPr="003C7250" w:rsidRDefault="003C7250" w:rsidP="003C7250">
            <w:pPr>
              <w:rPr>
                <w:rFonts w:ascii="Calibri Light" w:hAnsi="Calibri Light" w:cs="Calibri Light"/>
              </w:rPr>
            </w:pPr>
            <w:r w:rsidRPr="003C7250">
              <w:rPr>
                <w:rFonts w:ascii="Calibri Light" w:hAnsi="Calibri Light" w:cs="Calibri Light"/>
              </w:rPr>
              <w:t>3376,86</w:t>
            </w:r>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648CD377" w14:textId="77777777" w:rsidR="003C7250" w:rsidRPr="003C7250" w:rsidRDefault="003C7250" w:rsidP="003C7250">
            <w:pPr>
              <w:rPr>
                <w:rFonts w:ascii="Calibri Light" w:hAnsi="Calibri Light" w:cs="Calibri Light"/>
              </w:rPr>
            </w:pPr>
            <w:r w:rsidRPr="003C7250">
              <w:rPr>
                <w:rFonts w:ascii="Calibri Light" w:hAnsi="Calibri Light" w:cs="Calibri Light"/>
              </w:rPr>
              <w:t>4086,00</w:t>
            </w:r>
          </w:p>
        </w:tc>
      </w:tr>
    </w:tbl>
    <w:p w14:paraId="2B2595DD" w14:textId="77777777" w:rsidR="00711B4B" w:rsidRPr="00A95CC3" w:rsidRDefault="00711B4B" w:rsidP="00711B4B">
      <w:pPr>
        <w:rPr>
          <w:rFonts w:ascii="Calibri Light" w:hAnsi="Calibri Light" w:cs="Calibri Light"/>
        </w:rPr>
      </w:pPr>
    </w:p>
    <w:p w14:paraId="5272533B" w14:textId="77777777" w:rsidR="00711B4B" w:rsidRPr="00A95CC3" w:rsidRDefault="00711B4B" w:rsidP="00711B4B">
      <w:pPr>
        <w:tabs>
          <w:tab w:val="left" w:pos="1134"/>
          <w:tab w:val="left" w:pos="9630"/>
          <w:tab w:val="left" w:pos="9720"/>
        </w:tabs>
        <w:ind w:right="8" w:firstLine="567"/>
        <w:rPr>
          <w:rFonts w:ascii="Calibri Light" w:eastAsia="Times New Roman" w:hAnsi="Calibri Light" w:cs="Calibri Light"/>
        </w:rPr>
      </w:pPr>
      <w:r w:rsidRPr="00A95CC3">
        <w:rPr>
          <w:rFonts w:ascii="Calibri Light" w:eastAsia="Times New Roman" w:hAnsi="Calibri Light" w:cs="Calibri Light"/>
        </w:rPr>
        <w:t>Faktiškai SMRRT įrangos sunaudotos elektros energijos dydis skaičiuojamas pagal Kliento SMRRT įrangos elektros skaitiklio rodmenis elektros energijos tiekėjo nustatytais tarifais, pridedant išlaidas už elektros  galios dedamąją, kuri  paskaičiuojama proporcingai nuo  tiekėjo turimos galios ir kliento įrangos deklaruojamos galios. Į faktiškai patirtas išlaidas, tiesiogiai susijusias su Sutarties vykdymu, negali būti įtrauktas Paslaugų teikėjo pelnas, taip pat išlaidos, kurias Paslaugų teikėjas privalo įskaičiuoti į paslaugų teikimo įkainį, vadovaujantis Sutarties 2.13.1 papunkčiu. Klientui pareikalavus, Paslaugų teikėjas per 3 (tris) darbo dienas privalo pateikti faktiškai patiriamas išlaidas pagrindžiančius trečiosios šalies (elektros energijos tiekėjo) dokumentus. Išlaidas, kurios susijusios su kitomis Paslaugų teikėjo veiklomis ar Paslaugų teikėjo veiklomis pagal kitus užsakymus, Paslaugų teikėjas turi dengti pats.</w:t>
      </w:r>
    </w:p>
    <w:p w14:paraId="18D8D1F7" w14:textId="4B186AFF" w:rsidR="00711B4B" w:rsidRPr="00A95CC3" w:rsidRDefault="00711B4B" w:rsidP="001C018A">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i/>
          <w:iCs/>
        </w:rPr>
      </w:pPr>
      <w:r w:rsidRPr="00A95CC3">
        <w:rPr>
          <w:rFonts w:ascii="Calibri Light" w:eastAsia="Times New Roman" w:hAnsi="Calibri Light" w:cs="Calibri Light"/>
        </w:rPr>
        <w:t>SMRRT įrangos talpinimo aktas pasirašomas per 5 (penkias) dienas nuo Sutarties įsigaliojimo dienos.</w:t>
      </w:r>
      <w:r w:rsidRPr="00A95CC3">
        <w:rPr>
          <w:rFonts w:ascii="Calibri Light" w:hAnsi="Calibri Light" w:cs="Calibri Light"/>
        </w:rPr>
        <w:t xml:space="preserve"> </w:t>
      </w:r>
    </w:p>
    <w:p w14:paraId="50FBB391" w14:textId="77777777" w:rsidR="00711B4B" w:rsidRPr="00A95CC3" w:rsidRDefault="00711B4B" w:rsidP="00711B4B">
      <w:pPr>
        <w:pStyle w:val="Sraopastraipa"/>
        <w:numPr>
          <w:ilvl w:val="0"/>
          <w:numId w:val="32"/>
        </w:numPr>
        <w:tabs>
          <w:tab w:val="left" w:pos="9630"/>
        </w:tabs>
        <w:ind w:right="8"/>
        <w:jc w:val="center"/>
        <w:rPr>
          <w:rFonts w:ascii="Calibri Light" w:eastAsia="Times New Roman" w:hAnsi="Calibri Light" w:cs="Calibri Light"/>
          <w:b/>
        </w:rPr>
      </w:pPr>
      <w:r w:rsidRPr="00A95CC3">
        <w:rPr>
          <w:rFonts w:ascii="Calibri Light" w:eastAsia="Times New Roman" w:hAnsi="Calibri Light" w:cs="Calibri Light"/>
          <w:b/>
        </w:rPr>
        <w:t>ŠALIŲ ĮSIPAREIGOJIMAI</w:t>
      </w:r>
    </w:p>
    <w:p w14:paraId="63249C6A" w14:textId="77777777"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Paslaugų teikėjas įsipareigoja:</w:t>
      </w:r>
    </w:p>
    <w:p w14:paraId="0E916714" w14:textId="2417FF71" w:rsidR="00711B4B" w:rsidRPr="00A95CC3" w:rsidRDefault="00711B4B" w:rsidP="00711B4B">
      <w:pPr>
        <w:pStyle w:val="Sraopastraipa"/>
        <w:numPr>
          <w:ilvl w:val="2"/>
          <w:numId w:val="32"/>
        </w:numPr>
        <w:tabs>
          <w:tab w:val="left" w:pos="1044"/>
          <w:tab w:val="left" w:pos="1276"/>
          <w:tab w:val="left" w:pos="9630"/>
          <w:tab w:val="left" w:pos="9720"/>
        </w:tabs>
        <w:ind w:left="0" w:right="8" w:firstLine="360"/>
        <w:rPr>
          <w:rFonts w:ascii="Calibri Light" w:eastAsia="Times New Roman" w:hAnsi="Calibri Light" w:cs="Calibri Light"/>
          <w:i/>
          <w:iCs/>
        </w:rPr>
      </w:pPr>
      <w:r w:rsidRPr="00A95CC3">
        <w:rPr>
          <w:rFonts w:ascii="Calibri Light" w:eastAsia="Times New Roman" w:hAnsi="Calibri Light" w:cs="Calibri Light"/>
        </w:rPr>
        <w:lastRenderedPageBreak/>
        <w:t xml:space="preserve">Sutartyje ir Sutarties 1 priede nustatyta tvarka ir sąlygomis teikti SMRRT įrangos talpinimo paslaugas pirkimo </w:t>
      </w:r>
      <w:r w:rsidRPr="001C018A">
        <w:rPr>
          <w:rFonts w:ascii="Calibri Light" w:eastAsia="Times New Roman" w:hAnsi="Calibri Light" w:cs="Calibri Light"/>
        </w:rPr>
        <w:t>objekto (</w:t>
      </w:r>
      <w:r w:rsidR="00F465E9" w:rsidRPr="001C018A">
        <w:rPr>
          <w:rFonts w:ascii="Calibri Light" w:eastAsia="Times New Roman" w:hAnsi="Calibri Light" w:cs="Calibri Light"/>
          <w:bCs/>
        </w:rPr>
        <w:t>53 – 86</w:t>
      </w:r>
      <w:r w:rsidR="00F465E9" w:rsidRPr="001C018A">
        <w:rPr>
          <w:rFonts w:ascii="Calibri Light" w:eastAsia="Times New Roman" w:hAnsi="Calibri Light" w:cs="Calibri Light"/>
          <w:b/>
        </w:rPr>
        <w:t xml:space="preserve"> </w:t>
      </w:r>
      <w:r w:rsidR="00F465E9" w:rsidRPr="001C018A">
        <w:rPr>
          <w:rFonts w:ascii="Calibri Light" w:eastAsia="Times New Roman" w:hAnsi="Calibri Light" w:cs="Calibri Light"/>
          <w:bCs/>
        </w:rPr>
        <w:t>pirkimo objekto dalyse</w:t>
      </w:r>
      <w:r w:rsidRPr="001C018A">
        <w:rPr>
          <w:rFonts w:ascii="Calibri Light" w:eastAsia="Times New Roman" w:hAnsi="Calibri Light" w:cs="Calibri Light"/>
        </w:rPr>
        <w:t>) (</w:t>
      </w:r>
      <w:r w:rsidRPr="001C018A">
        <w:rPr>
          <w:rFonts w:ascii="Calibri Light" w:eastAsia="Calibri" w:hAnsi="Calibri Light" w:cs="Calibri Light"/>
        </w:rPr>
        <w:t>36 (trisdešimt šešis) mėnesius</w:t>
      </w:r>
      <w:r w:rsidRPr="00A95CC3">
        <w:rPr>
          <w:rFonts w:ascii="Calibri Light" w:eastAsia="Calibri" w:hAnsi="Calibri Light" w:cs="Calibri Light"/>
        </w:rPr>
        <w:t xml:space="preserve"> nuo talpinimo akto pasirašymo dienos</w:t>
      </w:r>
      <w:r w:rsidRPr="00A95CC3">
        <w:rPr>
          <w:rFonts w:ascii="Calibri Light" w:eastAsia="Times New Roman" w:hAnsi="Calibri Light" w:cs="Calibri Light"/>
          <w:i/>
          <w:iCs/>
        </w:rPr>
        <w:t>.</w:t>
      </w:r>
    </w:p>
    <w:p w14:paraId="7B2C1233" w14:textId="77777777" w:rsidR="00711B4B" w:rsidRPr="00A95CC3" w:rsidRDefault="00711B4B" w:rsidP="00711B4B">
      <w:pPr>
        <w:pStyle w:val="Sraopastraipa"/>
        <w:numPr>
          <w:ilvl w:val="2"/>
          <w:numId w:val="32"/>
        </w:numPr>
        <w:tabs>
          <w:tab w:val="left" w:pos="1276"/>
          <w:tab w:val="left" w:pos="9630"/>
          <w:tab w:val="left" w:pos="9720"/>
        </w:tabs>
        <w:ind w:left="0" w:right="8" w:firstLine="360"/>
        <w:rPr>
          <w:rFonts w:ascii="Calibri Light" w:eastAsia="Times New Roman" w:hAnsi="Calibri Light" w:cs="Calibri Light"/>
          <w:i/>
          <w:iCs/>
        </w:rPr>
      </w:pPr>
      <w:r w:rsidRPr="00A95CC3">
        <w:rPr>
          <w:rFonts w:ascii="Calibri Light" w:eastAsia="Times New Roman" w:hAnsi="Calibri Light" w:cs="Calibri Light"/>
        </w:rPr>
        <w:t xml:space="preserve">pasirašyti įrangos talpinimo aktą Sutartyje nustatyta tvarka; </w:t>
      </w:r>
    </w:p>
    <w:p w14:paraId="64C3279C" w14:textId="77777777" w:rsidR="00711B4B" w:rsidRPr="00A95CC3" w:rsidRDefault="00711B4B" w:rsidP="00711B4B">
      <w:pPr>
        <w:pStyle w:val="Sraopastraipa"/>
        <w:numPr>
          <w:ilvl w:val="2"/>
          <w:numId w:val="32"/>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 xml:space="preserve">teikti Klientui PVM sąskaitas faktūras Sutartyje nustatyta tvarka; </w:t>
      </w:r>
    </w:p>
    <w:p w14:paraId="2DD379E5" w14:textId="77777777" w:rsidR="00711B4B" w:rsidRPr="00A95CC3" w:rsidRDefault="00711B4B" w:rsidP="00711B4B">
      <w:pPr>
        <w:pStyle w:val="Sraopastraipa"/>
        <w:numPr>
          <w:ilvl w:val="2"/>
          <w:numId w:val="32"/>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 xml:space="preserve">laikytis Civilinio kodekso bei kitų, su Paslaugų teikėjo sutartinių įsipareigojimų vykdymu susijusių, Lietuvos Respublikoje galiojančių teisės aktų nuostatų ir užtikrinti, kad Paslaugų teikėjo ekspertai, darbuotojai bei atstovai jų laikytųsi. Paslaugų teikėjas garantuoja Klientui ir/ar tretiesiems asmenims nuostolių atlyginimą, jei Paslaugų teikėjas ar jo </w:t>
      </w:r>
      <w:r w:rsidRPr="00A95CC3">
        <w:rPr>
          <w:rFonts w:ascii="Calibri Light" w:eastAsia="Calibri" w:hAnsi="Calibri Light" w:cs="Calibri Light"/>
        </w:rPr>
        <w:t xml:space="preserve">specialistai, </w:t>
      </w:r>
      <w:r w:rsidRPr="00A95CC3">
        <w:rPr>
          <w:rFonts w:ascii="Calibri Light" w:eastAsia="Times New Roman" w:hAnsi="Calibri Light" w:cs="Calibri Light"/>
        </w:rPr>
        <w:t>darbuotojai, atstovai nesilaikytų Lietuvos Respublikoje galiojančių teisės aktų reikalavimų ir dėl to Klientui ir/ar tretiesiems asmenims būtų pateikti kokie nors reikalavimai ar pradėti procesiniai veiksmai;</w:t>
      </w:r>
    </w:p>
    <w:p w14:paraId="24F80116" w14:textId="77777777" w:rsidR="00711B4B" w:rsidRPr="00A95CC3" w:rsidRDefault="00711B4B" w:rsidP="00711B4B">
      <w:pPr>
        <w:pStyle w:val="Sraopastraipa"/>
        <w:numPr>
          <w:ilvl w:val="2"/>
          <w:numId w:val="32"/>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ne vėliau kaip per 3 (tris) darbo dienas nuo Sutarties įsigaliojimo dienos paskirti kompetentingą asmenį, kuris būtų atsakingas už ryšių su Kliento paskirtu atstovu palaikymą, ir apie jį raštu informuoti Klientą;</w:t>
      </w:r>
    </w:p>
    <w:p w14:paraId="594E79FD" w14:textId="77777777" w:rsidR="00711B4B" w:rsidRPr="00A95CC3" w:rsidRDefault="00711B4B" w:rsidP="00711B4B">
      <w:pPr>
        <w:pStyle w:val="Sraopastraipa"/>
        <w:numPr>
          <w:ilvl w:val="2"/>
          <w:numId w:val="32"/>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 xml:space="preserve">nedelsdamas raštu informuoti Klientą apie pasikeitusius savo rekvizitus, teisinį statusą, paskirtą atstovą; </w:t>
      </w:r>
    </w:p>
    <w:p w14:paraId="32AAC650" w14:textId="77777777" w:rsidR="00711B4B" w:rsidRPr="00A95CC3" w:rsidRDefault="00711B4B" w:rsidP="00711B4B">
      <w:pPr>
        <w:pStyle w:val="Sraopastraipa"/>
        <w:numPr>
          <w:ilvl w:val="2"/>
          <w:numId w:val="32"/>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kilus Šalių ginčui dėl Sutarties, ne vėliau kaip per 3 (tris) darbo dienas nuo ginčo kilimo dienos, deleguoti atstovą spręsti ginčo;</w:t>
      </w:r>
    </w:p>
    <w:p w14:paraId="5C86B803" w14:textId="77777777" w:rsidR="00711B4B" w:rsidRPr="00A95CC3" w:rsidRDefault="00711B4B" w:rsidP="00711B4B">
      <w:pPr>
        <w:pStyle w:val="Sraopastraipa"/>
        <w:numPr>
          <w:ilvl w:val="2"/>
          <w:numId w:val="32"/>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atstatyti elektros energijos tiekimą pasiūlyme nurodytu terminu(</w:t>
      </w:r>
      <w:proofErr w:type="spellStart"/>
      <w:r w:rsidRPr="00A95CC3">
        <w:rPr>
          <w:rFonts w:ascii="Calibri Light" w:eastAsia="Times New Roman" w:hAnsi="Calibri Light" w:cs="Calibri Light"/>
        </w:rPr>
        <w:t>ais</w:t>
      </w:r>
      <w:proofErr w:type="spellEnd"/>
      <w:r w:rsidRPr="00A95CC3">
        <w:rPr>
          <w:rFonts w:ascii="Calibri Light" w:eastAsia="Times New Roman" w:hAnsi="Calibri Light" w:cs="Calibri Light"/>
        </w:rPr>
        <w:t>).</w:t>
      </w:r>
    </w:p>
    <w:p w14:paraId="374E39D6" w14:textId="77777777" w:rsidR="00711B4B" w:rsidRPr="00A95CC3" w:rsidRDefault="00711B4B" w:rsidP="00711B4B">
      <w:pPr>
        <w:pStyle w:val="Sraopastraipa"/>
        <w:numPr>
          <w:ilvl w:val="1"/>
          <w:numId w:val="32"/>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Klientas įsipareigoja:</w:t>
      </w:r>
    </w:p>
    <w:p w14:paraId="4F0D8C0D" w14:textId="77777777" w:rsidR="00711B4B" w:rsidRPr="00A95CC3" w:rsidRDefault="00711B4B" w:rsidP="00711B4B">
      <w:pPr>
        <w:pStyle w:val="Sraopastraipa"/>
        <w:numPr>
          <w:ilvl w:val="2"/>
          <w:numId w:val="32"/>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patalpinti SMRRT įrangą ir pasirašyti įrangos talpinimo aktą Sutartyje nustatyta tvarka;</w:t>
      </w:r>
    </w:p>
    <w:p w14:paraId="55C2A93C" w14:textId="77777777" w:rsidR="00711B4B" w:rsidRPr="00A95CC3" w:rsidRDefault="00711B4B" w:rsidP="00711B4B">
      <w:pPr>
        <w:pStyle w:val="Sraopastraipa"/>
        <w:numPr>
          <w:ilvl w:val="2"/>
          <w:numId w:val="32"/>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sumokėti Paslaugų teikėjui už tinkamai ir faktiškai suteiktas paslaugas Sutartyje numatyta tvarka ir sąlygomis;</w:t>
      </w:r>
    </w:p>
    <w:p w14:paraId="27E34CD2" w14:textId="77777777" w:rsidR="00711B4B" w:rsidRPr="00A95CC3" w:rsidRDefault="00711B4B" w:rsidP="00711B4B">
      <w:pPr>
        <w:pStyle w:val="Sraopastraipa"/>
        <w:numPr>
          <w:ilvl w:val="2"/>
          <w:numId w:val="32"/>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teikti Paslaugų teikėjui Sutarčiai vykdyti pagrįstai reikalingą turimą informaciją;</w:t>
      </w:r>
    </w:p>
    <w:p w14:paraId="5606EEF4" w14:textId="77777777" w:rsidR="00711B4B" w:rsidRPr="00A95CC3" w:rsidRDefault="00711B4B" w:rsidP="00711B4B">
      <w:pPr>
        <w:pStyle w:val="Sraopastraipa"/>
        <w:numPr>
          <w:ilvl w:val="2"/>
          <w:numId w:val="32"/>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kilus Šalių ginčui dėl Sutarties, ne vėliau kaip per 3 (tris) darbo dienas nuo ginčo kilimo dienos deleguoti atstovą spręsti ginčo;</w:t>
      </w:r>
    </w:p>
    <w:p w14:paraId="6309D83C" w14:textId="77777777" w:rsidR="00711B4B" w:rsidRPr="00A95CC3" w:rsidRDefault="00711B4B" w:rsidP="00711B4B">
      <w:pPr>
        <w:pStyle w:val="Sraopastraipa"/>
        <w:numPr>
          <w:ilvl w:val="2"/>
          <w:numId w:val="32"/>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nedelsdamas raštu pranešti Paslaugų teikėjui apie savo pasikeitusius rekvizitus, teisinį statusą, paskirtą atstovą.</w:t>
      </w:r>
    </w:p>
    <w:p w14:paraId="0BB96E96" w14:textId="77777777" w:rsidR="00711B4B" w:rsidRPr="00A95CC3" w:rsidRDefault="00711B4B" w:rsidP="00711B4B">
      <w:pPr>
        <w:pStyle w:val="Sraopastraipa"/>
        <w:numPr>
          <w:ilvl w:val="1"/>
          <w:numId w:val="32"/>
        </w:numPr>
        <w:tabs>
          <w:tab w:val="left" w:pos="1170"/>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 xml:space="preserve">Šalys privalo laikytis konfidencialumo įsipareigojimų. Konfidencialia informacija laikoma informacija, kurią šalis pažymėjo ar kitaip raštu nurodė kaip privačią ar konfidencialią arba informacija, kurią remiantis aplinkybėmis, susijusiomis su informacijos atskleidimu, gaunanti šalis pagrįstai turėtų pripažinti esant konfidencialia. Ji apima neviešą informaciją, susijusią su abiejų šalių veikla bei šios Sutarties vykdymu. Konfidencialią informaciją gavusi šalis privalo ją naudoti tik vykdydama Sutartį ir užtikrinti, kad gauta konfidenciali informacija nebus naudojama tokiu būdu, kuri pakenktų informaciją perdavusiai Šaliai. Per 5 (penkias) darbo dienas nuo Sutarties įsigaliojimo, Paslaugų teikėjas turi pateikti Klientui jo specialistų, vykdysiančių Sutartį, pasirašytus konfidencialumo pasižadėjimus (toliau – Sutarties 2 priedas). Jei Paslaugų teikėjas keičia </w:t>
      </w:r>
      <w:r w:rsidRPr="00A95CC3">
        <w:rPr>
          <w:rFonts w:ascii="Calibri Light" w:eastAsia="Calibri" w:hAnsi="Calibri Light" w:cs="Calibri Light"/>
        </w:rPr>
        <w:t xml:space="preserve">ar skiria papildomą </w:t>
      </w:r>
      <w:r w:rsidRPr="00A95CC3">
        <w:rPr>
          <w:rFonts w:ascii="Calibri Light" w:eastAsia="Times New Roman" w:hAnsi="Calibri Light" w:cs="Calibri Light"/>
        </w:rPr>
        <w:t>specialistą Sutarčiai įgyvendinti, kartu su prašymu skirti (pakeisti) specialistą, turi būti pateiktas kiekvieno specialisto pasirašytas konfidencialumo pasižadėjimas.</w:t>
      </w:r>
    </w:p>
    <w:p w14:paraId="63D41C79" w14:textId="77777777" w:rsidR="00711B4B" w:rsidRPr="00A95CC3" w:rsidRDefault="00711B4B" w:rsidP="00711B4B">
      <w:pPr>
        <w:pStyle w:val="Sraopastraipa"/>
        <w:numPr>
          <w:ilvl w:val="1"/>
          <w:numId w:val="32"/>
        </w:numPr>
        <w:tabs>
          <w:tab w:val="left" w:pos="1170"/>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Jeigu Paslaugų teikėjo kvalifikacija dėl teisės verstis atitinkama veikla nebuvo tikrinama arba tikrinama ne visa apimtimi, Paslaugų teikėjas Klientui įsipareigoja, kad Sutartį vykdys tik tokią teisę turintys asmenys.</w:t>
      </w:r>
    </w:p>
    <w:p w14:paraId="5B553FB2" w14:textId="77777777" w:rsidR="00711B4B" w:rsidRPr="00A95CC3" w:rsidRDefault="00711B4B" w:rsidP="00711B4B">
      <w:pPr>
        <w:pStyle w:val="Sraopastraipa"/>
        <w:numPr>
          <w:ilvl w:val="1"/>
          <w:numId w:val="32"/>
        </w:numPr>
        <w:tabs>
          <w:tab w:val="left" w:pos="1170"/>
          <w:tab w:val="left" w:pos="9630"/>
          <w:tab w:val="left" w:pos="9720"/>
        </w:tabs>
        <w:ind w:left="0" w:right="8" w:firstLine="360"/>
        <w:rPr>
          <w:rFonts w:ascii="Calibri Light" w:eastAsia="Times New Roman" w:hAnsi="Calibri Light" w:cs="Calibri Light"/>
          <w:b/>
        </w:rPr>
      </w:pPr>
      <w:r w:rsidRPr="00A95CC3">
        <w:rPr>
          <w:rFonts w:ascii="Calibri Light" w:eastAsia="Times New Roman" w:hAnsi="Calibri Light" w:cs="Calibri Light"/>
        </w:rPr>
        <w:t>Kiti Šalių įsipareigojimai nurodyti Sutarties prieduose.</w:t>
      </w:r>
    </w:p>
    <w:p w14:paraId="0EB133D8" w14:textId="77777777" w:rsidR="00F716D8" w:rsidRPr="00A95CC3" w:rsidRDefault="00F716D8" w:rsidP="00F716D8">
      <w:pPr>
        <w:pStyle w:val="Sraopastraipa"/>
        <w:tabs>
          <w:tab w:val="left" w:pos="1170"/>
          <w:tab w:val="left" w:pos="9630"/>
          <w:tab w:val="left" w:pos="9720"/>
        </w:tabs>
        <w:ind w:left="360" w:right="8"/>
        <w:rPr>
          <w:rFonts w:ascii="Calibri Light" w:eastAsia="Times New Roman" w:hAnsi="Calibri Light" w:cs="Calibri Light"/>
          <w:b/>
        </w:rPr>
      </w:pPr>
    </w:p>
    <w:p w14:paraId="01045B2C" w14:textId="77777777" w:rsidR="00711B4B" w:rsidRDefault="00711B4B" w:rsidP="00711B4B">
      <w:pPr>
        <w:pStyle w:val="Sraopastraipa"/>
        <w:numPr>
          <w:ilvl w:val="0"/>
          <w:numId w:val="32"/>
        </w:numPr>
        <w:tabs>
          <w:tab w:val="left" w:pos="9630"/>
        </w:tabs>
        <w:ind w:right="8"/>
        <w:jc w:val="center"/>
        <w:rPr>
          <w:rFonts w:ascii="Calibri Light" w:eastAsia="Times New Roman" w:hAnsi="Calibri Light" w:cs="Calibri Light"/>
          <w:b/>
        </w:rPr>
      </w:pPr>
      <w:r w:rsidRPr="00A95CC3">
        <w:rPr>
          <w:rFonts w:ascii="Calibri Light" w:eastAsia="Times New Roman" w:hAnsi="Calibri Light" w:cs="Calibri Light"/>
          <w:b/>
        </w:rPr>
        <w:t>ŠALIŲ TEISĖS</w:t>
      </w:r>
    </w:p>
    <w:p w14:paraId="4ED99BCB" w14:textId="77777777" w:rsidR="00092E9D" w:rsidRPr="00092E9D" w:rsidRDefault="00092E9D" w:rsidP="00092E9D">
      <w:pPr>
        <w:tabs>
          <w:tab w:val="left" w:pos="9630"/>
        </w:tabs>
        <w:ind w:right="8"/>
        <w:jc w:val="center"/>
        <w:rPr>
          <w:rFonts w:ascii="Calibri Light" w:eastAsia="Times New Roman" w:hAnsi="Calibri Light" w:cs="Calibri Light"/>
          <w:b/>
        </w:rPr>
      </w:pPr>
    </w:p>
    <w:p w14:paraId="35C93EF5" w14:textId="77777777"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Paslaugų teikėjas turi teisę reikalauti iš Kliento sumokėti už tinkamai ir faktiškai suteiktas paslaugas Sutartyje nurodyta tvarka, sąlygomis ir terminais.</w:t>
      </w:r>
    </w:p>
    <w:p w14:paraId="04810786" w14:textId="77777777"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Klientas turi teisę:</w:t>
      </w:r>
    </w:p>
    <w:p w14:paraId="650A58A0" w14:textId="77777777" w:rsidR="00711B4B" w:rsidRPr="00A95CC3" w:rsidRDefault="00711B4B" w:rsidP="00711B4B">
      <w:pPr>
        <w:pStyle w:val="Sraopastraipa"/>
        <w:numPr>
          <w:ilvl w:val="2"/>
          <w:numId w:val="32"/>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 xml:space="preserve">nemokėti už tinkamai ir faktiškai suteiktas paslaugas, jeigu pateikta neteisinga PVM sąskaita faktūra (kol bus išsiaiškinta su Paslaugų teikėju ir bus pateikta teisinga PVM sąskaita faktūra); </w:t>
      </w:r>
    </w:p>
    <w:p w14:paraId="58F6CDC3" w14:textId="77777777" w:rsidR="00711B4B" w:rsidRPr="00A95CC3" w:rsidRDefault="00711B4B" w:rsidP="00711B4B">
      <w:pPr>
        <w:pStyle w:val="Sraopastraipa"/>
        <w:numPr>
          <w:ilvl w:val="2"/>
          <w:numId w:val="32"/>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lastRenderedPageBreak/>
        <w:t>nustatęs paslaugų trūkumus, reikalauti, kad Paslaugų teikėjas neatlygintinai pašalintų paslaugų trūkumus per Kliento nustatytą terminą nuo raštiškų pastabų gavimo dienos;</w:t>
      </w:r>
    </w:p>
    <w:p w14:paraId="0F40914D" w14:textId="77777777" w:rsidR="00711B4B" w:rsidRPr="00A95CC3" w:rsidRDefault="00711B4B" w:rsidP="00711B4B">
      <w:pPr>
        <w:pStyle w:val="Sraopastraipa"/>
        <w:numPr>
          <w:ilvl w:val="2"/>
          <w:numId w:val="32"/>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Paslaugų teikėjui nevykdant Sutarties, vienašališkai nutraukti Sutartį ir reikalauti nuostolių atlyginimo.</w:t>
      </w:r>
    </w:p>
    <w:p w14:paraId="3B12FA2F" w14:textId="77777777" w:rsidR="00711B4B" w:rsidRPr="00A95CC3" w:rsidRDefault="00711B4B" w:rsidP="00711B4B">
      <w:pPr>
        <w:pStyle w:val="Sraopastraipa"/>
        <w:numPr>
          <w:ilvl w:val="2"/>
          <w:numId w:val="32"/>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 xml:space="preserve">priskaičiuotų delspinigių suma mažinti savo piniginę prievolę Paslaugų teikėjui.  </w:t>
      </w:r>
    </w:p>
    <w:p w14:paraId="6214B44A" w14:textId="77777777" w:rsidR="00711B4B" w:rsidRPr="00A95CC3" w:rsidRDefault="00711B4B" w:rsidP="00711B4B">
      <w:pPr>
        <w:pStyle w:val="Sraopastraipa"/>
        <w:numPr>
          <w:ilvl w:val="1"/>
          <w:numId w:val="32"/>
        </w:numPr>
        <w:tabs>
          <w:tab w:val="left" w:pos="1170"/>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Kitos Šalių teisės nurodytos Sutarties prieduose.</w:t>
      </w:r>
    </w:p>
    <w:p w14:paraId="1570BB7C" w14:textId="77777777" w:rsidR="00F716D8" w:rsidRPr="00A95CC3" w:rsidRDefault="00F716D8" w:rsidP="00F716D8">
      <w:pPr>
        <w:pStyle w:val="Sraopastraipa"/>
        <w:tabs>
          <w:tab w:val="left" w:pos="1170"/>
          <w:tab w:val="left" w:pos="9630"/>
          <w:tab w:val="left" w:pos="9720"/>
        </w:tabs>
        <w:ind w:left="360" w:right="8"/>
        <w:rPr>
          <w:rFonts w:ascii="Calibri Light" w:eastAsia="Times New Roman" w:hAnsi="Calibri Light" w:cs="Calibri Light"/>
        </w:rPr>
      </w:pPr>
    </w:p>
    <w:p w14:paraId="1A18726E" w14:textId="77777777" w:rsidR="00711B4B" w:rsidRDefault="00711B4B" w:rsidP="00711B4B">
      <w:pPr>
        <w:pStyle w:val="Sraopastraipa"/>
        <w:numPr>
          <w:ilvl w:val="0"/>
          <w:numId w:val="32"/>
        </w:numPr>
        <w:tabs>
          <w:tab w:val="left" w:pos="709"/>
        </w:tabs>
        <w:ind w:left="0" w:right="8" w:firstLine="360"/>
        <w:jc w:val="center"/>
        <w:rPr>
          <w:rFonts w:ascii="Calibri Light" w:eastAsia="Times New Roman" w:hAnsi="Calibri Light" w:cs="Calibri Light"/>
          <w:b/>
        </w:rPr>
      </w:pPr>
      <w:r w:rsidRPr="00A95CC3">
        <w:rPr>
          <w:rFonts w:ascii="Calibri Light" w:eastAsia="Times New Roman" w:hAnsi="Calibri Light" w:cs="Calibri Light"/>
          <w:b/>
        </w:rPr>
        <w:t>ŠALIŲ ATSAKOMYBĖ</w:t>
      </w:r>
    </w:p>
    <w:p w14:paraId="1870FC81" w14:textId="77777777" w:rsidR="00092E9D" w:rsidRPr="00092E9D" w:rsidRDefault="00092E9D" w:rsidP="00092E9D">
      <w:pPr>
        <w:tabs>
          <w:tab w:val="left" w:pos="709"/>
        </w:tabs>
        <w:ind w:right="8"/>
        <w:jc w:val="center"/>
        <w:rPr>
          <w:rFonts w:ascii="Calibri Light" w:eastAsia="Times New Roman" w:hAnsi="Calibri Light" w:cs="Calibri Light"/>
          <w:b/>
        </w:rPr>
      </w:pPr>
    </w:p>
    <w:p w14:paraId="631857D2" w14:textId="77777777"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Už įsipareigojimų, prisiimtų Sutartimi, nevykdymą arba netinkamą vykdymą Šalys atsako įstatymų nustatyta tvarka, atsižvelgdamos į Sutartyje nustatytus ypatumus.</w:t>
      </w:r>
    </w:p>
    <w:p w14:paraId="37EDFDEA" w14:textId="77777777"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Paslaugų teikėjas atsako už visus pagal Sutartį prisiimtus įsipareigojimus, nepaisant to, ar jiems vykdyti bus pasitelkti tretieji asmenys.</w:t>
      </w:r>
    </w:p>
    <w:p w14:paraId="4032BFB1" w14:textId="77777777"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Nei viena iš Šalių nėra atsakinga už įsipareigojimų nevykdymą ar netinkamą vykdymą, jeigu juos vykdyti trukdė nenugalima jėga (</w:t>
      </w:r>
      <w:r w:rsidRPr="00A95CC3">
        <w:rPr>
          <w:rFonts w:ascii="Calibri Light" w:eastAsia="Times New Roman" w:hAnsi="Calibri Light" w:cs="Calibri Light"/>
          <w:i/>
        </w:rPr>
        <w:t>force majeure</w:t>
      </w:r>
      <w:r w:rsidRPr="00A95CC3">
        <w:rPr>
          <w:rFonts w:ascii="Calibri Light" w:eastAsia="Times New Roman" w:hAnsi="Calibri Light" w:cs="Calibri Light"/>
        </w:rPr>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75F0C04A" w14:textId="77777777" w:rsidR="00711B4B"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13555F60" w14:textId="77777777" w:rsidR="00092E9D" w:rsidRPr="00092E9D" w:rsidRDefault="00092E9D" w:rsidP="00092E9D">
      <w:pPr>
        <w:tabs>
          <w:tab w:val="left" w:pos="1134"/>
          <w:tab w:val="left" w:pos="9630"/>
          <w:tab w:val="left" w:pos="9720"/>
        </w:tabs>
        <w:ind w:left="360" w:right="8"/>
        <w:rPr>
          <w:rFonts w:ascii="Calibri Light" w:eastAsia="Times New Roman" w:hAnsi="Calibri Light" w:cs="Calibri Light"/>
        </w:rPr>
      </w:pPr>
    </w:p>
    <w:p w14:paraId="300DD2AA" w14:textId="77777777" w:rsidR="00711B4B" w:rsidRDefault="00711B4B" w:rsidP="00711B4B">
      <w:pPr>
        <w:pStyle w:val="Sraopastraipa"/>
        <w:numPr>
          <w:ilvl w:val="0"/>
          <w:numId w:val="32"/>
        </w:numPr>
        <w:tabs>
          <w:tab w:val="left" w:pos="1170"/>
          <w:tab w:val="left" w:pos="9630"/>
          <w:tab w:val="left" w:pos="9720"/>
        </w:tabs>
        <w:ind w:left="0" w:right="8" w:firstLine="360"/>
        <w:jc w:val="center"/>
        <w:rPr>
          <w:rFonts w:ascii="Calibri Light" w:eastAsia="Times New Roman" w:hAnsi="Calibri Light" w:cs="Calibri Light"/>
          <w:b/>
        </w:rPr>
      </w:pPr>
      <w:r w:rsidRPr="00A95CC3">
        <w:rPr>
          <w:rFonts w:ascii="Calibri Light" w:eastAsia="Times New Roman" w:hAnsi="Calibri Light" w:cs="Calibri Light"/>
          <w:b/>
        </w:rPr>
        <w:t>PASLAUGŲ TEIKĖJO TEISĖ PASITELKTI TREČIUOSIUS ASMENIS (SUBTEIKIMAS)</w:t>
      </w:r>
    </w:p>
    <w:p w14:paraId="4853B08E" w14:textId="77777777" w:rsidR="00092E9D" w:rsidRPr="00092E9D" w:rsidRDefault="00092E9D" w:rsidP="00092E9D">
      <w:pPr>
        <w:tabs>
          <w:tab w:val="left" w:pos="1170"/>
          <w:tab w:val="left" w:pos="9630"/>
          <w:tab w:val="left" w:pos="9720"/>
        </w:tabs>
        <w:ind w:right="8"/>
        <w:jc w:val="center"/>
        <w:rPr>
          <w:rFonts w:ascii="Calibri Light" w:eastAsia="Times New Roman" w:hAnsi="Calibri Light" w:cs="Calibri Light"/>
          <w:b/>
        </w:rPr>
      </w:pPr>
    </w:p>
    <w:p w14:paraId="1D57A04C" w14:textId="77777777" w:rsidR="00711B4B" w:rsidRPr="00A95CC3" w:rsidRDefault="00711B4B" w:rsidP="00711B4B">
      <w:pPr>
        <w:pStyle w:val="Sraopastraipa"/>
        <w:numPr>
          <w:ilvl w:val="1"/>
          <w:numId w:val="32"/>
        </w:numPr>
        <w:tabs>
          <w:tab w:val="left" w:pos="1170"/>
          <w:tab w:val="left" w:pos="9630"/>
          <w:tab w:val="left" w:pos="9720"/>
        </w:tabs>
        <w:ind w:left="0" w:right="8" w:firstLine="360"/>
        <w:rPr>
          <w:rFonts w:ascii="Calibri Light" w:eastAsia="Times New Roman" w:hAnsi="Calibri Light" w:cs="Calibri Light"/>
          <w:b/>
          <w:bCs/>
        </w:rPr>
      </w:pPr>
      <w:r w:rsidRPr="00A95CC3">
        <w:rPr>
          <w:rFonts w:ascii="Calibri Light" w:eastAsia="Times New Roman" w:hAnsi="Calibri Light" w:cs="Calibri Light"/>
          <w:bCs/>
        </w:rPr>
        <w:t>Paslaugų teikėjas Sutarties vykdymui gali pasitelkti:</w:t>
      </w:r>
    </w:p>
    <w:p w14:paraId="45AD4399" w14:textId="77777777" w:rsidR="00711B4B" w:rsidRPr="00A95CC3" w:rsidRDefault="00711B4B" w:rsidP="00711B4B">
      <w:pPr>
        <w:pStyle w:val="Sraopastraipa"/>
        <w:numPr>
          <w:ilvl w:val="2"/>
          <w:numId w:val="32"/>
        </w:numPr>
        <w:tabs>
          <w:tab w:val="left" w:pos="1170"/>
          <w:tab w:val="left" w:pos="9630"/>
          <w:tab w:val="left" w:pos="9720"/>
        </w:tabs>
        <w:ind w:left="0" w:right="8" w:firstLine="360"/>
        <w:rPr>
          <w:rFonts w:ascii="Calibri Light" w:eastAsia="Times New Roman" w:hAnsi="Calibri Light" w:cs="Calibri Light"/>
          <w:bCs/>
        </w:rPr>
      </w:pPr>
      <w:r w:rsidRPr="00A95CC3">
        <w:rPr>
          <w:rFonts w:ascii="Calibri Light" w:eastAsia="Times New Roman" w:hAnsi="Calibri Light" w:cs="Calibri Light"/>
        </w:rPr>
        <w:t>savo pasiūlyme nurodytus subteikėjus;</w:t>
      </w:r>
    </w:p>
    <w:p w14:paraId="23072312" w14:textId="77777777" w:rsidR="00711B4B" w:rsidRPr="00A95CC3" w:rsidRDefault="00711B4B" w:rsidP="00711B4B">
      <w:pPr>
        <w:pStyle w:val="Sraopastraipa"/>
        <w:numPr>
          <w:ilvl w:val="2"/>
          <w:numId w:val="32"/>
        </w:numPr>
        <w:tabs>
          <w:tab w:val="left" w:pos="1170"/>
          <w:tab w:val="left" w:pos="9630"/>
          <w:tab w:val="left" w:pos="9720"/>
        </w:tabs>
        <w:ind w:left="0" w:right="8" w:firstLine="360"/>
        <w:rPr>
          <w:rFonts w:ascii="Calibri Light" w:eastAsia="Times New Roman" w:hAnsi="Calibri Light" w:cs="Calibri Light"/>
          <w:bCs/>
        </w:rPr>
      </w:pPr>
      <w:r w:rsidRPr="00A95CC3">
        <w:rPr>
          <w:rFonts w:ascii="Calibri Light" w:eastAsia="Times New Roman" w:hAnsi="Calibri Light" w:cs="Calibri Light"/>
          <w:bCs/>
        </w:rPr>
        <w:t>kitus subteikėjus, jeigu pasiūlymo pateikimo metu jie buvo žinomi. Tuo atveju, jei pasiūlymo pateikimo metu Paslaugų teikėjui nebuvo žinomi kiti subtiekėjai, Paslaugų teikėjas po Sutarties įsigaliojimo įsipareigoja ne vėliau kaip likus 2 (</w:t>
      </w:r>
      <w:proofErr w:type="spellStart"/>
      <w:r w:rsidRPr="00A95CC3">
        <w:rPr>
          <w:rFonts w:ascii="Calibri Light" w:eastAsia="Times New Roman" w:hAnsi="Calibri Light" w:cs="Calibri Light"/>
          <w:bCs/>
        </w:rPr>
        <w:t>dviems</w:t>
      </w:r>
      <w:proofErr w:type="spellEnd"/>
      <w:r w:rsidRPr="00A95CC3">
        <w:rPr>
          <w:rFonts w:ascii="Calibri Light" w:eastAsia="Times New Roman" w:hAnsi="Calibri Light" w:cs="Calibri Light"/>
          <w:bCs/>
        </w:rPr>
        <w:t>) darbo dienoms iki sutarties etapo, kurio veiklas vykdys numatomas pasitelkti subteikėjas, vykdymo pradžios Klientui pranešti tuo metu žinomų subteikėjų pavadinimus, kontaktinius duomenis ir jų atstovus. Paslaugų teikėjas privalo informuoti Klientą apie minėtos informacijos apsikeitimus visu Sutarties vykdymo metu.</w:t>
      </w:r>
    </w:p>
    <w:p w14:paraId="63D91EE3" w14:textId="77777777" w:rsidR="00711B4B" w:rsidRPr="00A95CC3" w:rsidRDefault="00711B4B" w:rsidP="00711B4B">
      <w:pPr>
        <w:pStyle w:val="Sraopastraipa"/>
        <w:numPr>
          <w:ilvl w:val="1"/>
          <w:numId w:val="32"/>
        </w:numPr>
        <w:tabs>
          <w:tab w:val="left" w:pos="1170"/>
          <w:tab w:val="left" w:pos="9630"/>
          <w:tab w:val="left" w:pos="9720"/>
        </w:tabs>
        <w:ind w:left="0" w:right="8" w:firstLine="360"/>
        <w:rPr>
          <w:rFonts w:ascii="Calibri Light" w:eastAsia="Times New Roman" w:hAnsi="Calibri Light" w:cs="Calibri Light"/>
          <w:bCs/>
        </w:rPr>
      </w:pPr>
      <w:r w:rsidRPr="00A95CC3">
        <w:rPr>
          <w:rFonts w:ascii="Calibri Light" w:eastAsia="Times New Roman" w:hAnsi="Calibri Light" w:cs="Calibri Light"/>
          <w:bCs/>
        </w:rPr>
        <w:t>Subteikėjo pasitelkimas nekeičia Paslaugų teikėjo atsakomybės dėl Sutarties įvykdymo.</w:t>
      </w:r>
    </w:p>
    <w:p w14:paraId="1B82D0E5" w14:textId="77777777" w:rsidR="00711B4B" w:rsidRPr="00A95CC3" w:rsidRDefault="00711B4B" w:rsidP="00711B4B">
      <w:pPr>
        <w:pStyle w:val="Sraopastraipa"/>
        <w:numPr>
          <w:ilvl w:val="1"/>
          <w:numId w:val="32"/>
        </w:numPr>
        <w:tabs>
          <w:tab w:val="left" w:pos="1170"/>
          <w:tab w:val="left" w:pos="9630"/>
          <w:tab w:val="left" w:pos="9720"/>
        </w:tabs>
        <w:ind w:left="0" w:right="8" w:firstLine="360"/>
        <w:rPr>
          <w:rFonts w:ascii="Calibri Light" w:eastAsia="Times New Roman" w:hAnsi="Calibri Light" w:cs="Calibri Light"/>
          <w:bCs/>
        </w:rPr>
      </w:pPr>
      <w:r w:rsidRPr="00A95CC3">
        <w:rPr>
          <w:rFonts w:ascii="Calibri Light" w:eastAsia="Times New Roman" w:hAnsi="Calibri Light" w:cs="Calibri Light"/>
          <w:bCs/>
        </w:rPr>
        <w:t>Paslaugų teikėjas gali pakeisti subteikėjus, jeigu Sutarties vykdymo metu jie:</w:t>
      </w:r>
    </w:p>
    <w:p w14:paraId="0494A049" w14:textId="77777777" w:rsidR="00711B4B" w:rsidRPr="00A95CC3" w:rsidRDefault="00711B4B" w:rsidP="00711B4B">
      <w:pPr>
        <w:pStyle w:val="Sraopastraipa"/>
        <w:numPr>
          <w:ilvl w:val="2"/>
          <w:numId w:val="32"/>
        </w:numPr>
        <w:tabs>
          <w:tab w:val="left" w:pos="1170"/>
          <w:tab w:val="left" w:pos="9630"/>
          <w:tab w:val="left" w:pos="9720"/>
        </w:tabs>
        <w:ind w:left="0" w:right="8" w:firstLine="360"/>
        <w:rPr>
          <w:rFonts w:ascii="Calibri Light" w:eastAsia="Times New Roman" w:hAnsi="Calibri Light" w:cs="Calibri Light"/>
          <w:bCs/>
        </w:rPr>
      </w:pPr>
      <w:r w:rsidRPr="00A95CC3">
        <w:rPr>
          <w:rFonts w:ascii="Calibri Light" w:eastAsia="Times New Roman" w:hAnsi="Calibri Light" w:cs="Calibri Light"/>
          <w:bCs/>
        </w:rPr>
        <w:t>netinkamai vykdo įsipareigojimus Paslaugų teikėjui, nepajėgūs vykdyti įsipareigojimų Paslaugų teikėjui dėl iškeltos restruktūrizavimo, bankroto bylos, bankroto proceso vykdymo ne teismo tvarka, inicijuotos priverstinio likvidavimo ar susitarimo su kreditoriais procedūros arba jiems vykdomų analogiškų procedūrų;</w:t>
      </w:r>
    </w:p>
    <w:p w14:paraId="54D5C1BF" w14:textId="77777777" w:rsidR="00711B4B" w:rsidRPr="00A95CC3" w:rsidRDefault="00711B4B" w:rsidP="00711B4B">
      <w:pPr>
        <w:pStyle w:val="Sraopastraipa"/>
        <w:numPr>
          <w:ilvl w:val="2"/>
          <w:numId w:val="32"/>
        </w:numPr>
        <w:tabs>
          <w:tab w:val="left" w:pos="1170"/>
          <w:tab w:val="left" w:pos="9630"/>
          <w:tab w:val="left" w:pos="9720"/>
        </w:tabs>
        <w:ind w:left="0" w:right="8" w:firstLine="360"/>
        <w:rPr>
          <w:rFonts w:ascii="Calibri Light" w:eastAsia="Times New Roman" w:hAnsi="Calibri Light" w:cs="Calibri Light"/>
          <w:bCs/>
        </w:rPr>
      </w:pPr>
      <w:r w:rsidRPr="00A95CC3">
        <w:rPr>
          <w:rFonts w:ascii="Calibri Light" w:eastAsia="Times New Roman" w:hAnsi="Calibri Light" w:cs="Calibri Light"/>
          <w:bCs/>
        </w:rPr>
        <w:t>Paslaugų teikėjo pasiūlyme nurodyto ūkio subjekto, kuriuo grindžiama Paslaugų teikėjo kvalifikacija, padėtis atitinka bent vieną iš pirkimo dokumentuose, VPĮ 46 straipsniu nustatytų pašalinimo pagrindų.</w:t>
      </w:r>
    </w:p>
    <w:p w14:paraId="2776A331" w14:textId="77777777" w:rsidR="00711B4B" w:rsidRPr="00A95CC3" w:rsidRDefault="00711B4B" w:rsidP="00711B4B">
      <w:pPr>
        <w:pStyle w:val="Sraopastraipa"/>
        <w:numPr>
          <w:ilvl w:val="1"/>
          <w:numId w:val="32"/>
        </w:numPr>
        <w:tabs>
          <w:tab w:val="left" w:pos="1170"/>
          <w:tab w:val="left" w:pos="9630"/>
          <w:tab w:val="left" w:pos="9720"/>
        </w:tabs>
        <w:ind w:left="0" w:right="8" w:firstLine="360"/>
        <w:rPr>
          <w:rFonts w:ascii="Calibri Light" w:eastAsia="Times New Roman" w:hAnsi="Calibri Light" w:cs="Calibri Light"/>
          <w:bCs/>
        </w:rPr>
      </w:pPr>
      <w:r w:rsidRPr="00A95CC3">
        <w:rPr>
          <w:rFonts w:ascii="Calibri Light" w:eastAsia="Times New Roman" w:hAnsi="Calibri Light" w:cs="Calibri Light"/>
          <w:bCs/>
        </w:rPr>
        <w:t xml:space="preserve">Apie ketinimą keisti ar pasitelkti naujus papildomus subteikėjus Paslaugų teikėjas iš anksto raštu turi informuoti Klientą, nurodydamas subteikėjų pakeitimo ar naujų papildomų subteikėjų pasitelkimo priežastis ir būsimus subteikėjus. Pasitelkdamas ir vėliau keisdamas subteikėjus Paslaugų teikėjas turi užtikrinti, </w:t>
      </w:r>
      <w:r w:rsidRPr="00A95CC3">
        <w:rPr>
          <w:rFonts w:ascii="Calibri Light" w:eastAsia="Times New Roman" w:hAnsi="Calibri Light" w:cs="Calibri Light"/>
          <w:bCs/>
        </w:rPr>
        <w:lastRenderedPageBreak/>
        <w:t>kad subteikėjai yra pajėgūs ir kompetentingi tinkamam jiems pavestų užduočių vykdymui. Subteikėjai gali būti keičiami tik gavus rašytinį Kliento sutikimą.</w:t>
      </w:r>
    </w:p>
    <w:p w14:paraId="0D5F4A5F" w14:textId="77777777" w:rsidR="00711B4B" w:rsidRPr="00A95CC3" w:rsidRDefault="00711B4B" w:rsidP="00711B4B">
      <w:pPr>
        <w:pStyle w:val="Sraopastraipa"/>
        <w:numPr>
          <w:ilvl w:val="1"/>
          <w:numId w:val="32"/>
        </w:numPr>
        <w:tabs>
          <w:tab w:val="left" w:pos="1170"/>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Jeigu keičiami, Paslaugų teikėjo pasiūlyme nurodyti subtiekėjai, Paslaugų teikėjas privalo pateikti jų pašalinimo pagrindų nebuvimą, tai dienai, kai Paslaugų teikėjas kreipiasi į Klientą su prašymu pakeisti. Prieš duodamas sutikimą keisti Paslaugų teikėjo pasiūlyme nurodytus subtiekėjus Klientas privalo patikrinti naujų, Paslaugų teikėjo pasiūlyme nenurodytų, subtiekėjų, pašalinimo pagrindų nebuvimą ir privalo atlikti jų patikrą Lietuvos Respublikos Nacionaliniam saugumui užtikrinti svarbių objektų apsaugos įstatyme nustatyta tvarka ir Paslaugų teikėjas turės pateikti tokiai patikrai atlikti reikalingus dokumentus. Taip pat naujai pasitelkiami subteikėjai turi atitikti šiuos kvalifikacinius reikalavimus:</w:t>
      </w:r>
    </w:p>
    <w:p w14:paraId="1BB4E180" w14:textId="77777777" w:rsidR="00711B4B" w:rsidRPr="00A95CC3" w:rsidRDefault="00711B4B" w:rsidP="00711B4B">
      <w:pPr>
        <w:pStyle w:val="Sraopastraipa"/>
        <w:spacing w:before="60" w:after="60" w:line="240" w:lineRule="auto"/>
        <w:ind w:left="0"/>
        <w:rPr>
          <w:rFonts w:ascii="Calibri Light" w:hAnsi="Calibri Light" w:cs="Calibri Light"/>
          <w:b/>
        </w:rPr>
      </w:pPr>
      <w:r w:rsidRPr="00A95CC3">
        <w:rPr>
          <w:rFonts w:ascii="Calibri Light" w:hAnsi="Calibri Light" w:cs="Calibri Light"/>
          <w:b/>
        </w:rPr>
        <w:t xml:space="preserve"> Kvalifikacijos reikalavimai tiekėjams:</w:t>
      </w: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1008"/>
        <w:gridCol w:w="4196"/>
        <w:gridCol w:w="4425"/>
      </w:tblGrid>
      <w:tr w:rsidR="00A95CC3" w:rsidRPr="00A95CC3" w14:paraId="519EAEA1" w14:textId="77777777" w:rsidTr="004834F7">
        <w:trPr>
          <w:trHeight w:val="241"/>
        </w:trPr>
        <w:tc>
          <w:tcPr>
            <w:tcW w:w="523" w:type="pct"/>
            <w:shd w:val="clear" w:color="auto" w:fill="F2F2F2" w:themeFill="background1" w:themeFillShade="F2"/>
            <w:vAlign w:val="center"/>
          </w:tcPr>
          <w:p w14:paraId="053BADD1" w14:textId="77777777" w:rsidR="00711B4B" w:rsidRPr="00A95CC3" w:rsidRDefault="00711B4B" w:rsidP="004834F7">
            <w:pPr>
              <w:spacing w:after="0" w:line="240" w:lineRule="auto"/>
              <w:rPr>
                <w:rFonts w:ascii="Calibri Light" w:eastAsia="Calibri" w:hAnsi="Calibri Light" w:cs="Calibri Light"/>
                <w:b/>
              </w:rPr>
            </w:pPr>
            <w:r w:rsidRPr="00A95CC3">
              <w:rPr>
                <w:rFonts w:ascii="Calibri Light" w:eastAsia="Calibri" w:hAnsi="Calibri Light" w:cs="Calibri Light"/>
                <w:b/>
              </w:rPr>
              <w:t>Eil. Nr.</w:t>
            </w:r>
          </w:p>
        </w:tc>
        <w:tc>
          <w:tcPr>
            <w:tcW w:w="2179" w:type="pct"/>
            <w:shd w:val="clear" w:color="auto" w:fill="F2F2F2" w:themeFill="background1" w:themeFillShade="F2"/>
            <w:vAlign w:val="center"/>
          </w:tcPr>
          <w:p w14:paraId="5D87D4E2" w14:textId="77777777" w:rsidR="00711B4B" w:rsidRPr="00A95CC3" w:rsidRDefault="00711B4B" w:rsidP="004834F7">
            <w:pPr>
              <w:spacing w:after="0" w:line="240" w:lineRule="auto"/>
              <w:jc w:val="center"/>
              <w:rPr>
                <w:rFonts w:ascii="Calibri Light" w:eastAsia="Calibri" w:hAnsi="Calibri Light" w:cs="Calibri Light"/>
                <w:b/>
              </w:rPr>
            </w:pPr>
            <w:r w:rsidRPr="00A95CC3">
              <w:rPr>
                <w:rFonts w:ascii="Calibri Light" w:eastAsia="Calibri" w:hAnsi="Calibri Light" w:cs="Calibri Light"/>
                <w:b/>
              </w:rPr>
              <w:t>Kvalifikacijos reikalavimai</w:t>
            </w:r>
          </w:p>
        </w:tc>
        <w:tc>
          <w:tcPr>
            <w:tcW w:w="2298" w:type="pct"/>
            <w:shd w:val="clear" w:color="auto" w:fill="F2F2F2" w:themeFill="background1" w:themeFillShade="F2"/>
            <w:vAlign w:val="center"/>
          </w:tcPr>
          <w:p w14:paraId="3EFED784" w14:textId="77777777" w:rsidR="00711B4B" w:rsidRPr="00A95CC3" w:rsidRDefault="00711B4B" w:rsidP="004834F7">
            <w:pPr>
              <w:spacing w:after="0" w:line="240" w:lineRule="auto"/>
              <w:jc w:val="center"/>
              <w:rPr>
                <w:rFonts w:ascii="Calibri Light" w:eastAsia="Calibri" w:hAnsi="Calibri Light" w:cs="Calibri Light"/>
                <w:b/>
              </w:rPr>
            </w:pPr>
            <w:r w:rsidRPr="00A95CC3">
              <w:rPr>
                <w:rFonts w:ascii="Calibri Light" w:eastAsia="Calibri" w:hAnsi="Calibri Light" w:cs="Calibri Light"/>
                <w:b/>
              </w:rPr>
              <w:t>Atitiktį įrodantys dokumentai</w:t>
            </w:r>
          </w:p>
        </w:tc>
      </w:tr>
      <w:tr w:rsidR="00A95CC3" w:rsidRPr="00A95CC3" w14:paraId="69706B9E" w14:textId="77777777" w:rsidTr="004834F7">
        <w:trPr>
          <w:trHeight w:val="257"/>
        </w:trPr>
        <w:tc>
          <w:tcPr>
            <w:tcW w:w="523" w:type="pct"/>
            <w:shd w:val="clear" w:color="auto" w:fill="F2F2F2" w:themeFill="background1" w:themeFillShade="F2"/>
            <w:vAlign w:val="center"/>
          </w:tcPr>
          <w:p w14:paraId="4F9E41DC" w14:textId="77777777" w:rsidR="00711B4B" w:rsidRPr="00A95CC3" w:rsidRDefault="00711B4B" w:rsidP="004834F7">
            <w:pPr>
              <w:pStyle w:val="Sraopastraipa"/>
              <w:tabs>
                <w:tab w:val="left" w:pos="284"/>
                <w:tab w:val="left" w:pos="459"/>
              </w:tabs>
              <w:spacing w:after="0" w:line="240" w:lineRule="auto"/>
              <w:ind w:left="0"/>
              <w:jc w:val="center"/>
              <w:rPr>
                <w:rFonts w:ascii="Calibri Light" w:eastAsia="Calibri" w:hAnsi="Calibri Light" w:cs="Calibri Light"/>
                <w:i/>
              </w:rPr>
            </w:pPr>
            <w:r w:rsidRPr="00A95CC3">
              <w:rPr>
                <w:rFonts w:ascii="Calibri Light" w:eastAsia="Calibri" w:hAnsi="Calibri Light" w:cs="Calibri Light"/>
                <w:i/>
              </w:rPr>
              <w:t>6.5.1.</w:t>
            </w:r>
          </w:p>
        </w:tc>
        <w:tc>
          <w:tcPr>
            <w:tcW w:w="2179" w:type="pct"/>
            <w:shd w:val="clear" w:color="auto" w:fill="auto"/>
          </w:tcPr>
          <w:p w14:paraId="055179EE" w14:textId="77777777" w:rsidR="00711B4B" w:rsidRPr="00A95CC3" w:rsidRDefault="00711B4B" w:rsidP="004834F7">
            <w:pPr>
              <w:spacing w:after="0" w:line="240" w:lineRule="auto"/>
              <w:rPr>
                <w:rFonts w:ascii="Calibri Light" w:eastAsia="Calibri" w:hAnsi="Calibri Light" w:cs="Calibri Light"/>
                <w:i/>
              </w:rPr>
            </w:pPr>
            <w:r w:rsidRPr="00A95CC3">
              <w:rPr>
                <w:rFonts w:ascii="Calibri Light" w:hAnsi="Calibri Light" w:cs="Calibri Light"/>
                <w:i/>
                <w:sz w:val="20"/>
                <w:szCs w:val="20"/>
              </w:rPr>
              <w:t>Tiekėjas (jo pasitelkiamas jungtinės veiklos partneris) ir jo pasitelkiami subtiekėjai negali kelti grėsmės nacionaliniam saugumui, kai ketinamos sudaryti sutarties pagrindu susidarytų aplinkybės, nurodytos Nacionaliniam saugumui užtikrinti svarbių objektų apsaugos įstatymo 13 straipsnio 4 dalies 1 punkte.</w:t>
            </w:r>
          </w:p>
        </w:tc>
        <w:tc>
          <w:tcPr>
            <w:tcW w:w="2298" w:type="pct"/>
            <w:shd w:val="clear" w:color="auto" w:fill="auto"/>
          </w:tcPr>
          <w:p w14:paraId="21BF4D3F" w14:textId="77777777" w:rsidR="00711B4B" w:rsidRPr="00A95CC3" w:rsidRDefault="00711B4B" w:rsidP="004834F7">
            <w:pPr>
              <w:spacing w:after="0" w:line="240" w:lineRule="auto"/>
              <w:rPr>
                <w:rFonts w:ascii="Calibri Light" w:eastAsia="Calibri" w:hAnsi="Calibri Light" w:cs="Calibri Light"/>
                <w:i/>
              </w:rPr>
            </w:pPr>
            <w:r w:rsidRPr="00A95CC3">
              <w:rPr>
                <w:rFonts w:ascii="Calibri Light" w:eastAsia="Calibri" w:hAnsi="Calibri Light" w:cs="Calibri Light"/>
                <w:i/>
              </w:rPr>
              <w:t>Duomenys bus tikrinami pagal iš kompetentingų institucijų gautą informaciją, VPĮ 47 straipsnio 8 dalyje nustatyta tvarka.</w:t>
            </w:r>
          </w:p>
          <w:p w14:paraId="43031CB0" w14:textId="77777777" w:rsidR="00711B4B" w:rsidRPr="00A95CC3" w:rsidRDefault="00711B4B" w:rsidP="004834F7">
            <w:pPr>
              <w:spacing w:after="0" w:line="240" w:lineRule="auto"/>
              <w:rPr>
                <w:rFonts w:ascii="Calibri Light" w:eastAsia="Calibri" w:hAnsi="Calibri Light" w:cs="Calibri Light"/>
                <w:i/>
              </w:rPr>
            </w:pPr>
            <w:r w:rsidRPr="00A95CC3">
              <w:rPr>
                <w:rFonts w:ascii="Calibri Light" w:eastAsia="Calibri" w:hAnsi="Calibri Light" w:cs="Calibri Light"/>
                <w:i/>
              </w:rPr>
              <w:t>Tiekėjas gali būti paprašytas ir turės pateikti tokiai patikrai atlikti reikalingus dokumentus ir/ar paaiškinimus.</w:t>
            </w:r>
          </w:p>
        </w:tc>
      </w:tr>
      <w:tr w:rsidR="00A95CC3" w:rsidRPr="00A95CC3" w14:paraId="4892B503" w14:textId="77777777" w:rsidTr="004834F7">
        <w:trPr>
          <w:trHeight w:val="257"/>
        </w:trPr>
        <w:tc>
          <w:tcPr>
            <w:tcW w:w="523" w:type="pct"/>
            <w:shd w:val="clear" w:color="auto" w:fill="F2F2F2" w:themeFill="background1" w:themeFillShade="F2"/>
            <w:vAlign w:val="center"/>
          </w:tcPr>
          <w:p w14:paraId="18DD8AE1" w14:textId="77777777" w:rsidR="00711B4B" w:rsidRPr="00A95CC3" w:rsidRDefault="00711B4B" w:rsidP="004834F7">
            <w:pPr>
              <w:pStyle w:val="Sraopastraipa"/>
              <w:tabs>
                <w:tab w:val="left" w:pos="284"/>
                <w:tab w:val="left" w:pos="459"/>
              </w:tabs>
              <w:spacing w:after="0" w:line="240" w:lineRule="auto"/>
              <w:ind w:left="0"/>
              <w:jc w:val="center"/>
              <w:rPr>
                <w:rFonts w:ascii="Calibri Light" w:eastAsia="Calibri" w:hAnsi="Calibri Light" w:cs="Calibri Light"/>
                <w:i/>
                <w:sz w:val="20"/>
                <w:szCs w:val="20"/>
              </w:rPr>
            </w:pPr>
            <w:r w:rsidRPr="00A95CC3">
              <w:rPr>
                <w:rFonts w:ascii="Calibri Light" w:eastAsia="Calibri" w:hAnsi="Calibri Light" w:cs="Calibri Light"/>
                <w:i/>
                <w:sz w:val="20"/>
                <w:szCs w:val="20"/>
              </w:rPr>
              <w:t>6.5.2</w:t>
            </w:r>
          </w:p>
        </w:tc>
        <w:tc>
          <w:tcPr>
            <w:tcW w:w="2179" w:type="pct"/>
            <w:shd w:val="clear" w:color="auto" w:fill="auto"/>
          </w:tcPr>
          <w:p w14:paraId="0625A498" w14:textId="77777777" w:rsidR="00711B4B" w:rsidRPr="00A95CC3" w:rsidRDefault="00711B4B" w:rsidP="004834F7">
            <w:pPr>
              <w:spacing w:after="0" w:line="240" w:lineRule="auto"/>
              <w:rPr>
                <w:rFonts w:ascii="Calibri Light" w:eastAsia="Calibri" w:hAnsi="Calibri Light" w:cs="Calibri Light"/>
                <w:i/>
                <w:sz w:val="20"/>
                <w:szCs w:val="20"/>
              </w:rPr>
            </w:pPr>
            <w:r w:rsidRPr="00A95CC3">
              <w:rPr>
                <w:rFonts w:ascii="Calibri Light" w:eastAsia="Calibri" w:hAnsi="Calibri Light" w:cs="Calibri Light"/>
                <w:i/>
                <w:sz w:val="20"/>
                <w:szCs w:val="20"/>
              </w:rPr>
              <w:t>Tiekėjas neturi interesų, galinčių kelti grėsmę nacionaliniam saugumui. Perkančioji organizacija draudžia pirkime dalyvauti tiekėjams, jų subtiekėjams ar ūkio subjektams, kurių pajėgumais yra remiamasi, kurie patys ar juos 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w:t>
            </w:r>
          </w:p>
        </w:tc>
        <w:tc>
          <w:tcPr>
            <w:tcW w:w="2298" w:type="pct"/>
            <w:shd w:val="clear" w:color="auto" w:fill="auto"/>
          </w:tcPr>
          <w:p w14:paraId="6D28204D" w14:textId="77777777" w:rsidR="00711B4B" w:rsidRPr="00A95CC3" w:rsidRDefault="00711B4B" w:rsidP="004834F7">
            <w:pPr>
              <w:spacing w:after="0" w:line="240" w:lineRule="auto"/>
              <w:rPr>
                <w:rFonts w:ascii="Calibri Light" w:eastAsia="Calibri" w:hAnsi="Calibri Light" w:cs="Calibri Light"/>
                <w:i/>
                <w:sz w:val="20"/>
                <w:szCs w:val="20"/>
              </w:rPr>
            </w:pPr>
            <w:r w:rsidRPr="00A95CC3">
              <w:rPr>
                <w:rFonts w:ascii="Calibri Light" w:eastAsia="Calibri" w:hAnsi="Calibri Light" w:cs="Calibri Light"/>
                <w:i/>
                <w:sz w:val="20"/>
                <w:szCs w:val="20"/>
              </w:rPr>
              <w:t>Perkančioji organizacija iš tiekėjo reikalauja šių (vieno ar kelių dokumentų) dokumentų:</w:t>
            </w:r>
          </w:p>
          <w:p w14:paraId="376C15F2" w14:textId="77777777" w:rsidR="00711B4B" w:rsidRPr="00A95CC3" w:rsidRDefault="00711B4B" w:rsidP="004834F7">
            <w:pPr>
              <w:spacing w:after="0" w:line="240" w:lineRule="auto"/>
              <w:rPr>
                <w:rFonts w:ascii="Calibri Light" w:eastAsia="Calibri" w:hAnsi="Calibri Light" w:cs="Calibri Light"/>
                <w:i/>
                <w:sz w:val="20"/>
                <w:szCs w:val="20"/>
              </w:rPr>
            </w:pPr>
            <w:r w:rsidRPr="00A95CC3">
              <w:rPr>
                <w:rFonts w:ascii="Calibri Light" w:eastAsia="Calibri" w:hAnsi="Calibri Light" w:cs="Calibri Light"/>
                <w:i/>
                <w:sz w:val="20"/>
                <w:szCs w:val="20"/>
              </w:rPr>
              <w:t>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šalies dokumentus ar kitus perkančiajai organizacijai priimtinus dokumentus.</w:t>
            </w:r>
          </w:p>
        </w:tc>
      </w:tr>
    </w:tbl>
    <w:p w14:paraId="3F371499" w14:textId="77777777" w:rsidR="00711B4B" w:rsidRDefault="00711B4B" w:rsidP="00711B4B">
      <w:pPr>
        <w:pStyle w:val="Sraopastraipa"/>
        <w:numPr>
          <w:ilvl w:val="1"/>
          <w:numId w:val="32"/>
        </w:numPr>
        <w:tabs>
          <w:tab w:val="left" w:pos="1170"/>
          <w:tab w:val="left" w:pos="9630"/>
          <w:tab w:val="left" w:pos="9720"/>
        </w:tabs>
        <w:ind w:right="8"/>
        <w:rPr>
          <w:rFonts w:ascii="Calibri Light" w:eastAsia="Times New Roman" w:hAnsi="Calibri Light" w:cs="Calibri Light"/>
          <w:bCs/>
        </w:rPr>
      </w:pPr>
      <w:r w:rsidRPr="00A95CC3">
        <w:rPr>
          <w:rFonts w:ascii="Calibri Light" w:eastAsia="Times New Roman" w:hAnsi="Calibri Light" w:cs="Calibri Light"/>
          <w:bCs/>
        </w:rPr>
        <w:t>Tiesioginis atsiskaitymas su subtiekėjais nenumatomas.</w:t>
      </w:r>
    </w:p>
    <w:p w14:paraId="50201E9F" w14:textId="77777777" w:rsidR="009C0A4E" w:rsidRPr="009C0A4E" w:rsidRDefault="009C0A4E" w:rsidP="009C0A4E">
      <w:pPr>
        <w:tabs>
          <w:tab w:val="left" w:pos="1170"/>
          <w:tab w:val="left" w:pos="9630"/>
          <w:tab w:val="left" w:pos="9720"/>
        </w:tabs>
        <w:ind w:left="360" w:right="8"/>
        <w:rPr>
          <w:rFonts w:ascii="Calibri Light" w:eastAsia="Times New Roman" w:hAnsi="Calibri Light" w:cs="Calibri Light"/>
          <w:bCs/>
        </w:rPr>
      </w:pPr>
    </w:p>
    <w:p w14:paraId="3F1E09A0" w14:textId="77777777" w:rsidR="00711B4B" w:rsidRPr="009C0A4E" w:rsidRDefault="00711B4B" w:rsidP="00711B4B">
      <w:pPr>
        <w:pStyle w:val="Sraopastraipa"/>
        <w:numPr>
          <w:ilvl w:val="0"/>
          <w:numId w:val="32"/>
        </w:numPr>
        <w:jc w:val="center"/>
        <w:rPr>
          <w:rFonts w:ascii="Calibri Light" w:eastAsia="Times New Roman" w:hAnsi="Calibri Light" w:cs="Calibri Light"/>
        </w:rPr>
      </w:pPr>
      <w:r w:rsidRPr="00A95CC3">
        <w:rPr>
          <w:rFonts w:ascii="Calibri Light" w:eastAsia="Times New Roman" w:hAnsi="Calibri Light" w:cs="Calibri Light"/>
          <w:b/>
          <w:bCs/>
        </w:rPr>
        <w:t>SUTARTIES ĮVYKDYMO UŽTIKRINIMAS</w:t>
      </w:r>
    </w:p>
    <w:p w14:paraId="0BD3ADA6" w14:textId="77777777" w:rsidR="009C0A4E" w:rsidRPr="009C0A4E" w:rsidRDefault="009C0A4E" w:rsidP="009C0A4E">
      <w:pPr>
        <w:jc w:val="center"/>
        <w:rPr>
          <w:rFonts w:ascii="Calibri Light" w:eastAsia="Times New Roman" w:hAnsi="Calibri Light" w:cs="Calibri Light"/>
        </w:rPr>
      </w:pPr>
    </w:p>
    <w:p w14:paraId="7E640302" w14:textId="77777777" w:rsidR="00711B4B" w:rsidRPr="00A95CC3" w:rsidRDefault="00711B4B" w:rsidP="00711B4B">
      <w:pPr>
        <w:pStyle w:val="Sraopastraipa"/>
        <w:numPr>
          <w:ilvl w:val="1"/>
          <w:numId w:val="32"/>
        </w:numPr>
        <w:tabs>
          <w:tab w:val="left" w:pos="1170"/>
        </w:tabs>
        <w:ind w:left="0" w:firstLine="360"/>
        <w:rPr>
          <w:rFonts w:ascii="Calibri Light" w:eastAsia="Times New Roman" w:hAnsi="Calibri Light" w:cs="Calibri Light"/>
          <w:lang w:eastAsia="lt-LT"/>
        </w:rPr>
      </w:pPr>
      <w:r w:rsidRPr="00A95CC3">
        <w:rPr>
          <w:rFonts w:ascii="Calibri Light" w:eastAsia="Times New Roman" w:hAnsi="Calibri Light" w:cs="Calibri Light"/>
          <w:lang w:eastAsia="lt-LT"/>
        </w:rPr>
        <w:t>Jei Paslaugų teikėjas nevykdo ar netinkamai vykdo sutartinius įsipareigojimus, apie kuriuos Paslaugų teikėjas buvo raštiškai įspėtas, tačiau per Kliento nustatytą terminą nepašalino paslaugų teikimo trūkumų</w:t>
      </w:r>
      <w:r w:rsidRPr="00A95CC3">
        <w:rPr>
          <w:rFonts w:ascii="Calibri Light" w:eastAsia="Times New Roman" w:hAnsi="Calibri Light" w:cs="Calibri Light"/>
        </w:rPr>
        <w:t xml:space="preserve">, </w:t>
      </w:r>
      <w:r w:rsidRPr="00A95CC3">
        <w:rPr>
          <w:rFonts w:ascii="Calibri Light" w:eastAsia="Times New Roman" w:hAnsi="Calibri Light" w:cs="Calibri Light"/>
          <w:lang w:eastAsia="lt-LT"/>
        </w:rPr>
        <w:t>Kliento reikalavimu Paslaugų teikėjas moka Klientui 3 (trijų) procentų nuo visos pirkimo objekto, kuriame paslaugos buvo neteikiamos ar teikiamos netinkamai, paslaugų kainos</w:t>
      </w:r>
      <w:r w:rsidRPr="00A95CC3">
        <w:rPr>
          <w:rFonts w:ascii="Calibri Light" w:eastAsia="Times New Roman" w:hAnsi="Calibri Light" w:cs="Calibri Light"/>
        </w:rPr>
        <w:t xml:space="preserve"> </w:t>
      </w:r>
      <w:r w:rsidRPr="00A95CC3">
        <w:rPr>
          <w:rFonts w:ascii="Calibri Light" w:eastAsia="Times New Roman" w:hAnsi="Calibri Light" w:cs="Calibri Light"/>
          <w:lang w:eastAsia="lt-LT"/>
        </w:rPr>
        <w:t>be PVM, dydžio baudą.</w:t>
      </w:r>
    </w:p>
    <w:p w14:paraId="5DD4534B" w14:textId="77777777" w:rsidR="00711B4B" w:rsidRPr="00A95CC3" w:rsidRDefault="00711B4B" w:rsidP="00711B4B">
      <w:pPr>
        <w:pStyle w:val="Sraopastraipa"/>
        <w:numPr>
          <w:ilvl w:val="1"/>
          <w:numId w:val="32"/>
        </w:numPr>
        <w:tabs>
          <w:tab w:val="left" w:pos="1170"/>
        </w:tabs>
        <w:ind w:left="0" w:firstLine="360"/>
        <w:rPr>
          <w:rFonts w:ascii="Calibri Light" w:eastAsia="Times New Roman" w:hAnsi="Calibri Light" w:cs="Calibri Light"/>
          <w:lang w:eastAsia="lt-LT"/>
        </w:rPr>
      </w:pPr>
      <w:r w:rsidRPr="00A95CC3">
        <w:rPr>
          <w:rFonts w:ascii="Calibri Light" w:eastAsia="Times New Roman" w:hAnsi="Calibri Light" w:cs="Calibri Light"/>
          <w:lang w:eastAsia="lt-LT"/>
        </w:rPr>
        <w:t>Jei Paslaugų teikėjas nevykdo savo įsipareigojimo atstatyti elektros energijos tiekimo pasiūlyme nurodytu terminu (</w:t>
      </w:r>
      <w:proofErr w:type="spellStart"/>
      <w:r w:rsidRPr="00A95CC3">
        <w:rPr>
          <w:rFonts w:ascii="Calibri Light" w:eastAsia="Times New Roman" w:hAnsi="Calibri Light" w:cs="Calibri Light"/>
          <w:lang w:eastAsia="lt-LT"/>
        </w:rPr>
        <w:t>ais</w:t>
      </w:r>
      <w:proofErr w:type="spellEnd"/>
      <w:r w:rsidRPr="00A95CC3">
        <w:rPr>
          <w:rFonts w:ascii="Calibri Light" w:eastAsia="Times New Roman" w:hAnsi="Calibri Light" w:cs="Calibri Light"/>
          <w:lang w:eastAsia="lt-LT"/>
        </w:rPr>
        <w:t>), už kiekvieną pavėluotą elektros energijos atstatymo valandą moka Klientui 0,02 (dviejų šimtųjų) procento dydžio delspinigius nuo talpinimo vietos mėnesinio įkainio be PVM.</w:t>
      </w:r>
    </w:p>
    <w:p w14:paraId="358C4FEB" w14:textId="77777777" w:rsidR="00711B4B" w:rsidRDefault="00711B4B" w:rsidP="00711B4B">
      <w:pPr>
        <w:pStyle w:val="Sraopastraipa"/>
        <w:numPr>
          <w:ilvl w:val="1"/>
          <w:numId w:val="32"/>
        </w:numPr>
        <w:tabs>
          <w:tab w:val="left" w:pos="1170"/>
        </w:tabs>
        <w:ind w:left="0" w:firstLine="360"/>
        <w:rPr>
          <w:rFonts w:ascii="Calibri Light" w:eastAsia="Times New Roman" w:hAnsi="Calibri Light" w:cs="Calibri Light"/>
          <w:lang w:eastAsia="lt-LT"/>
        </w:rPr>
      </w:pPr>
      <w:r w:rsidRPr="00A95CC3">
        <w:rPr>
          <w:rFonts w:ascii="Calibri Light" w:eastAsia="Times New Roman" w:hAnsi="Calibri Light" w:cs="Calibri Light"/>
          <w:lang w:eastAsia="lt-LT"/>
        </w:rPr>
        <w:t>Jei Klientas nevykdo savo sutartinių įsipareigojimų apmokėti už paslaugas Sutartyje numatytais terminais, Klientas, Paslaugų teikėjo pareikalavimu, moka 0,02 (dviejų šimtųjų) procento dydžio delspinigius nuo laiku neapmokėtos sumos be PVM už kiekvieną uždelstą dieną.</w:t>
      </w:r>
    </w:p>
    <w:p w14:paraId="6A491ACC" w14:textId="77777777" w:rsidR="009C0A4E" w:rsidRPr="009C0A4E" w:rsidRDefault="009C0A4E" w:rsidP="009C0A4E">
      <w:pPr>
        <w:tabs>
          <w:tab w:val="left" w:pos="1170"/>
        </w:tabs>
        <w:ind w:left="360"/>
        <w:rPr>
          <w:rFonts w:ascii="Calibri Light" w:eastAsia="Times New Roman" w:hAnsi="Calibri Light" w:cs="Calibri Light"/>
          <w:lang w:eastAsia="lt-LT"/>
        </w:rPr>
      </w:pPr>
    </w:p>
    <w:p w14:paraId="62E2C4E2" w14:textId="77777777" w:rsidR="00711B4B" w:rsidRDefault="00711B4B" w:rsidP="00711B4B">
      <w:pPr>
        <w:pStyle w:val="Sraopastraipa"/>
        <w:numPr>
          <w:ilvl w:val="0"/>
          <w:numId w:val="32"/>
        </w:numPr>
        <w:tabs>
          <w:tab w:val="left" w:pos="709"/>
        </w:tabs>
        <w:ind w:left="0" w:right="8" w:firstLine="360"/>
        <w:jc w:val="center"/>
        <w:rPr>
          <w:rFonts w:ascii="Calibri Light" w:eastAsia="Times New Roman" w:hAnsi="Calibri Light" w:cs="Calibri Light"/>
          <w:b/>
        </w:rPr>
      </w:pPr>
      <w:r w:rsidRPr="00A95CC3">
        <w:rPr>
          <w:rFonts w:ascii="Calibri Light" w:eastAsia="Times New Roman" w:hAnsi="Calibri Light" w:cs="Calibri Light"/>
          <w:b/>
        </w:rPr>
        <w:t>SUTARTIES GALIOJIMAS</w:t>
      </w:r>
    </w:p>
    <w:p w14:paraId="57E4E764" w14:textId="77777777" w:rsidR="009C0A4E" w:rsidRPr="009C0A4E" w:rsidRDefault="009C0A4E" w:rsidP="009C0A4E">
      <w:pPr>
        <w:tabs>
          <w:tab w:val="left" w:pos="709"/>
        </w:tabs>
        <w:ind w:right="8"/>
        <w:jc w:val="center"/>
        <w:rPr>
          <w:rFonts w:ascii="Calibri Light" w:eastAsia="Times New Roman" w:hAnsi="Calibri Light" w:cs="Calibri Light"/>
          <w:b/>
        </w:rPr>
      </w:pPr>
    </w:p>
    <w:p w14:paraId="30A7FC20" w14:textId="77777777"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lastRenderedPageBreak/>
        <w:t xml:space="preserve">Sutartis įsigalioja nuo Sutarties pasirašymo ir galioja iki visiško Šalių sutartinių įsipareigojimų įvykdymo. </w:t>
      </w:r>
    </w:p>
    <w:p w14:paraId="3780324A" w14:textId="77777777"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Nutraukus Sutartį ar jai pasibaigus, lieka galioti Sutarties nuostatos, susijusios su ginčų nagrinėjimo tvarka, taip pat visos kitos Sutarties nuostatos, jeigu šios nuostatos pagal savo esmę lieka galioti ir po Sutarties nutraukimo.</w:t>
      </w:r>
    </w:p>
    <w:p w14:paraId="4C16127B" w14:textId="77777777"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 xml:space="preserve">Jei viena iš Šalių nevykdo sutartinių įsipareigojimų ar juos vykdo netinkamai ir tai yra esminis Sutarties pažeidimas, kita Šalis gali vienašališkai nutraukti Sutartį, raštu įspėjusi apie tai kitą Šalį prieš 20 (dvidešimt) darbo dienų ir pateikusi pagrįstus motyvus. Esminis Sutarties pažeidimas turi būti suprantamas ir pagal CK 6.217 straipsnio 2 dalies kriterijus, ir pagal Sutartį (kai Šalys susitaria, ką laikys esminiu Sutarties pažeidimu). Esminiais Sutarties pažeidimais pagal Sutartį laikomi: </w:t>
      </w:r>
    </w:p>
    <w:p w14:paraId="05CFCB1C" w14:textId="77777777" w:rsidR="00711B4B" w:rsidRPr="00A95CC3" w:rsidRDefault="00711B4B" w:rsidP="00711B4B">
      <w:pPr>
        <w:pStyle w:val="Sraopastraipa"/>
        <w:numPr>
          <w:ilvl w:val="2"/>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Kliento mokėjimo prievolės termino praleidimas ilgiau kaip 30 (trisdešimt) dienų;</w:t>
      </w:r>
    </w:p>
    <w:p w14:paraId="0FAF9D28" w14:textId="77777777" w:rsidR="00711B4B" w:rsidRPr="00A95CC3" w:rsidRDefault="00711B4B" w:rsidP="00711B4B">
      <w:pPr>
        <w:pStyle w:val="Sraopastraipa"/>
        <w:numPr>
          <w:ilvl w:val="2"/>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netinkamos kokybės, t. y. Sutarties reikalavimų neatitinkančių, paslaugų teikimas ilgiau kaip 30 (trisdešimt) dienų;</w:t>
      </w:r>
    </w:p>
    <w:p w14:paraId="5F2CD2E8" w14:textId="77777777" w:rsidR="00711B4B" w:rsidRPr="00A95CC3" w:rsidRDefault="00711B4B" w:rsidP="00711B4B">
      <w:pPr>
        <w:pStyle w:val="Sraopastraipa"/>
        <w:numPr>
          <w:ilvl w:val="2"/>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Paslaugų teikėjo atliekamas talpinimo vietos remontas, dėl kurio turi būti demontuojama SMRRT įranga. Šiuo atveju Paslaugų teikėjas privalo atlyginti visas su SMRRT įrangos demontavimu Kliento patirtas išlaidas.</w:t>
      </w:r>
    </w:p>
    <w:p w14:paraId="55A40424" w14:textId="77777777"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Klientas turi teisę vienašališkai nutraukti Sutartį, apie tai pranešęs Paslaugų teikėjui prieš 90 (devyniasdešimt) dienų. Šiuo atveju Klientas privalo sumokėti Paslaugų teikėjui kainos dalį, proporcingą suteiktoms paslaugoms, ir atlyginti kitas protingas išlaidas, kurias Paslaugų teikėjas, norėdamas įvykdyti Sutartį, padarė iki pranešimo apie Sutarties nutraukimą gavimo iš Kliento momento. Paslaugų teikėjas turi teisę vienašališkai nutraukti Sutartį tik dėl svarbių priežasčių, apie tai pranešęs Klientui raštu prieš 90 (devyniasdešimt) dienų. Šiuo atveju Paslaugų teikėjas privalo visiškai atlyginti Kliento patirtus nuostolius.</w:t>
      </w:r>
    </w:p>
    <w:p w14:paraId="103FCE92" w14:textId="77777777"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Calibri" w:hAnsi="Calibri Light" w:cs="Calibri Light"/>
          <w:lang w:eastAsia="lt-LT"/>
        </w:rPr>
      </w:pPr>
      <w:r w:rsidRPr="00A95CC3">
        <w:rPr>
          <w:rFonts w:ascii="Calibri Light" w:eastAsia="Calibri" w:hAnsi="Calibri Light" w:cs="Calibri Light"/>
          <w:lang w:eastAsia="lt-LT"/>
        </w:rPr>
        <w:t>Sutartis gali būti nutraukta Lietuvos Respublikos viešųjų pirkimų įstatymo 90 straipsnio nustatytais atvejais ir tvarka.</w:t>
      </w:r>
    </w:p>
    <w:p w14:paraId="7AE46352" w14:textId="77777777"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Calibri" w:hAnsi="Calibri Light" w:cs="Calibri Light"/>
          <w:lang w:eastAsia="lt-LT"/>
        </w:rPr>
        <w:t>Sutartis yra nutraukiama nedelsiant, kai Lietuvos Respublikos Vyriausybė Svarbių objektų apsaugos įstatymo nustatyta tvarka priima sprendimą, patvirtinantį, kad Sutartis neatitinka nacionalinio saugumo interesų (Lietuvos Respublikos viešųjų pirkimų įstatymo 87 str. 4 d.).</w:t>
      </w:r>
    </w:p>
    <w:p w14:paraId="00D6F80B" w14:textId="07619B91" w:rsidR="002E2ADD" w:rsidRPr="00E248A3" w:rsidRDefault="00711B4B" w:rsidP="00E248A3">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Sutartis bet kada gali būti nutraukta raštišku abiejų Šalių susitarimu ir kitais teisės aktų numatytais atvejais.</w:t>
      </w:r>
    </w:p>
    <w:p w14:paraId="64EAB7A7" w14:textId="25A2C345" w:rsidR="002E2ADD" w:rsidRPr="00E248A3" w:rsidRDefault="00711B4B" w:rsidP="00E248A3">
      <w:pPr>
        <w:pStyle w:val="Sraopastraipa"/>
        <w:numPr>
          <w:ilvl w:val="0"/>
          <w:numId w:val="32"/>
        </w:numPr>
        <w:tabs>
          <w:tab w:val="left" w:pos="709"/>
          <w:tab w:val="left" w:pos="9630"/>
          <w:tab w:val="left" w:pos="9720"/>
        </w:tabs>
        <w:ind w:left="0" w:right="8" w:firstLine="360"/>
        <w:jc w:val="center"/>
        <w:rPr>
          <w:rFonts w:ascii="Calibri Light" w:eastAsia="Times New Roman" w:hAnsi="Calibri Light" w:cs="Calibri Light"/>
          <w:b/>
        </w:rPr>
      </w:pPr>
      <w:r w:rsidRPr="00A95CC3">
        <w:rPr>
          <w:rFonts w:ascii="Calibri Light" w:eastAsia="Times New Roman" w:hAnsi="Calibri Light" w:cs="Calibri Light"/>
          <w:b/>
        </w:rPr>
        <w:t>KITOS SĄLYGOS</w:t>
      </w:r>
    </w:p>
    <w:p w14:paraId="6E0E1C74" w14:textId="77777777"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Sutarties sąlygos Sutarties galiojimo laikotarpiu gali būti keičiamos šioje Sutartyje ir Lietuvos Respublikos viešųjų pirkimų įstatymo 89 straipsnyje numatytais atvejais.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20 (dvidešimt) darbo dienų. Visi Sutarties pakeitimai galioja tik tada, kai jie sudaryti raštu ir pasirašyti Šalių įgaliotų atstovų.</w:t>
      </w:r>
    </w:p>
    <w:p w14:paraId="2E6670D3" w14:textId="77777777" w:rsidR="00711B4B" w:rsidRPr="00A95CC3" w:rsidRDefault="00711B4B" w:rsidP="00711B4B">
      <w:pPr>
        <w:pStyle w:val="Sraopastraipa"/>
        <w:numPr>
          <w:ilvl w:val="1"/>
          <w:numId w:val="32"/>
        </w:numPr>
        <w:tabs>
          <w:tab w:val="left" w:pos="1134"/>
        </w:tabs>
        <w:ind w:left="0" w:right="8" w:firstLine="360"/>
        <w:rPr>
          <w:rFonts w:ascii="Calibri Light" w:eastAsia="Times New Roman" w:hAnsi="Calibri Light" w:cs="Calibri Light"/>
        </w:rPr>
      </w:pPr>
      <w:r w:rsidRPr="00A95CC3">
        <w:rPr>
          <w:rFonts w:ascii="Calibri Light" w:eastAsia="Times New Roman" w:hAnsi="Calibri Light" w:cs="Calibri Light"/>
        </w:rPr>
        <w:t>Klientas, optimizuodamas SMRRT, turi teisę atsisakyti konkrečioje vietovėje teikiamos talpinimo paslaugos</w:t>
      </w:r>
      <w:r w:rsidRPr="00A95CC3">
        <w:rPr>
          <w:rFonts w:ascii="Calibri Light" w:hAnsi="Calibri Light" w:cs="Calibri Light"/>
          <w:shd w:val="clear" w:color="auto" w:fill="FFFFFF"/>
        </w:rPr>
        <w:t xml:space="preserve"> </w:t>
      </w:r>
      <w:r w:rsidRPr="00A95CC3">
        <w:rPr>
          <w:rFonts w:ascii="Calibri Light" w:eastAsia="Times New Roman" w:hAnsi="Calibri Light" w:cs="Calibri Light"/>
        </w:rPr>
        <w:t xml:space="preserve">ar jos dalies (konkrečios įrangos, talpinamos talpinimo vietoje, talpinimo) apie tai pranešęs Paslaugų teikėjui Sutarties 9.1 papunktyje nurodytu terminu. Šiuo atveju Šalys pasirašo Susitarimą dėl Sutarties pakeitimo, kuriame Sutarties kaina mažinama atsisakomos talpinimo įrangos talpinimo kaina, jei atsisakoma visos įrangos talpinimo </w:t>
      </w:r>
      <w:proofErr w:type="spellStart"/>
      <w:r w:rsidRPr="00A95CC3">
        <w:rPr>
          <w:rFonts w:ascii="Calibri Light" w:eastAsia="Times New Roman" w:hAnsi="Calibri Light" w:cs="Calibri Light"/>
        </w:rPr>
        <w:t>talpinimo</w:t>
      </w:r>
      <w:proofErr w:type="spellEnd"/>
      <w:r w:rsidRPr="00A95CC3">
        <w:rPr>
          <w:rFonts w:ascii="Calibri Light" w:eastAsia="Times New Roman" w:hAnsi="Calibri Light" w:cs="Calibri Light"/>
        </w:rPr>
        <w:t xml:space="preserve"> vietoje. Sutarties kaina mažinama ir tai talpinimo vietoje skirta faktinių išlaidų suma</w:t>
      </w:r>
      <w:r w:rsidRPr="00A95CC3">
        <w:rPr>
          <w:rFonts w:ascii="Calibri Light" w:eastAsia="Times New Roman" w:hAnsi="Calibri Light" w:cs="Calibri Light"/>
          <w:i/>
        </w:rPr>
        <w:t>.</w:t>
      </w:r>
    </w:p>
    <w:p w14:paraId="3947200B" w14:textId="516460E3" w:rsidR="009967CD" w:rsidRPr="00E248A3" w:rsidRDefault="00E248A3"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iCs/>
        </w:rPr>
      </w:pPr>
      <w:r w:rsidRPr="00E248A3">
        <w:rPr>
          <w:rFonts w:ascii="Calibri Light" w:eastAsia="Times New Roman" w:hAnsi="Calibri Light" w:cs="Calibri Light"/>
          <w:iCs/>
        </w:rPr>
        <w:t xml:space="preserve">Klientas atsakingu už Sutarties vykdymą asmeniu skiria paslaugų administratorę Jolantą Makauskienę (el. paštas </w:t>
      </w:r>
      <w:proofErr w:type="spellStart"/>
      <w:r w:rsidRPr="00E248A3">
        <w:rPr>
          <w:rFonts w:ascii="Calibri Light" w:eastAsia="Times New Roman" w:hAnsi="Calibri Light" w:cs="Calibri Light"/>
          <w:iCs/>
        </w:rPr>
        <w:t>jolanta.makauskiene@vrm.lt</w:t>
      </w:r>
      <w:proofErr w:type="spellEnd"/>
      <w:r w:rsidRPr="00E248A3">
        <w:rPr>
          <w:rFonts w:ascii="Calibri Light" w:eastAsia="Times New Roman" w:hAnsi="Calibri Light" w:cs="Calibri Light"/>
          <w:iCs/>
        </w:rPr>
        <w:t xml:space="preserve">, tel. (0 5) 271 7276), atsakingu už techninę dalį radijo ryšio inžinierių Donatą Kondrotą (el. paštas </w:t>
      </w:r>
      <w:proofErr w:type="spellStart"/>
      <w:r w:rsidRPr="00E248A3">
        <w:rPr>
          <w:rFonts w:ascii="Calibri Light" w:eastAsia="Times New Roman" w:hAnsi="Calibri Light" w:cs="Calibri Light"/>
          <w:iCs/>
        </w:rPr>
        <w:t>donatas.kondrotas@vrm.lt</w:t>
      </w:r>
      <w:proofErr w:type="spellEnd"/>
      <w:r w:rsidRPr="00E248A3">
        <w:rPr>
          <w:rFonts w:ascii="Calibri Light" w:eastAsia="Times New Roman" w:hAnsi="Calibri Light" w:cs="Calibri Light"/>
          <w:iCs/>
        </w:rPr>
        <w:t>, tel. (0 5) 271 8585).</w:t>
      </w:r>
    </w:p>
    <w:p w14:paraId="2EBD2EEB" w14:textId="654C402E"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i/>
        </w:rPr>
      </w:pPr>
      <w:r w:rsidRPr="00A95CC3">
        <w:rPr>
          <w:rFonts w:ascii="Calibri Light" w:eastAsia="Times New Roman" w:hAnsi="Calibri Light" w:cs="Calibri Light"/>
        </w:rPr>
        <w:t>Šalių tarpusavio santykiai, neaptarti Sutartyje, reguliuojami Lietuvos Respublikos civilinio kodekso ir kitų teisės aktų nustatyta tvarka.</w:t>
      </w:r>
    </w:p>
    <w:p w14:paraId="2ABDBD52" w14:textId="77777777"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Visi ginčai, kylantys iš Sutarties, sprendžiami gera valia ir bendru Šalių sutarimu. Nepavykus ginčo išspręsti derybomis per 30 (trisdešimt) dienų nuo derybų pradžios, bet koks ginčas sprendžiamas Lietuvos Respublikos teismuose. Derybų pradžia laikoma diena, kurią viena iš Šalių pateikė prašymą raštu kitai Šaliai su siūlymu pradėti derybas.</w:t>
      </w:r>
    </w:p>
    <w:p w14:paraId="4C14C55C" w14:textId="77777777"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lastRenderedPageBreak/>
        <w:t>Sutartyje nurodyti Šalių rekvizitai, atsakingi asmenys ir jų kontaktiniai duomenys gali būti keičiami informuojant kitą Sutarties Šalį Sutartyje numatytu būdu per 3 (tris) darbo dienas nuo tokių duomenų pasikeitimo, nepasirašant atskiro susitarimo dėl Sutarties pakeitimo, tokį raštą laikant neatskiriama Sutarties dalimi.</w:t>
      </w:r>
    </w:p>
    <w:p w14:paraId="53E43AB4" w14:textId="77777777"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Sutarčiai aiškinti bei ginčams spręsti taikoma Lietuvos Respublikos teisė.</w:t>
      </w:r>
    </w:p>
    <w:p w14:paraId="75ACF4E3" w14:textId="77777777"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Sutarties Šalys susirašinėja lietuvių kalba. Jei Sutartyje nenustatyta kitaip, visi pranešimai, sutikimai ir kitas susižinojimas, kuriuos Šalis gali pateikti pagal šią Sutartį, bus laikomi galiojančiais ir įteiktais tinkamai, jeigu yra asmeniškai pateikti kitai Šaliai ir gautas patvirtinimas apie gavimą arba išsiųsti registruotu paštu, elektroniniu paštu (patvirtinant gavimą) toliau nurodytais adresais ar kitais adresais , kuriuos nurodė viena Šalis, pateikdama pranešimą.</w:t>
      </w:r>
    </w:p>
    <w:p w14:paraId="073B9F15" w14:textId="77777777" w:rsidR="00711B4B" w:rsidRPr="00A95CC3" w:rsidRDefault="00711B4B" w:rsidP="00711B4B">
      <w:pPr>
        <w:pStyle w:val="Sraopastraipa"/>
        <w:numPr>
          <w:ilvl w:val="1"/>
          <w:numId w:val="32"/>
        </w:numPr>
        <w:tabs>
          <w:tab w:val="left" w:pos="1134"/>
          <w:tab w:val="left" w:pos="9630"/>
          <w:tab w:val="left" w:pos="9720"/>
        </w:tabs>
        <w:ind w:left="0" w:right="8" w:firstLine="426"/>
        <w:rPr>
          <w:rFonts w:ascii="Calibri Light" w:eastAsia="Times New Roman" w:hAnsi="Calibri Light" w:cs="Calibri Light"/>
        </w:rPr>
      </w:pPr>
      <w:r w:rsidRPr="00A95CC3">
        <w:rPr>
          <w:rFonts w:ascii="Calibri Light" w:eastAsia="Times New Roman" w:hAnsi="Calibri Light" w:cs="Calibri Light"/>
        </w:rPr>
        <w:t>Aplinkos apsaugos reikalavimai/kriterijai:</w:t>
      </w:r>
    </w:p>
    <w:p w14:paraId="15528A6D" w14:textId="77777777" w:rsidR="00711B4B" w:rsidRPr="00A95CC3" w:rsidRDefault="00711B4B" w:rsidP="00711B4B">
      <w:pPr>
        <w:pStyle w:val="Sraopastraipa"/>
        <w:numPr>
          <w:ilvl w:val="2"/>
          <w:numId w:val="32"/>
        </w:numPr>
        <w:tabs>
          <w:tab w:val="left" w:pos="1134"/>
          <w:tab w:val="left" w:pos="9630"/>
          <w:tab w:val="left" w:pos="9720"/>
        </w:tabs>
        <w:ind w:left="0" w:right="8" w:firstLine="426"/>
        <w:rPr>
          <w:rFonts w:ascii="Calibri Light" w:eastAsia="Times New Roman" w:hAnsi="Calibri Light" w:cs="Calibri Light"/>
        </w:rPr>
      </w:pPr>
      <w:r w:rsidRPr="00A95CC3">
        <w:rPr>
          <w:rFonts w:ascii="Calibri Light" w:eastAsia="Times New Roman" w:hAnsi="Calibri Light" w:cs="Calibri Light"/>
        </w:rPr>
        <w:t xml:space="preserve">Teikdamas paslaugas tiekėjas turi sunaudoti kaip įmanoma mažiau gamtos išteklių. Dėl šios priežasties visa su sutartimi susijusiu dokumentacija perduodama skaitmeniniu formatu (elektroninė versija). Teikdamas paslaugas tiekėjas turi siekti mažinti popieriaus sunaudojimą, atsisakyti nebūtino dokumentų kopijavimo ar spausdinimo. Dokumentus (tarpinius ir galutinius) teikti tik elektroniniu formatu, esant poreikiui pasirašyti – pasirašyti juos el. parašu. </w:t>
      </w:r>
    </w:p>
    <w:p w14:paraId="1A952801" w14:textId="77777777" w:rsidR="00711B4B" w:rsidRPr="00A95CC3" w:rsidRDefault="00711B4B" w:rsidP="00711B4B">
      <w:pPr>
        <w:pStyle w:val="Sraopastraipa"/>
        <w:numPr>
          <w:ilvl w:val="2"/>
          <w:numId w:val="32"/>
        </w:numPr>
        <w:tabs>
          <w:tab w:val="left" w:pos="1134"/>
          <w:tab w:val="left" w:pos="9630"/>
          <w:tab w:val="left" w:pos="9720"/>
        </w:tabs>
        <w:ind w:left="0" w:right="8" w:firstLine="426"/>
        <w:rPr>
          <w:rFonts w:ascii="Calibri Light" w:eastAsia="Times New Roman" w:hAnsi="Calibri Light" w:cs="Calibri Light"/>
        </w:rPr>
      </w:pPr>
      <w:r w:rsidRPr="00A95CC3">
        <w:rPr>
          <w:rFonts w:ascii="Calibri Light" w:eastAsia="Times New Roman" w:hAnsi="Calibri Light" w:cs="Calibri Light"/>
        </w:rPr>
        <w:t>Šalių susitikimai, jei tai atsižvelgiant į nagrinėjamus klausimus, yra įmanoma, organizuojami nuotoliniu būdu, taip sumažinant aplinkos taršą (degalų išmetimą).</w:t>
      </w:r>
    </w:p>
    <w:p w14:paraId="672C6EE0" w14:textId="77777777" w:rsidR="00711B4B" w:rsidRPr="00A95CC3" w:rsidRDefault="00711B4B" w:rsidP="00711B4B">
      <w:pPr>
        <w:pStyle w:val="Sraopastraipa"/>
        <w:numPr>
          <w:ilvl w:val="1"/>
          <w:numId w:val="32"/>
        </w:numPr>
        <w:tabs>
          <w:tab w:val="left" w:pos="1134"/>
          <w:tab w:val="left" w:pos="9630"/>
          <w:tab w:val="left" w:pos="9720"/>
        </w:tabs>
        <w:ind w:left="0" w:right="8" w:firstLine="426"/>
        <w:rPr>
          <w:rFonts w:ascii="Calibri Light" w:eastAsia="Times New Roman" w:hAnsi="Calibri Light" w:cs="Calibri Light"/>
        </w:rPr>
      </w:pPr>
      <w:r w:rsidRPr="00A95CC3">
        <w:rPr>
          <w:rFonts w:ascii="Calibri Light" w:eastAsia="Times New Roman" w:hAnsi="Calibri Light" w:cs="Calibri Light"/>
        </w:rPr>
        <w:t>Paslaugų teikėjas, iškilus poreikiui Sutarties galiojimo metu atlikti konkrečios SMRRT talpinimo vietos remontą, apie tai praneša Klientui raštu prieš 30 (trisdešimt) dienų, nurodydamas remonto pradžios datą ir trukmę, bei kitas su talpinimo paslaugų teikimu susijusias aplinkybes (pvz.: informaciją dėl elektros energijos tiekimo remonto metu ir pan.), kuri negali būti ilgesnė kaip 1 (vienas) mėnuo. Remonto metu negali būti demontuojama SMRRT įranga. Remonto metu yra sustabdomas talpinimo paslaugų, išskyrus jos fizinį buvimą talpinimo vietoje, teikimas ir už šį periodą Klientas nemoka Paslaugų teikėjui.</w:t>
      </w:r>
    </w:p>
    <w:p w14:paraId="2EA67047" w14:textId="77777777" w:rsidR="00711B4B" w:rsidRPr="00A95CC3" w:rsidRDefault="00711B4B" w:rsidP="00711B4B">
      <w:pPr>
        <w:pStyle w:val="Sraopastraipa"/>
        <w:numPr>
          <w:ilvl w:val="1"/>
          <w:numId w:val="32"/>
        </w:numPr>
        <w:tabs>
          <w:tab w:val="left" w:pos="1134"/>
          <w:tab w:val="left" w:pos="9630"/>
          <w:tab w:val="left" w:pos="9720"/>
        </w:tabs>
        <w:ind w:left="0" w:right="8" w:firstLine="426"/>
        <w:rPr>
          <w:rFonts w:ascii="Calibri Light" w:eastAsia="Times New Roman" w:hAnsi="Calibri Light" w:cs="Calibri Light"/>
        </w:rPr>
      </w:pPr>
      <w:r w:rsidRPr="00A95CC3">
        <w:rPr>
          <w:rFonts w:ascii="Calibri Light" w:eastAsia="Times New Roman" w:hAnsi="Calibri Light" w:cs="Calibri Light"/>
        </w:rPr>
        <w:t>Sutarties neatskiriami priedai:</w:t>
      </w:r>
    </w:p>
    <w:p w14:paraId="422E12A8" w14:textId="092BEA97" w:rsidR="00711B4B" w:rsidRPr="00431995" w:rsidRDefault="00711B4B" w:rsidP="00711B4B">
      <w:pPr>
        <w:pStyle w:val="Sraopastraipa"/>
        <w:numPr>
          <w:ilvl w:val="2"/>
          <w:numId w:val="32"/>
        </w:numPr>
        <w:tabs>
          <w:tab w:val="left" w:pos="1418"/>
          <w:tab w:val="left" w:pos="9630"/>
          <w:tab w:val="left" w:pos="9720"/>
        </w:tabs>
        <w:ind w:left="0" w:right="8" w:firstLine="426"/>
        <w:rPr>
          <w:rFonts w:ascii="Calibri Light" w:eastAsia="Times New Roman" w:hAnsi="Calibri Light" w:cs="Calibri Light"/>
        </w:rPr>
      </w:pPr>
      <w:r w:rsidRPr="00431995">
        <w:rPr>
          <w:rFonts w:ascii="Calibri Light" w:eastAsia="Times New Roman" w:hAnsi="Calibri Light" w:cs="Calibri Light"/>
        </w:rPr>
        <w:t xml:space="preserve">Sutarties 1 priedas – Techninė specifikacija, </w:t>
      </w:r>
      <w:r w:rsidR="00751123">
        <w:rPr>
          <w:rFonts w:ascii="Calibri Light" w:eastAsia="Times New Roman" w:hAnsi="Calibri Light" w:cs="Calibri Light"/>
        </w:rPr>
        <w:t>7</w:t>
      </w:r>
      <w:r w:rsidR="007444FE" w:rsidRPr="00431995">
        <w:rPr>
          <w:rFonts w:ascii="Calibri Light" w:eastAsia="Times New Roman" w:hAnsi="Calibri Light" w:cs="Calibri Light"/>
        </w:rPr>
        <w:t xml:space="preserve"> </w:t>
      </w:r>
      <w:r w:rsidRPr="00431995">
        <w:rPr>
          <w:rFonts w:ascii="Calibri Light" w:eastAsia="Times New Roman" w:hAnsi="Calibri Light" w:cs="Calibri Light"/>
        </w:rPr>
        <w:t>lap</w:t>
      </w:r>
      <w:r w:rsidR="007444FE" w:rsidRPr="00431995">
        <w:rPr>
          <w:rFonts w:ascii="Calibri Light" w:eastAsia="Times New Roman" w:hAnsi="Calibri Light" w:cs="Calibri Light"/>
        </w:rPr>
        <w:t>ai</w:t>
      </w:r>
      <w:r w:rsidRPr="00431995">
        <w:rPr>
          <w:rFonts w:ascii="Calibri Light" w:eastAsia="Times New Roman" w:hAnsi="Calibri Light" w:cs="Calibri Light"/>
        </w:rPr>
        <w:t xml:space="preserve">; </w:t>
      </w:r>
    </w:p>
    <w:p w14:paraId="7C8EA014" w14:textId="77777777" w:rsidR="00711B4B" w:rsidRPr="00431995" w:rsidRDefault="00711B4B" w:rsidP="00711B4B">
      <w:pPr>
        <w:pStyle w:val="Sraopastraipa"/>
        <w:numPr>
          <w:ilvl w:val="2"/>
          <w:numId w:val="32"/>
        </w:numPr>
        <w:tabs>
          <w:tab w:val="left" w:pos="1418"/>
          <w:tab w:val="left" w:pos="9630"/>
          <w:tab w:val="left" w:pos="9720"/>
        </w:tabs>
        <w:ind w:left="0" w:right="8" w:firstLine="426"/>
        <w:rPr>
          <w:rFonts w:ascii="Calibri Light" w:eastAsia="Times New Roman" w:hAnsi="Calibri Light" w:cs="Calibri Light"/>
        </w:rPr>
      </w:pPr>
      <w:r w:rsidRPr="00431995">
        <w:rPr>
          <w:rFonts w:ascii="Calibri Light" w:eastAsia="Times New Roman" w:hAnsi="Calibri Light" w:cs="Calibri Light"/>
        </w:rPr>
        <w:t>Sutarties 2 priedas – Konfidencialumo pasižadėjimo neatskleisti informacijos, kuri taps žinoma vykdant sutartį, forma, 2 lapai;</w:t>
      </w:r>
    </w:p>
    <w:p w14:paraId="06A0126F" w14:textId="2CE5F348" w:rsidR="00711B4B" w:rsidRPr="00431995" w:rsidRDefault="00711B4B" w:rsidP="00711B4B">
      <w:pPr>
        <w:pStyle w:val="Sraopastraipa"/>
        <w:numPr>
          <w:ilvl w:val="2"/>
          <w:numId w:val="32"/>
        </w:numPr>
        <w:tabs>
          <w:tab w:val="left" w:pos="1418"/>
          <w:tab w:val="left" w:pos="9630"/>
          <w:tab w:val="left" w:pos="9720"/>
        </w:tabs>
        <w:ind w:left="0" w:right="8" w:firstLine="426"/>
        <w:rPr>
          <w:rFonts w:ascii="Calibri Light" w:eastAsia="Times New Roman" w:hAnsi="Calibri Light" w:cs="Calibri Light"/>
        </w:rPr>
      </w:pPr>
      <w:r w:rsidRPr="00431995">
        <w:rPr>
          <w:rFonts w:ascii="Calibri Light" w:eastAsia="Times New Roman" w:hAnsi="Calibri Light" w:cs="Calibri Light"/>
        </w:rPr>
        <w:t xml:space="preserve">Sutarties 3 priedas </w:t>
      </w:r>
      <w:bookmarkStart w:id="1" w:name="_Hlk189130118"/>
      <w:r w:rsidRPr="00431995">
        <w:rPr>
          <w:rFonts w:ascii="Calibri Light" w:eastAsia="Times New Roman" w:hAnsi="Calibri Light" w:cs="Calibri Light"/>
        </w:rPr>
        <w:t>–</w:t>
      </w:r>
      <w:bookmarkEnd w:id="1"/>
      <w:r w:rsidRPr="00431995">
        <w:rPr>
          <w:rFonts w:ascii="Calibri Light" w:eastAsia="Times New Roman" w:hAnsi="Calibri Light" w:cs="Calibri Light"/>
        </w:rPr>
        <w:t xml:space="preserve"> Paslaugų teikėjo  pasiūlymas (</w:t>
      </w:r>
      <w:bookmarkStart w:id="2" w:name="_Hlk189142837"/>
      <w:r w:rsidRPr="00431995">
        <w:rPr>
          <w:rFonts w:ascii="Calibri Light" w:eastAsia="Times New Roman" w:hAnsi="Calibri Light" w:cs="Calibri Light"/>
        </w:rPr>
        <w:t>paslaugų teikėjo užpildyta pasiūlymo forma</w:t>
      </w:r>
      <w:bookmarkEnd w:id="2"/>
      <w:r w:rsidRPr="00431995">
        <w:rPr>
          <w:rFonts w:ascii="Calibri Light" w:eastAsia="Times New Roman" w:hAnsi="Calibri Light" w:cs="Calibri Light"/>
        </w:rPr>
        <w:t xml:space="preserve">),   </w:t>
      </w:r>
      <w:r w:rsidR="00593418" w:rsidRPr="00431995">
        <w:rPr>
          <w:rFonts w:ascii="Calibri Light" w:eastAsia="Times New Roman" w:hAnsi="Calibri Light" w:cs="Calibri Light"/>
        </w:rPr>
        <w:t>35</w:t>
      </w:r>
      <w:r w:rsidRPr="00431995">
        <w:rPr>
          <w:rFonts w:ascii="Calibri Light" w:eastAsia="Times New Roman" w:hAnsi="Calibri Light" w:cs="Calibri Light"/>
        </w:rPr>
        <w:t xml:space="preserve"> lap</w:t>
      </w:r>
      <w:r w:rsidR="00593418" w:rsidRPr="00431995">
        <w:rPr>
          <w:rFonts w:ascii="Calibri Light" w:eastAsia="Times New Roman" w:hAnsi="Calibri Light" w:cs="Calibri Light"/>
        </w:rPr>
        <w:t>ai</w:t>
      </w:r>
      <w:r w:rsidRPr="00431995">
        <w:rPr>
          <w:rFonts w:ascii="Calibri Light" w:eastAsia="Times New Roman" w:hAnsi="Calibri Light" w:cs="Calibri Light"/>
        </w:rPr>
        <w:t>;</w:t>
      </w:r>
    </w:p>
    <w:p w14:paraId="45EFE6D8" w14:textId="41F1C3BB" w:rsidR="00711B4B" w:rsidRPr="00A95CC3" w:rsidRDefault="00795BB2" w:rsidP="00711B4B">
      <w:pPr>
        <w:pStyle w:val="Sraopastraipa"/>
        <w:numPr>
          <w:ilvl w:val="2"/>
          <w:numId w:val="32"/>
        </w:numPr>
        <w:tabs>
          <w:tab w:val="left" w:pos="1418"/>
          <w:tab w:val="left" w:pos="9630"/>
          <w:tab w:val="left" w:pos="9720"/>
        </w:tabs>
        <w:ind w:left="0" w:right="8" w:firstLine="426"/>
        <w:rPr>
          <w:rFonts w:ascii="Calibri Light" w:eastAsia="Times New Roman" w:hAnsi="Calibri Light" w:cs="Calibri Light"/>
        </w:rPr>
      </w:pPr>
      <w:r>
        <w:rPr>
          <w:rFonts w:ascii="Calibri Light" w:eastAsia="Times New Roman" w:hAnsi="Calibri Light" w:cs="Calibri Light"/>
        </w:rPr>
        <w:t xml:space="preserve">Sutarties 4 priedas </w:t>
      </w:r>
      <w:r w:rsidRPr="00795BB2">
        <w:rPr>
          <w:rFonts w:ascii="Calibri Light" w:eastAsia="Times New Roman" w:hAnsi="Calibri Light" w:cs="Calibri Light"/>
        </w:rPr>
        <w:t>–</w:t>
      </w:r>
      <w:r>
        <w:rPr>
          <w:rFonts w:ascii="Calibri Light" w:eastAsia="Times New Roman" w:hAnsi="Calibri Light" w:cs="Calibri Light"/>
        </w:rPr>
        <w:t xml:space="preserve"> </w:t>
      </w:r>
      <w:r w:rsidR="00711B4B" w:rsidRPr="00A95CC3">
        <w:rPr>
          <w:rFonts w:ascii="Calibri Light" w:eastAsia="Times New Roman" w:hAnsi="Calibri Light" w:cs="Calibri Light"/>
        </w:rPr>
        <w:t xml:space="preserve">Lietuvos viešojo saugumo ir </w:t>
      </w:r>
      <w:proofErr w:type="spellStart"/>
      <w:r w:rsidR="00711B4B" w:rsidRPr="00A95CC3">
        <w:rPr>
          <w:rFonts w:ascii="Calibri Light" w:eastAsia="Times New Roman" w:hAnsi="Calibri Light" w:cs="Calibri Light"/>
        </w:rPr>
        <w:t>pagalpos</w:t>
      </w:r>
      <w:proofErr w:type="spellEnd"/>
      <w:r w:rsidR="00711B4B" w:rsidRPr="00A95CC3">
        <w:rPr>
          <w:rFonts w:ascii="Calibri Light" w:eastAsia="Times New Roman" w:hAnsi="Calibri Light" w:cs="Calibri Light"/>
        </w:rPr>
        <w:t xml:space="preserve"> tarnybų skaitmeninio mobilaus radijo ryšio tinklo įrangos talpinimo aktas, </w:t>
      </w:r>
      <w:r w:rsidR="00955C6E">
        <w:rPr>
          <w:rFonts w:ascii="Calibri Light" w:eastAsia="Times New Roman" w:hAnsi="Calibri Light" w:cs="Calibri Light"/>
        </w:rPr>
        <w:t>2</w:t>
      </w:r>
      <w:r w:rsidR="00711B4B" w:rsidRPr="00A95CC3">
        <w:rPr>
          <w:rFonts w:ascii="Calibri Light" w:eastAsia="Times New Roman" w:hAnsi="Calibri Light" w:cs="Calibri Light"/>
        </w:rPr>
        <w:t xml:space="preserve"> lap</w:t>
      </w:r>
      <w:r w:rsidR="00955C6E">
        <w:rPr>
          <w:rFonts w:ascii="Calibri Light" w:eastAsia="Times New Roman" w:hAnsi="Calibri Light" w:cs="Calibri Light"/>
        </w:rPr>
        <w:t>ai</w:t>
      </w:r>
      <w:r>
        <w:rPr>
          <w:rFonts w:ascii="Calibri Light" w:eastAsia="Times New Roman" w:hAnsi="Calibri Light" w:cs="Calibri Light"/>
        </w:rPr>
        <w:t>.</w:t>
      </w:r>
      <w:r w:rsidR="00711B4B" w:rsidRPr="00A95CC3">
        <w:rPr>
          <w:rFonts w:ascii="Calibri Light" w:eastAsia="Times New Roman" w:hAnsi="Calibri Light" w:cs="Calibri Light"/>
        </w:rPr>
        <w:t xml:space="preserve"> </w:t>
      </w:r>
    </w:p>
    <w:p w14:paraId="50337F8D" w14:textId="1AB8E692" w:rsidR="00711B4B" w:rsidRPr="00A95CC3" w:rsidRDefault="00711B4B" w:rsidP="00711B4B">
      <w:pPr>
        <w:shd w:val="clear" w:color="auto" w:fill="FFFFFF"/>
        <w:tabs>
          <w:tab w:val="left" w:pos="1276"/>
          <w:tab w:val="left" w:pos="9630"/>
          <w:tab w:val="left" w:pos="9720"/>
        </w:tabs>
        <w:spacing w:line="276" w:lineRule="auto"/>
        <w:ind w:left="720" w:right="8"/>
        <w:jc w:val="center"/>
        <w:rPr>
          <w:rFonts w:ascii="Calibri Light" w:eastAsia="Times New Roman" w:hAnsi="Calibri Light" w:cs="Calibri Light"/>
          <w:b/>
        </w:rPr>
      </w:pPr>
      <w:r w:rsidRPr="00A95CC3">
        <w:rPr>
          <w:rFonts w:ascii="Calibri Light" w:eastAsia="Times New Roman" w:hAnsi="Calibri Light" w:cs="Calibri Light"/>
          <w:b/>
        </w:rPr>
        <w:t>10. ŠALIŲ REKVIZITAI</w:t>
      </w:r>
    </w:p>
    <w:tbl>
      <w:tblPr>
        <w:tblW w:w="9374"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59"/>
        <w:gridCol w:w="4715"/>
      </w:tblGrid>
      <w:tr w:rsidR="00711B4B" w:rsidRPr="00A95CC3" w14:paraId="6B7441A4" w14:textId="77777777" w:rsidTr="004834F7">
        <w:trPr>
          <w:trHeight w:val="2117"/>
        </w:trPr>
        <w:tc>
          <w:tcPr>
            <w:tcW w:w="4659" w:type="dxa"/>
          </w:tcPr>
          <w:p w14:paraId="436494BF" w14:textId="77777777" w:rsidR="00711B4B" w:rsidRPr="0077395F" w:rsidRDefault="00711B4B" w:rsidP="00B44AA9">
            <w:pPr>
              <w:tabs>
                <w:tab w:val="left" w:pos="720"/>
                <w:tab w:val="left" w:pos="1008"/>
                <w:tab w:val="left" w:pos="9630"/>
              </w:tabs>
              <w:spacing w:after="0"/>
              <w:ind w:right="8"/>
              <w:rPr>
                <w:rFonts w:ascii="Calibri Light" w:eastAsia="Times New Roman" w:hAnsi="Calibri Light" w:cs="Calibri Light"/>
                <w:b/>
              </w:rPr>
            </w:pPr>
            <w:r w:rsidRPr="0077395F">
              <w:rPr>
                <w:rFonts w:ascii="Calibri Light" w:eastAsia="Times New Roman" w:hAnsi="Calibri Light" w:cs="Calibri Light"/>
                <w:b/>
              </w:rPr>
              <w:lastRenderedPageBreak/>
              <w:t>KLIENTAS</w:t>
            </w:r>
          </w:p>
          <w:p w14:paraId="04AB4300" w14:textId="77777777" w:rsidR="00711B4B" w:rsidRPr="009967CD" w:rsidRDefault="00711B4B" w:rsidP="00B44AA9">
            <w:pPr>
              <w:spacing w:after="0"/>
              <w:rPr>
                <w:rFonts w:ascii="Calibri Light" w:eastAsia="Times New Roman" w:hAnsi="Calibri Light" w:cs="Calibri Light"/>
                <w:b/>
                <w:bCs/>
                <w:sz w:val="16"/>
                <w:szCs w:val="16"/>
              </w:rPr>
            </w:pPr>
          </w:p>
          <w:p w14:paraId="393601C9" w14:textId="77777777" w:rsidR="00711B4B" w:rsidRPr="0077395F" w:rsidRDefault="00711B4B" w:rsidP="00B44AA9">
            <w:pPr>
              <w:spacing w:after="0"/>
              <w:rPr>
                <w:rFonts w:ascii="Calibri Light" w:eastAsia="Times New Roman" w:hAnsi="Calibri Light" w:cs="Calibri Light"/>
                <w:b/>
                <w:bCs/>
              </w:rPr>
            </w:pPr>
            <w:r w:rsidRPr="0077395F">
              <w:rPr>
                <w:rFonts w:ascii="Calibri Light" w:eastAsia="Times New Roman" w:hAnsi="Calibri Light" w:cs="Calibri Light"/>
                <w:b/>
                <w:bCs/>
              </w:rPr>
              <w:t xml:space="preserve">Informatikos ir ryšių departamentas </w:t>
            </w:r>
          </w:p>
          <w:p w14:paraId="67EF4AFE" w14:textId="77777777" w:rsidR="00711B4B" w:rsidRPr="0077395F" w:rsidRDefault="00711B4B" w:rsidP="00B44AA9">
            <w:pPr>
              <w:spacing w:after="0"/>
              <w:rPr>
                <w:rFonts w:ascii="Calibri Light" w:eastAsia="Times New Roman" w:hAnsi="Calibri Light" w:cs="Calibri Light"/>
                <w:b/>
                <w:bCs/>
              </w:rPr>
            </w:pPr>
            <w:r w:rsidRPr="0077395F">
              <w:rPr>
                <w:rFonts w:ascii="Calibri Light" w:eastAsia="Times New Roman" w:hAnsi="Calibri Light" w:cs="Calibri Light"/>
                <w:b/>
                <w:bCs/>
              </w:rPr>
              <w:t xml:space="preserve">prie Lietuvos Respublikos vidaus </w:t>
            </w:r>
          </w:p>
          <w:p w14:paraId="621CDD58" w14:textId="77777777" w:rsidR="00711B4B" w:rsidRPr="0077395F" w:rsidRDefault="00711B4B" w:rsidP="00B44AA9">
            <w:pPr>
              <w:spacing w:after="0"/>
              <w:rPr>
                <w:rFonts w:ascii="Calibri Light" w:eastAsia="Times New Roman" w:hAnsi="Calibri Light" w:cs="Calibri Light"/>
                <w:b/>
                <w:bCs/>
              </w:rPr>
            </w:pPr>
            <w:r w:rsidRPr="0077395F">
              <w:rPr>
                <w:rFonts w:ascii="Calibri Light" w:eastAsia="Times New Roman" w:hAnsi="Calibri Light" w:cs="Calibri Light"/>
                <w:b/>
                <w:bCs/>
              </w:rPr>
              <w:t>reikalų ministerijos</w:t>
            </w:r>
          </w:p>
          <w:p w14:paraId="08646877" w14:textId="77777777" w:rsidR="00711B4B" w:rsidRPr="009967CD" w:rsidRDefault="00711B4B" w:rsidP="00B44AA9">
            <w:pPr>
              <w:spacing w:after="0"/>
              <w:rPr>
                <w:rFonts w:ascii="Calibri Light" w:eastAsia="Times New Roman" w:hAnsi="Calibri Light" w:cs="Calibri Light"/>
                <w:sz w:val="16"/>
                <w:szCs w:val="16"/>
              </w:rPr>
            </w:pPr>
          </w:p>
          <w:p w14:paraId="0F085B80" w14:textId="77777777" w:rsidR="00711B4B" w:rsidRPr="0077395F" w:rsidRDefault="00711B4B" w:rsidP="00B44AA9">
            <w:pPr>
              <w:spacing w:after="0"/>
              <w:rPr>
                <w:rFonts w:ascii="Calibri Light" w:eastAsia="Times New Roman" w:hAnsi="Calibri Light" w:cs="Calibri Light"/>
              </w:rPr>
            </w:pPr>
            <w:r w:rsidRPr="0077395F">
              <w:rPr>
                <w:rFonts w:ascii="Calibri Light" w:eastAsia="Times New Roman" w:hAnsi="Calibri Light" w:cs="Calibri Light"/>
              </w:rPr>
              <w:t xml:space="preserve">Duomenys kaupiami ir saugomi Juridinių </w:t>
            </w:r>
          </w:p>
          <w:p w14:paraId="4EAAEECD" w14:textId="77777777" w:rsidR="00711B4B" w:rsidRPr="0077395F" w:rsidRDefault="00711B4B" w:rsidP="00B44AA9">
            <w:pPr>
              <w:spacing w:after="0"/>
              <w:rPr>
                <w:rFonts w:ascii="Calibri Light" w:eastAsia="Times New Roman" w:hAnsi="Calibri Light" w:cs="Calibri Light"/>
              </w:rPr>
            </w:pPr>
            <w:r w:rsidRPr="0077395F">
              <w:rPr>
                <w:rFonts w:ascii="Calibri Light" w:eastAsia="Times New Roman" w:hAnsi="Calibri Light" w:cs="Calibri Light"/>
              </w:rPr>
              <w:t>asmenų registre, kodas 188774822</w:t>
            </w:r>
          </w:p>
          <w:p w14:paraId="0E981C3F" w14:textId="42723B77" w:rsidR="00711B4B" w:rsidRPr="0077395F" w:rsidRDefault="00711B4B" w:rsidP="00B44AA9">
            <w:pPr>
              <w:spacing w:after="0"/>
              <w:rPr>
                <w:rFonts w:ascii="Calibri Light" w:eastAsia="Times New Roman" w:hAnsi="Calibri Light" w:cs="Calibri Light"/>
              </w:rPr>
            </w:pPr>
            <w:r w:rsidRPr="0077395F">
              <w:rPr>
                <w:rFonts w:ascii="Calibri Light" w:eastAsia="Times New Roman" w:hAnsi="Calibri Light" w:cs="Calibri Light"/>
              </w:rPr>
              <w:t>Šventaragio g. 2, 01510 Vilnius</w:t>
            </w:r>
          </w:p>
          <w:p w14:paraId="7C805455" w14:textId="77777777" w:rsidR="00711B4B" w:rsidRPr="0077395F" w:rsidRDefault="00711B4B" w:rsidP="00B44AA9">
            <w:pPr>
              <w:spacing w:after="0"/>
              <w:rPr>
                <w:rFonts w:ascii="Calibri Light" w:eastAsia="Times New Roman" w:hAnsi="Calibri Light" w:cs="Calibri Light"/>
              </w:rPr>
            </w:pPr>
            <w:r w:rsidRPr="0077395F">
              <w:rPr>
                <w:rFonts w:ascii="Calibri Light" w:eastAsia="Times New Roman" w:hAnsi="Calibri Light" w:cs="Calibri Light"/>
              </w:rPr>
              <w:t>Tel. + 370 5  271 7177</w:t>
            </w:r>
          </w:p>
          <w:p w14:paraId="62302A9A" w14:textId="77777777" w:rsidR="00711B4B" w:rsidRPr="0077395F" w:rsidRDefault="00711B4B" w:rsidP="00B44AA9">
            <w:pPr>
              <w:spacing w:after="0"/>
              <w:rPr>
                <w:rFonts w:ascii="Calibri Light" w:eastAsia="Times New Roman" w:hAnsi="Calibri Light" w:cs="Calibri Light"/>
              </w:rPr>
            </w:pPr>
            <w:r w:rsidRPr="0077395F">
              <w:rPr>
                <w:rFonts w:ascii="Calibri Light" w:eastAsia="Times New Roman" w:hAnsi="Calibri Light" w:cs="Calibri Light"/>
              </w:rPr>
              <w:t>El. paštas: ird@vrm.lt</w:t>
            </w:r>
          </w:p>
          <w:p w14:paraId="6CDF3B2C" w14:textId="77777777" w:rsidR="00711B4B" w:rsidRPr="0077395F" w:rsidRDefault="00711B4B" w:rsidP="00B44AA9">
            <w:pPr>
              <w:spacing w:after="0"/>
              <w:rPr>
                <w:rFonts w:ascii="Calibri Light" w:eastAsia="Times New Roman" w:hAnsi="Calibri Light" w:cs="Calibri Light"/>
              </w:rPr>
            </w:pPr>
            <w:r w:rsidRPr="0077395F">
              <w:rPr>
                <w:rFonts w:ascii="Calibri Light" w:eastAsia="Times New Roman" w:hAnsi="Calibri Light" w:cs="Calibri Light"/>
              </w:rPr>
              <w:t>A. s. LT36 4040 0636 1000 1061</w:t>
            </w:r>
          </w:p>
          <w:p w14:paraId="4AEDF009" w14:textId="77777777" w:rsidR="00711B4B" w:rsidRPr="0077395F" w:rsidRDefault="00711B4B" w:rsidP="00B44AA9">
            <w:pPr>
              <w:spacing w:after="0"/>
              <w:rPr>
                <w:rFonts w:ascii="Calibri Light" w:eastAsia="Times New Roman" w:hAnsi="Calibri Light" w:cs="Calibri Light"/>
              </w:rPr>
            </w:pPr>
            <w:r w:rsidRPr="0077395F">
              <w:rPr>
                <w:rFonts w:ascii="Calibri Light" w:eastAsia="Times New Roman" w:hAnsi="Calibri Light" w:cs="Calibri Light"/>
              </w:rPr>
              <w:t>Lietuvos Respublikos finansų ministerija</w:t>
            </w:r>
          </w:p>
          <w:p w14:paraId="251E5639" w14:textId="77777777" w:rsidR="00711B4B" w:rsidRPr="0077395F" w:rsidRDefault="00711B4B" w:rsidP="00B44AA9">
            <w:pPr>
              <w:spacing w:after="0"/>
              <w:rPr>
                <w:rFonts w:ascii="Calibri Light" w:eastAsia="Times New Roman" w:hAnsi="Calibri Light" w:cs="Calibri Light"/>
              </w:rPr>
            </w:pPr>
            <w:r w:rsidRPr="0077395F">
              <w:rPr>
                <w:rFonts w:ascii="Calibri Light" w:eastAsia="Times New Roman" w:hAnsi="Calibri Light" w:cs="Calibri Light"/>
              </w:rPr>
              <w:t>Banko kodas 40400</w:t>
            </w:r>
          </w:p>
          <w:p w14:paraId="17DE9117" w14:textId="77777777" w:rsidR="00711B4B" w:rsidRPr="009967CD" w:rsidRDefault="00711B4B" w:rsidP="00B44AA9">
            <w:pPr>
              <w:spacing w:after="0"/>
              <w:rPr>
                <w:rFonts w:ascii="Calibri Light" w:eastAsia="Times New Roman" w:hAnsi="Calibri Light" w:cs="Calibri Light"/>
                <w:sz w:val="16"/>
                <w:szCs w:val="16"/>
              </w:rPr>
            </w:pPr>
          </w:p>
          <w:p w14:paraId="699CCC89" w14:textId="77777777" w:rsidR="00D7045A" w:rsidRPr="0077395F" w:rsidRDefault="00D7045A" w:rsidP="00B44AA9">
            <w:pPr>
              <w:spacing w:after="0"/>
              <w:rPr>
                <w:rFonts w:ascii="Calibri Light" w:eastAsia="Times New Roman" w:hAnsi="Calibri Light" w:cs="Calibri Light"/>
              </w:rPr>
            </w:pPr>
            <w:r w:rsidRPr="0077395F">
              <w:rPr>
                <w:rFonts w:ascii="Calibri Light" w:eastAsia="Times New Roman" w:hAnsi="Calibri Light" w:cs="Calibri Light"/>
              </w:rPr>
              <w:t xml:space="preserve">Direktorė </w:t>
            </w:r>
          </w:p>
          <w:p w14:paraId="5313F9C6" w14:textId="77777777" w:rsidR="00D7045A" w:rsidRPr="0077395F" w:rsidRDefault="00D7045A" w:rsidP="00B44AA9">
            <w:pPr>
              <w:spacing w:after="0"/>
              <w:rPr>
                <w:rFonts w:ascii="Calibri Light" w:eastAsia="Times New Roman" w:hAnsi="Calibri Light" w:cs="Calibri Light"/>
              </w:rPr>
            </w:pPr>
          </w:p>
          <w:p w14:paraId="6AD16E90" w14:textId="3F5FA399" w:rsidR="00D7045A" w:rsidRPr="0077395F" w:rsidRDefault="00D7045A" w:rsidP="00B44AA9">
            <w:pPr>
              <w:spacing w:after="0"/>
              <w:rPr>
                <w:rFonts w:ascii="Calibri Light" w:eastAsia="Times New Roman" w:hAnsi="Calibri Light" w:cs="Calibri Light"/>
              </w:rPr>
            </w:pPr>
            <w:r w:rsidRPr="0077395F">
              <w:rPr>
                <w:rFonts w:ascii="Calibri Light" w:eastAsia="Times New Roman" w:hAnsi="Calibri Light" w:cs="Calibri Light"/>
              </w:rPr>
              <w:t>Viktorija Rūkštelė</w:t>
            </w:r>
          </w:p>
          <w:p w14:paraId="4572C917" w14:textId="46599ACA" w:rsidR="00711B4B" w:rsidRPr="0077395F" w:rsidRDefault="00711B4B" w:rsidP="004834F7">
            <w:pPr>
              <w:tabs>
                <w:tab w:val="left" w:pos="9630"/>
              </w:tabs>
              <w:rPr>
                <w:rFonts w:ascii="Calibri Light" w:eastAsia="Times New Roman" w:hAnsi="Calibri Light" w:cs="Calibri Light"/>
              </w:rPr>
            </w:pPr>
          </w:p>
        </w:tc>
        <w:tc>
          <w:tcPr>
            <w:tcW w:w="4715" w:type="dxa"/>
          </w:tcPr>
          <w:p w14:paraId="17EC5B6B" w14:textId="77777777" w:rsidR="00711B4B" w:rsidRPr="001953EA" w:rsidRDefault="00711B4B" w:rsidP="004834F7">
            <w:pPr>
              <w:keepNext/>
              <w:tabs>
                <w:tab w:val="left" w:pos="9630"/>
              </w:tabs>
              <w:ind w:right="8"/>
              <w:outlineLvl w:val="0"/>
              <w:rPr>
                <w:rFonts w:ascii="Calibri Light" w:eastAsia="Arial Unicode MS" w:hAnsi="Calibri Light" w:cs="Calibri Light"/>
                <w:b/>
                <w:bCs/>
              </w:rPr>
            </w:pPr>
            <w:r w:rsidRPr="001953EA">
              <w:rPr>
                <w:rFonts w:ascii="Calibri Light" w:eastAsia="Arial Unicode MS" w:hAnsi="Calibri Light" w:cs="Calibri Light"/>
                <w:b/>
                <w:bCs/>
              </w:rPr>
              <w:t>PASLAUGŲ TEIKĖJAS</w:t>
            </w:r>
          </w:p>
          <w:p w14:paraId="2ED78A91" w14:textId="77777777" w:rsidR="00826D7F" w:rsidRPr="00826D7F" w:rsidRDefault="00826D7F" w:rsidP="00826D7F">
            <w:pPr>
              <w:keepNext/>
              <w:tabs>
                <w:tab w:val="left" w:pos="9360"/>
              </w:tabs>
              <w:spacing w:after="0"/>
              <w:outlineLvl w:val="0"/>
              <w:rPr>
                <w:rFonts w:ascii="Calibri Light" w:eastAsia="Times New Roman" w:hAnsi="Calibri Light" w:cs="Calibri Light"/>
                <w:b/>
                <w:bCs/>
                <w:iCs/>
              </w:rPr>
            </w:pPr>
            <w:r w:rsidRPr="00826D7F">
              <w:rPr>
                <w:rFonts w:ascii="Calibri Light" w:eastAsia="Times New Roman" w:hAnsi="Calibri Light" w:cs="Calibri Light"/>
                <w:b/>
                <w:bCs/>
                <w:iCs/>
              </w:rPr>
              <w:t>AB Lietuvos radijo ir televizijos centras</w:t>
            </w:r>
          </w:p>
          <w:p w14:paraId="1DEB9FE4" w14:textId="77777777" w:rsidR="00826D7F" w:rsidRPr="00826D7F" w:rsidRDefault="00826D7F" w:rsidP="00826D7F">
            <w:pPr>
              <w:keepNext/>
              <w:tabs>
                <w:tab w:val="left" w:pos="9360"/>
              </w:tabs>
              <w:spacing w:after="0"/>
              <w:outlineLvl w:val="0"/>
              <w:rPr>
                <w:rFonts w:ascii="Calibri Light" w:eastAsia="Times New Roman" w:hAnsi="Calibri Light" w:cs="Calibri Light"/>
                <w:iCs/>
              </w:rPr>
            </w:pPr>
          </w:p>
          <w:p w14:paraId="73619EAE" w14:textId="77777777" w:rsidR="00826D7F" w:rsidRPr="00826D7F" w:rsidRDefault="00826D7F" w:rsidP="00826D7F">
            <w:pPr>
              <w:keepNext/>
              <w:tabs>
                <w:tab w:val="left" w:pos="9360"/>
              </w:tabs>
              <w:spacing w:after="0"/>
              <w:outlineLvl w:val="0"/>
              <w:rPr>
                <w:rFonts w:ascii="Calibri Light" w:eastAsia="Times New Roman" w:hAnsi="Calibri Light" w:cs="Calibri Light"/>
                <w:iCs/>
              </w:rPr>
            </w:pPr>
          </w:p>
          <w:p w14:paraId="0B00D81C" w14:textId="77777777" w:rsidR="009967CD" w:rsidRPr="009967CD" w:rsidRDefault="009967CD" w:rsidP="00826D7F">
            <w:pPr>
              <w:keepNext/>
              <w:tabs>
                <w:tab w:val="left" w:pos="9360"/>
              </w:tabs>
              <w:spacing w:after="0"/>
              <w:outlineLvl w:val="0"/>
              <w:rPr>
                <w:rFonts w:ascii="Calibri Light" w:eastAsia="Times New Roman" w:hAnsi="Calibri Light" w:cs="Calibri Light"/>
                <w:iCs/>
                <w:sz w:val="16"/>
                <w:szCs w:val="16"/>
              </w:rPr>
            </w:pPr>
          </w:p>
          <w:p w14:paraId="0311638A" w14:textId="3360288F" w:rsidR="00826D7F" w:rsidRPr="00826D7F" w:rsidRDefault="00826D7F" w:rsidP="00826D7F">
            <w:pPr>
              <w:keepNext/>
              <w:tabs>
                <w:tab w:val="left" w:pos="9360"/>
              </w:tabs>
              <w:spacing w:after="0"/>
              <w:outlineLvl w:val="0"/>
              <w:rPr>
                <w:rFonts w:ascii="Calibri Light" w:eastAsia="Times New Roman" w:hAnsi="Calibri Light" w:cs="Calibri Light"/>
                <w:iCs/>
              </w:rPr>
            </w:pPr>
            <w:r w:rsidRPr="00826D7F">
              <w:rPr>
                <w:rFonts w:ascii="Calibri Light" w:eastAsia="Times New Roman" w:hAnsi="Calibri Light" w:cs="Calibri Light"/>
                <w:iCs/>
              </w:rPr>
              <w:t>Duomenys kaupiami ir saugomi Juridinių asmenų registre, kodas 120505210</w:t>
            </w:r>
          </w:p>
          <w:p w14:paraId="4D244F04" w14:textId="77777777" w:rsidR="00826D7F" w:rsidRPr="00826D7F" w:rsidRDefault="00826D7F" w:rsidP="00826D7F">
            <w:pPr>
              <w:keepNext/>
              <w:tabs>
                <w:tab w:val="left" w:pos="9360"/>
              </w:tabs>
              <w:spacing w:after="0"/>
              <w:outlineLvl w:val="0"/>
              <w:rPr>
                <w:rFonts w:ascii="Calibri Light" w:eastAsia="Times New Roman" w:hAnsi="Calibri Light" w:cs="Calibri Light"/>
                <w:iCs/>
              </w:rPr>
            </w:pPr>
            <w:r w:rsidRPr="00826D7F">
              <w:rPr>
                <w:rFonts w:ascii="Calibri Light" w:eastAsia="Times New Roman" w:hAnsi="Calibri Light" w:cs="Calibri Light"/>
                <w:iCs/>
              </w:rPr>
              <w:t>PVM mokėtojo kodas: LT205052113</w:t>
            </w:r>
          </w:p>
          <w:p w14:paraId="04F83AE7" w14:textId="77777777" w:rsidR="00826D7F" w:rsidRPr="00826D7F" w:rsidRDefault="00826D7F" w:rsidP="00826D7F">
            <w:pPr>
              <w:keepNext/>
              <w:tabs>
                <w:tab w:val="left" w:pos="9360"/>
              </w:tabs>
              <w:spacing w:after="0"/>
              <w:outlineLvl w:val="0"/>
              <w:rPr>
                <w:rFonts w:ascii="Calibri Light" w:eastAsia="Times New Roman" w:hAnsi="Calibri Light" w:cs="Calibri Light"/>
                <w:iCs/>
              </w:rPr>
            </w:pPr>
            <w:r w:rsidRPr="00826D7F">
              <w:rPr>
                <w:rFonts w:ascii="Calibri Light" w:eastAsia="Times New Roman" w:hAnsi="Calibri Light" w:cs="Calibri Light"/>
                <w:iCs/>
              </w:rPr>
              <w:t>Sausio 13-osios g. 10, 04347 Vilnius</w:t>
            </w:r>
          </w:p>
          <w:p w14:paraId="41F8705B" w14:textId="77777777" w:rsidR="00826D7F" w:rsidRPr="00826D7F" w:rsidRDefault="00826D7F" w:rsidP="00826D7F">
            <w:pPr>
              <w:keepNext/>
              <w:tabs>
                <w:tab w:val="left" w:pos="9360"/>
              </w:tabs>
              <w:spacing w:after="0"/>
              <w:outlineLvl w:val="0"/>
              <w:rPr>
                <w:rFonts w:ascii="Calibri Light" w:eastAsia="Times New Roman" w:hAnsi="Calibri Light" w:cs="Calibri Light"/>
                <w:iCs/>
              </w:rPr>
            </w:pPr>
            <w:r w:rsidRPr="00826D7F">
              <w:rPr>
                <w:rFonts w:ascii="Calibri Light" w:eastAsia="Times New Roman" w:hAnsi="Calibri Light" w:cs="Calibri Light"/>
                <w:iCs/>
              </w:rPr>
              <w:t xml:space="preserve">Tel.: +370 5 2040300 </w:t>
            </w:r>
          </w:p>
          <w:p w14:paraId="72FB34FD" w14:textId="77777777" w:rsidR="00826D7F" w:rsidRPr="00826D7F" w:rsidRDefault="00826D7F" w:rsidP="00826D7F">
            <w:pPr>
              <w:keepNext/>
              <w:tabs>
                <w:tab w:val="left" w:pos="9360"/>
              </w:tabs>
              <w:spacing w:after="0"/>
              <w:outlineLvl w:val="0"/>
              <w:rPr>
                <w:rFonts w:ascii="Calibri Light" w:eastAsia="Times New Roman" w:hAnsi="Calibri Light" w:cs="Calibri Light"/>
                <w:iCs/>
              </w:rPr>
            </w:pPr>
            <w:r w:rsidRPr="00826D7F">
              <w:rPr>
                <w:rFonts w:ascii="Calibri Light" w:eastAsia="Times New Roman" w:hAnsi="Calibri Light" w:cs="Calibri Light"/>
                <w:iCs/>
              </w:rPr>
              <w:t xml:space="preserve">El. paštas: info@telecentras.lt    </w:t>
            </w:r>
          </w:p>
          <w:p w14:paraId="2A2CB743" w14:textId="77777777" w:rsidR="00826D7F" w:rsidRPr="00826D7F" w:rsidRDefault="00826D7F" w:rsidP="00826D7F">
            <w:pPr>
              <w:keepNext/>
              <w:tabs>
                <w:tab w:val="left" w:pos="9360"/>
              </w:tabs>
              <w:spacing w:after="0"/>
              <w:outlineLvl w:val="0"/>
              <w:rPr>
                <w:rFonts w:ascii="Calibri Light" w:eastAsia="Times New Roman" w:hAnsi="Calibri Light" w:cs="Calibri Light"/>
                <w:iCs/>
              </w:rPr>
            </w:pPr>
            <w:r w:rsidRPr="00826D7F">
              <w:rPr>
                <w:rFonts w:ascii="Calibri Light" w:eastAsia="Times New Roman" w:hAnsi="Calibri Light" w:cs="Calibri Light"/>
                <w:iCs/>
              </w:rPr>
              <w:t>A. s. LT72 7300 0101 6599 2144</w:t>
            </w:r>
          </w:p>
          <w:p w14:paraId="107F47CE" w14:textId="77777777" w:rsidR="00826D7F" w:rsidRPr="00826D7F" w:rsidRDefault="00826D7F" w:rsidP="00826D7F">
            <w:pPr>
              <w:keepNext/>
              <w:tabs>
                <w:tab w:val="left" w:pos="9360"/>
              </w:tabs>
              <w:spacing w:after="0"/>
              <w:outlineLvl w:val="0"/>
              <w:rPr>
                <w:rFonts w:ascii="Calibri Light" w:eastAsia="Times New Roman" w:hAnsi="Calibri Light" w:cs="Calibri Light"/>
                <w:iCs/>
              </w:rPr>
            </w:pPr>
            <w:r w:rsidRPr="00826D7F">
              <w:rPr>
                <w:rFonts w:ascii="Calibri Light" w:eastAsia="Times New Roman" w:hAnsi="Calibri Light" w:cs="Calibri Light"/>
                <w:iCs/>
              </w:rPr>
              <w:t xml:space="preserve">Bankas: AB Swedbank  </w:t>
            </w:r>
          </w:p>
          <w:p w14:paraId="65431E10" w14:textId="7DF261BB" w:rsidR="005504E2" w:rsidRDefault="00826D7F" w:rsidP="00826D7F">
            <w:pPr>
              <w:keepNext/>
              <w:tabs>
                <w:tab w:val="left" w:pos="9360"/>
              </w:tabs>
              <w:spacing w:after="0"/>
              <w:outlineLvl w:val="0"/>
              <w:rPr>
                <w:rFonts w:ascii="Calibri Light" w:eastAsia="Times New Roman" w:hAnsi="Calibri Light" w:cs="Calibri Light"/>
                <w:iCs/>
              </w:rPr>
            </w:pPr>
            <w:r w:rsidRPr="00826D7F">
              <w:rPr>
                <w:rFonts w:ascii="Calibri Light" w:eastAsia="Times New Roman" w:hAnsi="Calibri Light" w:cs="Calibri Light"/>
                <w:iCs/>
              </w:rPr>
              <w:t>Banko kodas: 73000</w:t>
            </w:r>
          </w:p>
          <w:p w14:paraId="055725E7" w14:textId="77777777" w:rsidR="00ED1BF2" w:rsidRPr="009967CD" w:rsidRDefault="00ED1BF2" w:rsidP="00826D7F">
            <w:pPr>
              <w:keepNext/>
              <w:tabs>
                <w:tab w:val="left" w:pos="9360"/>
              </w:tabs>
              <w:spacing w:after="0"/>
              <w:outlineLvl w:val="0"/>
              <w:rPr>
                <w:rFonts w:ascii="Calibri Light" w:eastAsia="Times New Roman" w:hAnsi="Calibri Light" w:cs="Calibri Light"/>
                <w:iCs/>
                <w:sz w:val="16"/>
                <w:szCs w:val="16"/>
                <w:highlight w:val="lightGray"/>
              </w:rPr>
            </w:pPr>
          </w:p>
          <w:p w14:paraId="6B6A463D" w14:textId="77777777" w:rsidR="00494EEF" w:rsidRDefault="00494EEF" w:rsidP="005504E2">
            <w:pPr>
              <w:keepNext/>
              <w:tabs>
                <w:tab w:val="left" w:pos="9360"/>
              </w:tabs>
              <w:spacing w:after="0"/>
              <w:outlineLvl w:val="0"/>
              <w:rPr>
                <w:rFonts w:ascii="Calibri Light" w:eastAsia="Times New Roman" w:hAnsi="Calibri Light" w:cs="Calibri Light"/>
              </w:rPr>
            </w:pPr>
            <w:r>
              <w:rPr>
                <w:rFonts w:ascii="Calibri Light" w:eastAsia="Times New Roman" w:hAnsi="Calibri Light" w:cs="Calibri Light"/>
              </w:rPr>
              <w:t>G</w:t>
            </w:r>
            <w:r w:rsidRPr="00494EEF">
              <w:rPr>
                <w:rFonts w:ascii="Calibri Light" w:eastAsia="Times New Roman" w:hAnsi="Calibri Light" w:cs="Calibri Light"/>
              </w:rPr>
              <w:t xml:space="preserve">eneralinis direktorius </w:t>
            </w:r>
          </w:p>
          <w:p w14:paraId="3F720491" w14:textId="77777777" w:rsidR="00494EEF" w:rsidRPr="009967CD" w:rsidRDefault="00494EEF" w:rsidP="005504E2">
            <w:pPr>
              <w:keepNext/>
              <w:tabs>
                <w:tab w:val="left" w:pos="9360"/>
              </w:tabs>
              <w:spacing w:after="0"/>
              <w:outlineLvl w:val="0"/>
              <w:rPr>
                <w:rFonts w:ascii="Calibri Light" w:eastAsia="Times New Roman" w:hAnsi="Calibri Light" w:cs="Calibri Light"/>
                <w:sz w:val="16"/>
                <w:szCs w:val="16"/>
              </w:rPr>
            </w:pPr>
          </w:p>
          <w:p w14:paraId="7353A881" w14:textId="304A79D0" w:rsidR="00711B4B" w:rsidRPr="00837591" w:rsidRDefault="00494EEF" w:rsidP="005504E2">
            <w:pPr>
              <w:keepNext/>
              <w:tabs>
                <w:tab w:val="left" w:pos="9360"/>
              </w:tabs>
              <w:spacing w:after="0"/>
              <w:outlineLvl w:val="0"/>
              <w:rPr>
                <w:rFonts w:ascii="Calibri Light" w:eastAsia="Times New Roman" w:hAnsi="Calibri Light" w:cs="Calibri Light"/>
                <w:iCs/>
              </w:rPr>
            </w:pPr>
            <w:r w:rsidRPr="00494EEF">
              <w:rPr>
                <w:rFonts w:ascii="Calibri Light" w:eastAsia="Times New Roman" w:hAnsi="Calibri Light" w:cs="Calibri Light"/>
              </w:rPr>
              <w:t xml:space="preserve">Remigijus </w:t>
            </w:r>
            <w:proofErr w:type="spellStart"/>
            <w:r w:rsidRPr="00494EEF">
              <w:rPr>
                <w:rFonts w:ascii="Calibri Light" w:eastAsia="Times New Roman" w:hAnsi="Calibri Light" w:cs="Calibri Light"/>
              </w:rPr>
              <w:t>Šeri</w:t>
            </w:r>
            <w:r>
              <w:rPr>
                <w:rFonts w:ascii="Calibri Light" w:eastAsia="Times New Roman" w:hAnsi="Calibri Light" w:cs="Calibri Light"/>
              </w:rPr>
              <w:t>s</w:t>
            </w:r>
            <w:proofErr w:type="spellEnd"/>
          </w:p>
        </w:tc>
      </w:tr>
    </w:tbl>
    <w:p w14:paraId="3AF8BE67" w14:textId="77777777" w:rsidR="00711B4B" w:rsidRPr="00A95CC3" w:rsidRDefault="00711B4B" w:rsidP="00711B4B">
      <w:pPr>
        <w:widowControl w:val="0"/>
        <w:suppressAutoHyphens/>
        <w:jc w:val="center"/>
        <w:rPr>
          <w:rFonts w:ascii="Calibri Light" w:hAnsi="Calibri Light" w:cs="Calibri Light"/>
          <w:lang w:eastAsia="lt-LT"/>
        </w:rPr>
      </w:pPr>
    </w:p>
    <w:p w14:paraId="2E7524B7" w14:textId="77777777" w:rsidR="00F716D8" w:rsidRPr="00A95CC3" w:rsidRDefault="00F716D8" w:rsidP="00711B4B">
      <w:pPr>
        <w:suppressAutoHyphens/>
        <w:jc w:val="center"/>
        <w:rPr>
          <w:rFonts w:ascii="Calibri Light" w:hAnsi="Calibri Light" w:cs="Calibri Light"/>
        </w:rPr>
      </w:pPr>
    </w:p>
    <w:sectPr w:rsidR="00F716D8" w:rsidRPr="00A95CC3" w:rsidSect="007A6859">
      <w:footerReference w:type="default" r:id="rId15"/>
      <w:pgSz w:w="11907" w:h="16839" w:code="9"/>
      <w:pgMar w:top="1134" w:right="567" w:bottom="1134" w:left="1701" w:header="567"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06D77" w14:textId="77777777" w:rsidR="005B6EDC" w:rsidRPr="00CC0D8E" w:rsidRDefault="005B6EDC">
      <w:pPr>
        <w:spacing w:after="0" w:line="240" w:lineRule="auto"/>
      </w:pPr>
      <w:r w:rsidRPr="00CC0D8E">
        <w:separator/>
      </w:r>
    </w:p>
  </w:endnote>
  <w:endnote w:type="continuationSeparator" w:id="0">
    <w:p w14:paraId="2F30CC66" w14:textId="77777777" w:rsidR="005B6EDC" w:rsidRPr="00CC0D8E" w:rsidRDefault="005B6EDC">
      <w:pPr>
        <w:spacing w:after="0" w:line="240" w:lineRule="auto"/>
      </w:pPr>
      <w:r w:rsidRPr="00CC0D8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altName w:val="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TimesLT">
    <w:altName w:val="Times New Roman"/>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827370"/>
      <w:docPartObj>
        <w:docPartGallery w:val="Page Numbers (Bottom of Page)"/>
        <w:docPartUnique/>
      </w:docPartObj>
    </w:sdtPr>
    <w:sdtEndPr/>
    <w:sdtContent>
      <w:sdt>
        <w:sdtPr>
          <w:id w:val="860082579"/>
          <w:docPartObj>
            <w:docPartGallery w:val="Page Numbers (Top of Page)"/>
            <w:docPartUnique/>
          </w:docPartObj>
        </w:sdtPr>
        <w:sdtEndPr/>
        <w:sdtContent>
          <w:p w14:paraId="7258F85D" w14:textId="6926F476" w:rsidR="00341730" w:rsidRPr="00CC0D8E" w:rsidRDefault="00341730" w:rsidP="003D5439">
            <w:pPr>
              <w:pStyle w:val="Porat"/>
              <w:ind w:right="-1"/>
              <w:jc w:val="right"/>
            </w:pPr>
            <w:r w:rsidRPr="00CC0D8E">
              <w:rPr>
                <w:rFonts w:ascii="Calibri Light" w:hAnsi="Calibri Light" w:cs="Calibri Light"/>
                <w:bCs/>
                <w:sz w:val="24"/>
                <w:szCs w:val="24"/>
              </w:rPr>
              <w:fldChar w:fldCharType="begin"/>
            </w:r>
            <w:r w:rsidRPr="00CC0D8E">
              <w:rPr>
                <w:rFonts w:ascii="Calibri Light" w:hAnsi="Calibri Light" w:cs="Calibri Light"/>
                <w:bCs/>
              </w:rPr>
              <w:instrText>PAGE</w:instrText>
            </w:r>
            <w:r w:rsidRPr="00CC0D8E">
              <w:rPr>
                <w:rFonts w:ascii="Calibri Light" w:hAnsi="Calibri Light" w:cs="Calibri Light"/>
                <w:bCs/>
                <w:sz w:val="24"/>
                <w:szCs w:val="24"/>
              </w:rPr>
              <w:fldChar w:fldCharType="separate"/>
            </w:r>
            <w:r w:rsidR="00E90722" w:rsidRPr="00CC0D8E">
              <w:rPr>
                <w:rFonts w:ascii="Calibri Light" w:hAnsi="Calibri Light" w:cs="Calibri Light"/>
                <w:bCs/>
              </w:rPr>
              <w:t>1</w:t>
            </w:r>
            <w:r w:rsidRPr="00CC0D8E">
              <w:rPr>
                <w:rFonts w:ascii="Calibri Light" w:hAnsi="Calibri Light" w:cs="Calibri Light"/>
                <w:bCs/>
                <w:sz w:val="24"/>
                <w:szCs w:val="24"/>
              </w:rPr>
              <w:fldChar w:fldCharType="end"/>
            </w:r>
            <w:r w:rsidRPr="00CC0D8E">
              <w:rPr>
                <w:rFonts w:ascii="Calibri Light" w:hAnsi="Calibri Light" w:cs="Calibri Light"/>
              </w:rPr>
              <w:t>/</w:t>
            </w:r>
            <w:r w:rsidRPr="00CC0D8E">
              <w:rPr>
                <w:rFonts w:ascii="Calibri Light" w:hAnsi="Calibri Light" w:cs="Calibri Light"/>
                <w:bCs/>
                <w:sz w:val="24"/>
                <w:szCs w:val="24"/>
              </w:rPr>
              <w:fldChar w:fldCharType="begin"/>
            </w:r>
            <w:r w:rsidRPr="00CC0D8E">
              <w:rPr>
                <w:rFonts w:ascii="Calibri Light" w:hAnsi="Calibri Light" w:cs="Calibri Light"/>
                <w:bCs/>
              </w:rPr>
              <w:instrText>NUMPAGES</w:instrText>
            </w:r>
            <w:r w:rsidRPr="00CC0D8E">
              <w:rPr>
                <w:rFonts w:ascii="Calibri Light" w:hAnsi="Calibri Light" w:cs="Calibri Light"/>
                <w:bCs/>
                <w:sz w:val="24"/>
                <w:szCs w:val="24"/>
              </w:rPr>
              <w:fldChar w:fldCharType="separate"/>
            </w:r>
            <w:r w:rsidR="00E90722" w:rsidRPr="00CC0D8E">
              <w:rPr>
                <w:rFonts w:ascii="Calibri Light" w:hAnsi="Calibri Light" w:cs="Calibri Light"/>
                <w:bCs/>
              </w:rPr>
              <w:t>1</w:t>
            </w:r>
            <w:r w:rsidRPr="00CC0D8E">
              <w:rPr>
                <w:rFonts w:ascii="Calibri Light" w:hAnsi="Calibri Light" w:cs="Calibri Light"/>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4325D" w14:textId="77777777" w:rsidR="005B6EDC" w:rsidRPr="00CC0D8E" w:rsidRDefault="005B6EDC">
      <w:pPr>
        <w:spacing w:after="0" w:line="240" w:lineRule="auto"/>
      </w:pPr>
      <w:r w:rsidRPr="00CC0D8E">
        <w:separator/>
      </w:r>
    </w:p>
  </w:footnote>
  <w:footnote w:type="continuationSeparator" w:id="0">
    <w:p w14:paraId="407EF194" w14:textId="77777777" w:rsidR="005B6EDC" w:rsidRPr="00CC0D8E" w:rsidRDefault="005B6EDC">
      <w:pPr>
        <w:spacing w:after="0" w:line="240" w:lineRule="auto"/>
      </w:pPr>
      <w:r w:rsidRPr="00CC0D8E">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1A8346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3452797"/>
    <w:multiLevelType w:val="multilevel"/>
    <w:tmpl w:val="9DB25E18"/>
    <w:lvl w:ilvl="0">
      <w:start w:val="1"/>
      <w:numFmt w:val="decimal"/>
      <w:lvlText w:val="%1."/>
      <w:lvlJc w:val="left"/>
      <w:pPr>
        <w:ind w:left="1637" w:hanging="360"/>
      </w:pPr>
      <w:rPr>
        <w:b w:val="0"/>
      </w:rPr>
    </w:lvl>
    <w:lvl w:ilvl="1">
      <w:start w:val="1"/>
      <w:numFmt w:val="decimal"/>
      <w:lvlText w:val="%1.%2."/>
      <w:lvlJc w:val="left"/>
      <w:pPr>
        <w:ind w:left="2069" w:hanging="432"/>
      </w:pPr>
    </w:lvl>
    <w:lvl w:ilvl="2">
      <w:start w:val="1"/>
      <w:numFmt w:val="decimal"/>
      <w:lvlText w:val="%1.%2.%3."/>
      <w:lvlJc w:val="left"/>
      <w:pPr>
        <w:ind w:left="2501" w:hanging="504"/>
      </w:pPr>
    </w:lvl>
    <w:lvl w:ilvl="3">
      <w:start w:val="1"/>
      <w:numFmt w:val="decimal"/>
      <w:lvlText w:val="%1.%2.%3.%4."/>
      <w:lvlJc w:val="left"/>
      <w:pPr>
        <w:ind w:left="3005" w:hanging="648"/>
      </w:pPr>
    </w:lvl>
    <w:lvl w:ilvl="4">
      <w:start w:val="1"/>
      <w:numFmt w:val="decimal"/>
      <w:lvlText w:val="%1.%2.%3.%4.%5."/>
      <w:lvlJc w:val="left"/>
      <w:pPr>
        <w:ind w:left="3509" w:hanging="792"/>
      </w:pPr>
    </w:lvl>
    <w:lvl w:ilvl="5">
      <w:start w:val="1"/>
      <w:numFmt w:val="decimal"/>
      <w:lvlText w:val="%1.%2.%3.%4.%5.%6."/>
      <w:lvlJc w:val="left"/>
      <w:pPr>
        <w:ind w:left="4013" w:hanging="936"/>
      </w:pPr>
    </w:lvl>
    <w:lvl w:ilvl="6">
      <w:start w:val="1"/>
      <w:numFmt w:val="decimal"/>
      <w:lvlText w:val="%1.%2.%3.%4.%5.%6.%7."/>
      <w:lvlJc w:val="left"/>
      <w:pPr>
        <w:ind w:left="4517" w:hanging="1080"/>
      </w:pPr>
    </w:lvl>
    <w:lvl w:ilvl="7">
      <w:start w:val="1"/>
      <w:numFmt w:val="decimal"/>
      <w:lvlText w:val="%1.%2.%3.%4.%5.%6.%7.%8."/>
      <w:lvlJc w:val="left"/>
      <w:pPr>
        <w:ind w:left="5021" w:hanging="1224"/>
      </w:pPr>
    </w:lvl>
    <w:lvl w:ilvl="8">
      <w:start w:val="1"/>
      <w:numFmt w:val="decimal"/>
      <w:lvlText w:val="%1.%2.%3.%4.%5.%6.%7.%8.%9."/>
      <w:lvlJc w:val="left"/>
      <w:pPr>
        <w:ind w:left="5597" w:hanging="1440"/>
      </w:pPr>
    </w:lvl>
  </w:abstractNum>
  <w:abstractNum w:abstractNumId="7" w15:restartNumberingAfterBreak="0">
    <w:nsid w:val="07D7624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B613EE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DC74690"/>
    <w:multiLevelType w:val="multilevel"/>
    <w:tmpl w:val="9ECA194C"/>
    <w:lvl w:ilvl="0">
      <w:start w:val="7"/>
      <w:numFmt w:val="decimal"/>
      <w:lvlText w:val="%1."/>
      <w:lvlJc w:val="left"/>
      <w:pPr>
        <w:ind w:left="360" w:hanging="360"/>
      </w:pPr>
      <w:rPr>
        <w:rFonts w:hint="default"/>
        <w:i w:val="0"/>
      </w:rPr>
    </w:lvl>
    <w:lvl w:ilvl="1">
      <w:start w:val="1"/>
      <w:numFmt w:val="decimal"/>
      <w:lvlText w:val="%1.%2."/>
      <w:lvlJc w:val="left"/>
      <w:pPr>
        <w:ind w:left="720" w:hanging="360"/>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10" w15:restartNumberingAfterBreak="0">
    <w:nsid w:val="19865DA3"/>
    <w:multiLevelType w:val="multilevel"/>
    <w:tmpl w:val="25FCAAAC"/>
    <w:lvl w:ilvl="0">
      <w:start w:val="1"/>
      <w:numFmt w:val="decimal"/>
      <w:lvlText w:val="%1."/>
      <w:lvlJc w:val="left"/>
      <w:pPr>
        <w:ind w:left="456" w:hanging="456"/>
      </w:pPr>
      <w:rPr>
        <w:rFonts w:hint="default"/>
      </w:rPr>
    </w:lvl>
    <w:lvl w:ilvl="1">
      <w:start w:val="1"/>
      <w:numFmt w:val="decimal"/>
      <w:lvlText w:val="%1.%2."/>
      <w:lvlJc w:val="left"/>
      <w:pPr>
        <w:ind w:left="1023" w:hanging="456"/>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1A21245A"/>
    <w:multiLevelType w:val="multilevel"/>
    <w:tmpl w:val="4EC2BCD0"/>
    <w:lvl w:ilvl="0">
      <w:start w:val="8"/>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B5E13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0C67E8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0E411D2"/>
    <w:multiLevelType w:val="multilevel"/>
    <w:tmpl w:val="A846F520"/>
    <w:lvl w:ilvl="0">
      <w:start w:val="8"/>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6" w15:restartNumberingAfterBreak="0">
    <w:nsid w:val="23714ED3"/>
    <w:multiLevelType w:val="multilevel"/>
    <w:tmpl w:val="9716B632"/>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8F44898"/>
    <w:multiLevelType w:val="hybridMultilevel"/>
    <w:tmpl w:val="5D86473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C660ACC"/>
    <w:multiLevelType w:val="multilevel"/>
    <w:tmpl w:val="47502DE8"/>
    <w:lvl w:ilvl="0">
      <w:start w:val="1"/>
      <w:numFmt w:val="decimal"/>
      <w:lvlText w:val="%1."/>
      <w:lvlJc w:val="left"/>
      <w:pPr>
        <w:ind w:left="720" w:hanging="360"/>
      </w:pPr>
      <w:rPr>
        <w:rFonts w:cs="Times New Roman"/>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9" w15:restartNumberingAfterBreak="0">
    <w:nsid w:val="2F7E40EB"/>
    <w:multiLevelType w:val="multilevel"/>
    <w:tmpl w:val="EBF8490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0682FFA"/>
    <w:multiLevelType w:val="multilevel"/>
    <w:tmpl w:val="8844132A"/>
    <w:lvl w:ilvl="0">
      <w:start w:val="7"/>
      <w:numFmt w:val="decimal"/>
      <w:lvlText w:val="%1."/>
      <w:lvlJc w:val="left"/>
      <w:pPr>
        <w:ind w:left="365" w:hanging="360"/>
      </w:pPr>
      <w:rPr>
        <w:rFonts w:hint="default"/>
      </w:rPr>
    </w:lvl>
    <w:lvl w:ilvl="1">
      <w:start w:val="1"/>
      <w:numFmt w:val="decimal"/>
      <w:lvlText w:val="%1.%2."/>
      <w:lvlJc w:val="left"/>
      <w:pPr>
        <w:ind w:left="1000" w:hanging="432"/>
      </w:pPr>
      <w:rPr>
        <w:rFonts w:hint="default"/>
        <w:i w:val="0"/>
        <w:iCs/>
      </w:rPr>
    </w:lvl>
    <w:lvl w:ilvl="2">
      <w:start w:val="1"/>
      <w:numFmt w:val="decimal"/>
      <w:lvlText w:val="%1.%2.%3."/>
      <w:lvlJc w:val="left"/>
      <w:pPr>
        <w:ind w:left="1229" w:hanging="504"/>
      </w:pPr>
      <w:rPr>
        <w:rFonts w:hint="default"/>
      </w:rPr>
    </w:lvl>
    <w:lvl w:ilvl="3">
      <w:start w:val="1"/>
      <w:numFmt w:val="decimal"/>
      <w:lvlText w:val="%1.%2.%3.%4."/>
      <w:lvlJc w:val="left"/>
      <w:pPr>
        <w:ind w:left="1733" w:hanging="648"/>
      </w:pPr>
      <w:rPr>
        <w:rFonts w:hint="default"/>
      </w:rPr>
    </w:lvl>
    <w:lvl w:ilvl="4">
      <w:start w:val="1"/>
      <w:numFmt w:val="decimal"/>
      <w:lvlText w:val="%1.%2.%3.%4.%5."/>
      <w:lvlJc w:val="left"/>
      <w:pPr>
        <w:ind w:left="2237" w:hanging="792"/>
      </w:pPr>
      <w:rPr>
        <w:rFonts w:hint="default"/>
      </w:rPr>
    </w:lvl>
    <w:lvl w:ilvl="5">
      <w:start w:val="1"/>
      <w:numFmt w:val="decimal"/>
      <w:lvlText w:val="%1.%2.%3.%4.%5.%6."/>
      <w:lvlJc w:val="left"/>
      <w:pPr>
        <w:ind w:left="2741" w:hanging="936"/>
      </w:pPr>
      <w:rPr>
        <w:rFonts w:hint="default"/>
      </w:rPr>
    </w:lvl>
    <w:lvl w:ilvl="6">
      <w:start w:val="1"/>
      <w:numFmt w:val="decimal"/>
      <w:lvlText w:val="%1.%2.%3.%4.%5.%6.%7."/>
      <w:lvlJc w:val="left"/>
      <w:pPr>
        <w:ind w:left="3245" w:hanging="1080"/>
      </w:pPr>
      <w:rPr>
        <w:rFonts w:hint="default"/>
      </w:rPr>
    </w:lvl>
    <w:lvl w:ilvl="7">
      <w:start w:val="1"/>
      <w:numFmt w:val="decimal"/>
      <w:lvlText w:val="%1.%2.%3.%4.%5.%6.%7.%8."/>
      <w:lvlJc w:val="left"/>
      <w:pPr>
        <w:ind w:left="3749" w:hanging="1224"/>
      </w:pPr>
      <w:rPr>
        <w:rFonts w:hint="default"/>
      </w:rPr>
    </w:lvl>
    <w:lvl w:ilvl="8">
      <w:start w:val="1"/>
      <w:numFmt w:val="decimal"/>
      <w:lvlText w:val="%1.%2.%3.%4.%5.%6.%7.%8.%9."/>
      <w:lvlJc w:val="left"/>
      <w:pPr>
        <w:ind w:left="4325" w:hanging="1440"/>
      </w:pPr>
      <w:rPr>
        <w:rFonts w:hint="default"/>
      </w:rPr>
    </w:lvl>
  </w:abstractNum>
  <w:abstractNum w:abstractNumId="21" w15:restartNumberingAfterBreak="0">
    <w:nsid w:val="309A4E24"/>
    <w:multiLevelType w:val="hybridMultilevel"/>
    <w:tmpl w:val="4B1E4FDC"/>
    <w:lvl w:ilvl="0" w:tplc="07FEF584">
      <w:start w:val="1"/>
      <w:numFmt w:val="decimal"/>
      <w:lvlText w:val="1.%1."/>
      <w:lvlJc w:val="left"/>
      <w:pPr>
        <w:ind w:left="720" w:hanging="360"/>
      </w:pPr>
      <w:rPr>
        <w:rFonts w:cs="Times New Roman" w:hint="default"/>
      </w:rPr>
    </w:lvl>
    <w:lvl w:ilvl="1" w:tplc="D29EB644">
      <w:start w:val="1"/>
      <w:numFmt w:val="decimal"/>
      <w:lvlText w:val="1.%2."/>
      <w:lvlJc w:val="left"/>
      <w:pPr>
        <w:ind w:left="1440" w:hanging="360"/>
      </w:pPr>
      <w:rPr>
        <w:rFonts w:cs="Times New Roman" w:hint="default"/>
      </w:rPr>
    </w:lvl>
    <w:lvl w:ilvl="2" w:tplc="94B45E3A">
      <w:start w:val="1"/>
      <w:numFmt w:val="decimal"/>
      <w:lvlText w:val="1.1.%3."/>
      <w:lvlJc w:val="left"/>
      <w:pPr>
        <w:ind w:left="2160" w:hanging="180"/>
      </w:pPr>
      <w:rPr>
        <w:rFonts w:cs="Times New Roman" w:hint="default"/>
        <w:color w:val="auto"/>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2" w15:restartNumberingAfterBreak="0">
    <w:nsid w:val="3244055E"/>
    <w:multiLevelType w:val="hybridMultilevel"/>
    <w:tmpl w:val="A552DC4C"/>
    <w:lvl w:ilvl="0" w:tplc="7E1A301A">
      <w:start w:val="1"/>
      <w:numFmt w:val="decimal"/>
      <w:lvlText w:val="2.%1."/>
      <w:lvlJc w:val="left"/>
      <w:pPr>
        <w:ind w:left="1287" w:hanging="360"/>
      </w:pPr>
      <w:rPr>
        <w:rFonts w:cs="Times New Roman" w:hint="default"/>
      </w:rPr>
    </w:lvl>
    <w:lvl w:ilvl="1" w:tplc="04270019" w:tentative="1">
      <w:start w:val="1"/>
      <w:numFmt w:val="lowerLetter"/>
      <w:lvlText w:val="%2."/>
      <w:lvlJc w:val="left"/>
      <w:pPr>
        <w:ind w:left="2007" w:hanging="360"/>
      </w:pPr>
      <w:rPr>
        <w:rFonts w:cs="Times New Roman"/>
      </w:rPr>
    </w:lvl>
    <w:lvl w:ilvl="2" w:tplc="0427001B" w:tentative="1">
      <w:start w:val="1"/>
      <w:numFmt w:val="lowerRoman"/>
      <w:lvlText w:val="%3."/>
      <w:lvlJc w:val="right"/>
      <w:pPr>
        <w:ind w:left="2727" w:hanging="180"/>
      </w:pPr>
      <w:rPr>
        <w:rFonts w:cs="Times New Roman"/>
      </w:rPr>
    </w:lvl>
    <w:lvl w:ilvl="3" w:tplc="0427000F" w:tentative="1">
      <w:start w:val="1"/>
      <w:numFmt w:val="decimal"/>
      <w:lvlText w:val="%4."/>
      <w:lvlJc w:val="left"/>
      <w:pPr>
        <w:ind w:left="3447" w:hanging="360"/>
      </w:pPr>
      <w:rPr>
        <w:rFonts w:cs="Times New Roman"/>
      </w:rPr>
    </w:lvl>
    <w:lvl w:ilvl="4" w:tplc="04270019" w:tentative="1">
      <w:start w:val="1"/>
      <w:numFmt w:val="lowerLetter"/>
      <w:lvlText w:val="%5."/>
      <w:lvlJc w:val="left"/>
      <w:pPr>
        <w:ind w:left="4167" w:hanging="360"/>
      </w:pPr>
      <w:rPr>
        <w:rFonts w:cs="Times New Roman"/>
      </w:rPr>
    </w:lvl>
    <w:lvl w:ilvl="5" w:tplc="0427001B" w:tentative="1">
      <w:start w:val="1"/>
      <w:numFmt w:val="lowerRoman"/>
      <w:lvlText w:val="%6."/>
      <w:lvlJc w:val="right"/>
      <w:pPr>
        <w:ind w:left="4887" w:hanging="180"/>
      </w:pPr>
      <w:rPr>
        <w:rFonts w:cs="Times New Roman"/>
      </w:rPr>
    </w:lvl>
    <w:lvl w:ilvl="6" w:tplc="0427000F" w:tentative="1">
      <w:start w:val="1"/>
      <w:numFmt w:val="decimal"/>
      <w:lvlText w:val="%7."/>
      <w:lvlJc w:val="left"/>
      <w:pPr>
        <w:ind w:left="5607" w:hanging="360"/>
      </w:pPr>
      <w:rPr>
        <w:rFonts w:cs="Times New Roman"/>
      </w:rPr>
    </w:lvl>
    <w:lvl w:ilvl="7" w:tplc="04270019" w:tentative="1">
      <w:start w:val="1"/>
      <w:numFmt w:val="lowerLetter"/>
      <w:lvlText w:val="%8."/>
      <w:lvlJc w:val="left"/>
      <w:pPr>
        <w:ind w:left="6327" w:hanging="360"/>
      </w:pPr>
      <w:rPr>
        <w:rFonts w:cs="Times New Roman"/>
      </w:rPr>
    </w:lvl>
    <w:lvl w:ilvl="8" w:tplc="0427001B" w:tentative="1">
      <w:start w:val="1"/>
      <w:numFmt w:val="lowerRoman"/>
      <w:lvlText w:val="%9."/>
      <w:lvlJc w:val="right"/>
      <w:pPr>
        <w:ind w:left="7047" w:hanging="180"/>
      </w:pPr>
      <w:rPr>
        <w:rFonts w:cs="Times New Roman"/>
      </w:rPr>
    </w:lvl>
  </w:abstractNum>
  <w:abstractNum w:abstractNumId="23" w15:restartNumberingAfterBreak="0">
    <w:nsid w:val="34B95FF7"/>
    <w:multiLevelType w:val="hybridMultilevel"/>
    <w:tmpl w:val="83EC6FF4"/>
    <w:lvl w:ilvl="0" w:tplc="04270019">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A6A254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D3A15EC"/>
    <w:multiLevelType w:val="multilevel"/>
    <w:tmpl w:val="EFDC79E6"/>
    <w:lvl w:ilvl="0">
      <w:start w:val="1"/>
      <w:numFmt w:val="decimal"/>
      <w:lvlText w:val="%1."/>
      <w:lvlJc w:val="left"/>
      <w:pPr>
        <w:ind w:left="720" w:hanging="360"/>
      </w:pPr>
      <w:rPr>
        <w:rFonts w:cs="Times New Roman"/>
      </w:rPr>
    </w:lvl>
    <w:lvl w:ilvl="1">
      <w:start w:val="1"/>
      <w:numFmt w:val="decimal"/>
      <w:isLgl/>
      <w:lvlText w:val="%1.%2."/>
      <w:lvlJc w:val="left"/>
      <w:pPr>
        <w:ind w:left="780" w:hanging="420"/>
      </w:pPr>
      <w:rPr>
        <w:rFonts w:cs="Times New Roman" w:hint="default"/>
        <w:i w:val="0"/>
        <w:iCs w:val="0"/>
        <w:color w:val="auto"/>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7" w15:restartNumberingAfterBreak="0">
    <w:nsid w:val="3DFA6EFB"/>
    <w:multiLevelType w:val="hybridMultilevel"/>
    <w:tmpl w:val="D48ECFB8"/>
    <w:lvl w:ilvl="0" w:tplc="580C1B0C">
      <w:start w:val="1"/>
      <w:numFmt w:val="decimal"/>
      <w:lvlText w:val="3.%1."/>
      <w:lvlJc w:val="left"/>
      <w:pPr>
        <w:ind w:left="840" w:hanging="360"/>
      </w:pPr>
      <w:rPr>
        <w:rFonts w:cs="Times New Roman" w:hint="default"/>
        <w:color w:val="auto"/>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8" w15:restartNumberingAfterBreak="0">
    <w:nsid w:val="3F240FF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3DE70B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8CE537C"/>
    <w:multiLevelType w:val="hybridMultilevel"/>
    <w:tmpl w:val="2A625916"/>
    <w:lvl w:ilvl="0" w:tplc="39F0386E">
      <w:start w:val="1"/>
      <w:numFmt w:val="decimal"/>
      <w:lvlText w:val="1.%1."/>
      <w:lvlJc w:val="left"/>
      <w:pPr>
        <w:ind w:left="720" w:hanging="360"/>
      </w:pPr>
      <w:rPr>
        <w:rFonts w:cs="Times New Roman" w:hint="default"/>
        <w:b w:val="0"/>
        <w:bCs w:val="0"/>
        <w:i w:val="0"/>
        <w:iCs w:val="0"/>
        <w:color w:val="auto"/>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DC83A52"/>
    <w:multiLevelType w:val="multilevel"/>
    <w:tmpl w:val="3C3A073A"/>
    <w:lvl w:ilvl="0">
      <w:start w:val="1"/>
      <w:numFmt w:val="decimal"/>
      <w:lvlText w:val="%1."/>
      <w:lvlJc w:val="left"/>
      <w:pPr>
        <w:ind w:left="720" w:hanging="360"/>
      </w:pPr>
      <w:rPr>
        <w:rFonts w:hint="default"/>
      </w:rPr>
    </w:lvl>
    <w:lvl w:ilvl="1">
      <w:start w:val="1"/>
      <w:numFmt w:val="decimal"/>
      <w:isLgl/>
      <w:lvlText w:val="%1.%2."/>
      <w:lvlJc w:val="left"/>
      <w:pPr>
        <w:ind w:left="1068" w:hanging="360"/>
      </w:pPr>
      <w:rPr>
        <w:rFonts w:eastAsia="Calibri" w:hint="default"/>
        <w:i w:val="0"/>
        <w:iCs/>
      </w:rPr>
    </w:lvl>
    <w:lvl w:ilvl="2">
      <w:start w:val="1"/>
      <w:numFmt w:val="decimal"/>
      <w:isLgl/>
      <w:lvlText w:val="%1.%2.%3."/>
      <w:lvlJc w:val="left"/>
      <w:pPr>
        <w:ind w:left="1776" w:hanging="720"/>
      </w:pPr>
      <w:rPr>
        <w:rFonts w:eastAsia="Calibri" w:hint="default"/>
        <w:i w:val="0"/>
        <w:iCs w:val="0"/>
      </w:rPr>
    </w:lvl>
    <w:lvl w:ilvl="3">
      <w:start w:val="1"/>
      <w:numFmt w:val="decimal"/>
      <w:isLgl/>
      <w:lvlText w:val="%1.%2.%3.%4."/>
      <w:lvlJc w:val="left"/>
      <w:pPr>
        <w:ind w:left="2124" w:hanging="720"/>
      </w:pPr>
      <w:rPr>
        <w:rFonts w:eastAsia="Calibri" w:hint="default"/>
      </w:rPr>
    </w:lvl>
    <w:lvl w:ilvl="4">
      <w:start w:val="1"/>
      <w:numFmt w:val="decimalZero"/>
      <w:isLgl/>
      <w:lvlText w:val="%1.%2.%3.%4.%5."/>
      <w:lvlJc w:val="left"/>
      <w:pPr>
        <w:ind w:left="2832" w:hanging="1080"/>
      </w:pPr>
      <w:rPr>
        <w:rFonts w:eastAsia="Calibri" w:hint="default"/>
      </w:rPr>
    </w:lvl>
    <w:lvl w:ilvl="5">
      <w:start w:val="1"/>
      <w:numFmt w:val="decimal"/>
      <w:isLgl/>
      <w:lvlText w:val="%1.%2.%3.%4.%5.%6."/>
      <w:lvlJc w:val="left"/>
      <w:pPr>
        <w:ind w:left="3180" w:hanging="1080"/>
      </w:pPr>
      <w:rPr>
        <w:rFonts w:eastAsia="Calibri" w:hint="default"/>
      </w:rPr>
    </w:lvl>
    <w:lvl w:ilvl="6">
      <w:start w:val="1"/>
      <w:numFmt w:val="decimal"/>
      <w:isLgl/>
      <w:lvlText w:val="%1.%2.%3.%4.%5.%6.%7."/>
      <w:lvlJc w:val="left"/>
      <w:pPr>
        <w:ind w:left="3888" w:hanging="1440"/>
      </w:pPr>
      <w:rPr>
        <w:rFonts w:eastAsia="Calibri" w:hint="default"/>
      </w:rPr>
    </w:lvl>
    <w:lvl w:ilvl="7">
      <w:start w:val="1"/>
      <w:numFmt w:val="decimal"/>
      <w:isLgl/>
      <w:lvlText w:val="%1.%2.%3.%4.%5.%6.%7.%8."/>
      <w:lvlJc w:val="left"/>
      <w:pPr>
        <w:ind w:left="4236" w:hanging="1440"/>
      </w:pPr>
      <w:rPr>
        <w:rFonts w:eastAsia="Calibri" w:hint="default"/>
      </w:rPr>
    </w:lvl>
    <w:lvl w:ilvl="8">
      <w:start w:val="1"/>
      <w:numFmt w:val="decimal"/>
      <w:isLgl/>
      <w:lvlText w:val="%1.%2.%3.%4.%5.%6.%7.%8.%9."/>
      <w:lvlJc w:val="left"/>
      <w:pPr>
        <w:ind w:left="4944" w:hanging="1800"/>
      </w:pPr>
      <w:rPr>
        <w:rFonts w:eastAsia="Calibri" w:hint="default"/>
      </w:rPr>
    </w:lvl>
  </w:abstractNum>
  <w:abstractNum w:abstractNumId="32" w15:restartNumberingAfterBreak="0">
    <w:nsid w:val="4E0424E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6BA571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E3303D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FE657F0"/>
    <w:multiLevelType w:val="multilevel"/>
    <w:tmpl w:val="E8DA988A"/>
    <w:lvl w:ilvl="0">
      <w:start w:val="1"/>
      <w:numFmt w:val="upperRoman"/>
      <w:pStyle w:val="Skyriauspavadinimas"/>
      <w:lvlText w:val="%1."/>
      <w:lvlJc w:val="left"/>
      <w:pPr>
        <w:tabs>
          <w:tab w:val="num" w:pos="510"/>
        </w:tabs>
        <w:ind w:left="0" w:firstLine="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36" w15:restartNumberingAfterBreak="0">
    <w:nsid w:val="619A26B1"/>
    <w:multiLevelType w:val="hybridMultilevel"/>
    <w:tmpl w:val="FEC2F512"/>
    <w:lvl w:ilvl="0" w:tplc="A900D022">
      <w:start w:val="1"/>
      <w:numFmt w:val="decimal"/>
      <w:lvlText w:val="3.1.%1."/>
      <w:lvlJc w:val="left"/>
      <w:pPr>
        <w:ind w:left="72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5385EA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8596562"/>
    <w:multiLevelType w:val="hybridMultilevel"/>
    <w:tmpl w:val="6330A3C4"/>
    <w:lvl w:ilvl="0" w:tplc="FFFFFFFF">
      <w:start w:val="1"/>
      <w:numFmt w:val="decimal"/>
      <w:lvlText w:val="6.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93E378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B6679E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3892C59"/>
    <w:multiLevelType w:val="multilevel"/>
    <w:tmpl w:val="5BE27E1E"/>
    <w:lvl w:ilvl="0">
      <w:start w:val="1"/>
      <w:numFmt w:val="decimal"/>
      <w:lvlText w:val="%1."/>
      <w:lvlJc w:val="left"/>
      <w:pPr>
        <w:ind w:left="0" w:hanging="360"/>
      </w:pPr>
      <w:rPr>
        <w:rFonts w:ascii="Calibri Light" w:hAnsi="Calibri Light" w:cs="Calibri Light" w:hint="default"/>
        <w:color w:val="548DD4" w:themeColor="text2" w:themeTint="99"/>
        <w:sz w:val="24"/>
      </w:rPr>
    </w:lvl>
    <w:lvl w:ilvl="1">
      <w:start w:val="1"/>
      <w:numFmt w:val="decimal"/>
      <w:isLgl/>
      <w:lvlText w:val="%1.%2"/>
      <w:lvlJc w:val="left"/>
      <w:pPr>
        <w:ind w:left="0" w:hanging="360"/>
      </w:pPr>
      <w:rPr>
        <w:rFonts w:ascii="Calibri Light" w:hAnsi="Calibri Light" w:cs="Calibri Light" w:hint="default"/>
        <w:b w:val="0"/>
        <w:color w:val="auto"/>
        <w:sz w:val="22"/>
        <w:szCs w:val="20"/>
      </w:rPr>
    </w:lvl>
    <w:lvl w:ilvl="2">
      <w:start w:val="1"/>
      <w:numFmt w:val="decimal"/>
      <w:lvlText w:val="2.1.%3."/>
      <w:lvlJc w:val="left"/>
      <w:pPr>
        <w:ind w:left="862" w:hanging="720"/>
      </w:pPr>
      <w:rPr>
        <w:rFonts w:hint="default"/>
        <w:b w:val="0"/>
        <w:color w:val="auto"/>
      </w:rPr>
    </w:lvl>
    <w:lvl w:ilvl="3">
      <w:start w:val="1"/>
      <w:numFmt w:val="decimal"/>
      <w:isLgl/>
      <w:lvlText w:val="%1.%2.%3.%4"/>
      <w:lvlJc w:val="left"/>
      <w:pPr>
        <w:ind w:left="360" w:hanging="72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720" w:hanging="108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080" w:hanging="1440"/>
      </w:pPr>
      <w:rPr>
        <w:rFonts w:hint="default"/>
      </w:rPr>
    </w:lvl>
    <w:lvl w:ilvl="8">
      <w:start w:val="1"/>
      <w:numFmt w:val="decimal"/>
      <w:isLgl/>
      <w:lvlText w:val="%1.%2.%3.%4.%5.%6.%7.%8.%9"/>
      <w:lvlJc w:val="left"/>
      <w:pPr>
        <w:ind w:left="1440" w:hanging="1800"/>
      </w:pPr>
      <w:rPr>
        <w:rFonts w:hint="default"/>
      </w:rPr>
    </w:lvl>
  </w:abstractNum>
  <w:abstractNum w:abstractNumId="42" w15:restartNumberingAfterBreak="0">
    <w:nsid w:val="745D6F3B"/>
    <w:multiLevelType w:val="multilevel"/>
    <w:tmpl w:val="CFA21376"/>
    <w:lvl w:ilvl="0">
      <w:start w:val="1"/>
      <w:numFmt w:val="decimal"/>
      <w:lvlText w:val="%1."/>
      <w:lvlJc w:val="left"/>
      <w:pPr>
        <w:ind w:left="360" w:hanging="360"/>
      </w:pPr>
    </w:lvl>
    <w:lvl w:ilvl="1">
      <w:start w:val="1"/>
      <w:numFmt w:val="decimal"/>
      <w:lvlText w:val="%1.%2."/>
      <w:lvlJc w:val="left"/>
      <w:pPr>
        <w:ind w:left="792" w:hanging="432"/>
      </w:pPr>
      <w:rPr>
        <w:b w:val="0"/>
        <w:bCs w:val="0"/>
        <w:i w:val="0"/>
        <w:i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75A0A6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9697D5E"/>
    <w:multiLevelType w:val="hybridMultilevel"/>
    <w:tmpl w:val="98346B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B413539"/>
    <w:multiLevelType w:val="hybridMultilevel"/>
    <w:tmpl w:val="671E892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7D9347D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E3045ED"/>
    <w:multiLevelType w:val="hybridMultilevel"/>
    <w:tmpl w:val="8CC85B6A"/>
    <w:lvl w:ilvl="0" w:tplc="AF88664A">
      <w:start w:val="1"/>
      <w:numFmt w:val="lowerLetter"/>
      <w:lvlText w:val="%1."/>
      <w:lvlJc w:val="left"/>
      <w:pPr>
        <w:ind w:left="720" w:hanging="360"/>
      </w:pPr>
      <w:rPr>
        <w:rFonts w:eastAsia="Calibri" w:hint="default"/>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ED215A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3"/>
  </w:num>
  <w:num w:numId="3">
    <w:abstractNumId w:val="2"/>
  </w:num>
  <w:num w:numId="4">
    <w:abstractNumId w:val="1"/>
  </w:num>
  <w:num w:numId="5">
    <w:abstractNumId w:val="0"/>
  </w:num>
  <w:num w:numId="6">
    <w:abstractNumId w:val="13"/>
  </w:num>
  <w:num w:numId="7">
    <w:abstractNumId w:val="24"/>
  </w:num>
  <w:num w:numId="8">
    <w:abstractNumId w:val="41"/>
  </w:num>
  <w:num w:numId="9">
    <w:abstractNumId w:val="30"/>
  </w:num>
  <w:num w:numId="10">
    <w:abstractNumId w:val="36"/>
  </w:num>
  <w:num w:numId="11">
    <w:abstractNumId w:val="38"/>
  </w:num>
  <w:num w:numId="12">
    <w:abstractNumId w:val="35"/>
  </w:num>
  <w:num w:numId="13">
    <w:abstractNumId w:val="10"/>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26"/>
  </w:num>
  <w:num w:numId="20">
    <w:abstractNumId w:val="23"/>
  </w:num>
  <w:num w:numId="21">
    <w:abstractNumId w:val="47"/>
  </w:num>
  <w:num w:numId="22">
    <w:abstractNumId w:val="9"/>
  </w:num>
  <w:num w:numId="23">
    <w:abstractNumId w:val="21"/>
  </w:num>
  <w:num w:numId="24">
    <w:abstractNumId w:val="20"/>
  </w:num>
  <w:num w:numId="25">
    <w:abstractNumId w:val="32"/>
  </w:num>
  <w:num w:numId="26">
    <w:abstractNumId w:val="31"/>
  </w:num>
  <w:num w:numId="27">
    <w:abstractNumId w:val="45"/>
  </w:num>
  <w:num w:numId="28">
    <w:abstractNumId w:val="17"/>
  </w:num>
  <w:num w:numId="29">
    <w:abstractNumId w:val="44"/>
  </w:num>
  <w:num w:numId="30">
    <w:abstractNumId w:val="28"/>
  </w:num>
  <w:num w:numId="31">
    <w:abstractNumId w:val="11"/>
  </w:num>
  <w:num w:numId="32">
    <w:abstractNumId w:val="42"/>
  </w:num>
  <w:num w:numId="33">
    <w:abstractNumId w:val="43"/>
  </w:num>
  <w:num w:numId="34">
    <w:abstractNumId w:val="37"/>
  </w:num>
  <w:num w:numId="35">
    <w:abstractNumId w:val="7"/>
  </w:num>
  <w:num w:numId="36">
    <w:abstractNumId w:val="34"/>
  </w:num>
  <w:num w:numId="37">
    <w:abstractNumId w:val="14"/>
  </w:num>
  <w:num w:numId="38">
    <w:abstractNumId w:val="8"/>
  </w:num>
  <w:num w:numId="39">
    <w:abstractNumId w:val="46"/>
  </w:num>
  <w:num w:numId="40">
    <w:abstractNumId w:val="29"/>
  </w:num>
  <w:num w:numId="41">
    <w:abstractNumId w:val="39"/>
  </w:num>
  <w:num w:numId="42">
    <w:abstractNumId w:val="5"/>
  </w:num>
  <w:num w:numId="43">
    <w:abstractNumId w:val="48"/>
  </w:num>
  <w:num w:numId="44">
    <w:abstractNumId w:val="12"/>
  </w:num>
  <w:num w:numId="45">
    <w:abstractNumId w:val="25"/>
  </w:num>
  <w:num w:numId="46">
    <w:abstractNumId w:val="33"/>
  </w:num>
  <w:num w:numId="47">
    <w:abstractNumId w:val="16"/>
  </w:num>
  <w:num w:numId="48">
    <w:abstractNumId w:val="40"/>
  </w:num>
  <w:num w:numId="49">
    <w:abstractNumId w:val="19"/>
  </w:num>
  <w:num w:numId="50">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attachedTemplate r:id="rId1"/>
  <w:defaultTabStop w:val="0"/>
  <w:hyphenationZone w:val="396"/>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Q1MzcxMLW0tDRR0lEKTi0uzszPAykwrAUAdbgi3CwAAAA="/>
  </w:docVars>
  <w:rsids>
    <w:rsidRoot w:val="006D305F"/>
    <w:rsid w:val="00001055"/>
    <w:rsid w:val="00001963"/>
    <w:rsid w:val="00001DCD"/>
    <w:rsid w:val="00004193"/>
    <w:rsid w:val="000050A5"/>
    <w:rsid w:val="00007DB8"/>
    <w:rsid w:val="000204A6"/>
    <w:rsid w:val="00020FF7"/>
    <w:rsid w:val="000230CF"/>
    <w:rsid w:val="00026A54"/>
    <w:rsid w:val="000270ED"/>
    <w:rsid w:val="00031C0E"/>
    <w:rsid w:val="00032092"/>
    <w:rsid w:val="000324A9"/>
    <w:rsid w:val="00032791"/>
    <w:rsid w:val="000333FF"/>
    <w:rsid w:val="0003366F"/>
    <w:rsid w:val="0003446B"/>
    <w:rsid w:val="00036DBB"/>
    <w:rsid w:val="00037185"/>
    <w:rsid w:val="00040E50"/>
    <w:rsid w:val="000411DE"/>
    <w:rsid w:val="00041E3C"/>
    <w:rsid w:val="0004269F"/>
    <w:rsid w:val="000444B7"/>
    <w:rsid w:val="0004608F"/>
    <w:rsid w:val="0004685E"/>
    <w:rsid w:val="000474C5"/>
    <w:rsid w:val="00047A1E"/>
    <w:rsid w:val="00050B3D"/>
    <w:rsid w:val="0005105B"/>
    <w:rsid w:val="00051818"/>
    <w:rsid w:val="00052E12"/>
    <w:rsid w:val="00054E75"/>
    <w:rsid w:val="000562FB"/>
    <w:rsid w:val="0005633C"/>
    <w:rsid w:val="00057828"/>
    <w:rsid w:val="000604BF"/>
    <w:rsid w:val="0006062F"/>
    <w:rsid w:val="00065301"/>
    <w:rsid w:val="000718C8"/>
    <w:rsid w:val="0007339C"/>
    <w:rsid w:val="0007441D"/>
    <w:rsid w:val="000777D3"/>
    <w:rsid w:val="00077819"/>
    <w:rsid w:val="00077F4E"/>
    <w:rsid w:val="000800B1"/>
    <w:rsid w:val="00080339"/>
    <w:rsid w:val="00081922"/>
    <w:rsid w:val="00081B68"/>
    <w:rsid w:val="00084F44"/>
    <w:rsid w:val="00087BB2"/>
    <w:rsid w:val="00087C94"/>
    <w:rsid w:val="00091623"/>
    <w:rsid w:val="00092E9D"/>
    <w:rsid w:val="000938E5"/>
    <w:rsid w:val="00097241"/>
    <w:rsid w:val="000A1659"/>
    <w:rsid w:val="000A23D3"/>
    <w:rsid w:val="000A30B3"/>
    <w:rsid w:val="000A59E7"/>
    <w:rsid w:val="000A5EE9"/>
    <w:rsid w:val="000A61E0"/>
    <w:rsid w:val="000B0A6A"/>
    <w:rsid w:val="000B2D98"/>
    <w:rsid w:val="000B496A"/>
    <w:rsid w:val="000B65C4"/>
    <w:rsid w:val="000C1222"/>
    <w:rsid w:val="000C1CDC"/>
    <w:rsid w:val="000C3242"/>
    <w:rsid w:val="000C74F0"/>
    <w:rsid w:val="000D122A"/>
    <w:rsid w:val="000D3C13"/>
    <w:rsid w:val="000D610B"/>
    <w:rsid w:val="000D7B87"/>
    <w:rsid w:val="000E047F"/>
    <w:rsid w:val="000E0B16"/>
    <w:rsid w:val="000E181D"/>
    <w:rsid w:val="000E1906"/>
    <w:rsid w:val="000E3976"/>
    <w:rsid w:val="000E3D14"/>
    <w:rsid w:val="000E416B"/>
    <w:rsid w:val="000F0DCC"/>
    <w:rsid w:val="000F4D3D"/>
    <w:rsid w:val="000F554D"/>
    <w:rsid w:val="000F5D57"/>
    <w:rsid w:val="000F6B0B"/>
    <w:rsid w:val="000F75EF"/>
    <w:rsid w:val="001038C5"/>
    <w:rsid w:val="00103A07"/>
    <w:rsid w:val="00105014"/>
    <w:rsid w:val="0010570A"/>
    <w:rsid w:val="00113C0F"/>
    <w:rsid w:val="00115605"/>
    <w:rsid w:val="00115F72"/>
    <w:rsid w:val="0011656D"/>
    <w:rsid w:val="00121F5D"/>
    <w:rsid w:val="00131CAC"/>
    <w:rsid w:val="00131DD2"/>
    <w:rsid w:val="0013231E"/>
    <w:rsid w:val="00132CE3"/>
    <w:rsid w:val="001363BA"/>
    <w:rsid w:val="001408FC"/>
    <w:rsid w:val="001435F3"/>
    <w:rsid w:val="0014465A"/>
    <w:rsid w:val="001456D5"/>
    <w:rsid w:val="001458F5"/>
    <w:rsid w:val="001464C7"/>
    <w:rsid w:val="0015224A"/>
    <w:rsid w:val="00153F22"/>
    <w:rsid w:val="00155163"/>
    <w:rsid w:val="001558C7"/>
    <w:rsid w:val="0016225E"/>
    <w:rsid w:val="00164D66"/>
    <w:rsid w:val="00165468"/>
    <w:rsid w:val="00166F98"/>
    <w:rsid w:val="00171C82"/>
    <w:rsid w:val="00172A6B"/>
    <w:rsid w:val="00172C17"/>
    <w:rsid w:val="0017709D"/>
    <w:rsid w:val="00183855"/>
    <w:rsid w:val="001839E9"/>
    <w:rsid w:val="00184012"/>
    <w:rsid w:val="00185BB7"/>
    <w:rsid w:val="00185F21"/>
    <w:rsid w:val="00186DC3"/>
    <w:rsid w:val="00187B4D"/>
    <w:rsid w:val="00187CE6"/>
    <w:rsid w:val="0019014C"/>
    <w:rsid w:val="00192838"/>
    <w:rsid w:val="001947E0"/>
    <w:rsid w:val="00194EA9"/>
    <w:rsid w:val="001953EA"/>
    <w:rsid w:val="001963C3"/>
    <w:rsid w:val="00196CFC"/>
    <w:rsid w:val="00196EE4"/>
    <w:rsid w:val="001975F4"/>
    <w:rsid w:val="001A0AC6"/>
    <w:rsid w:val="001A1425"/>
    <w:rsid w:val="001A576E"/>
    <w:rsid w:val="001A60C2"/>
    <w:rsid w:val="001A6282"/>
    <w:rsid w:val="001A6565"/>
    <w:rsid w:val="001A709D"/>
    <w:rsid w:val="001B189E"/>
    <w:rsid w:val="001B1C4A"/>
    <w:rsid w:val="001B6831"/>
    <w:rsid w:val="001B7AC7"/>
    <w:rsid w:val="001B7BEB"/>
    <w:rsid w:val="001B7D6D"/>
    <w:rsid w:val="001B7FD0"/>
    <w:rsid w:val="001C018A"/>
    <w:rsid w:val="001C05DA"/>
    <w:rsid w:val="001C0A2E"/>
    <w:rsid w:val="001C7F01"/>
    <w:rsid w:val="001D0635"/>
    <w:rsid w:val="001D1EC2"/>
    <w:rsid w:val="001D273C"/>
    <w:rsid w:val="001D32D3"/>
    <w:rsid w:val="001D3CBD"/>
    <w:rsid w:val="001D7B27"/>
    <w:rsid w:val="001E06A0"/>
    <w:rsid w:val="001E3974"/>
    <w:rsid w:val="001E4320"/>
    <w:rsid w:val="001E6C9F"/>
    <w:rsid w:val="001F04A0"/>
    <w:rsid w:val="001F0C86"/>
    <w:rsid w:val="001F1D97"/>
    <w:rsid w:val="001F3F23"/>
    <w:rsid w:val="001F5C7D"/>
    <w:rsid w:val="001F6330"/>
    <w:rsid w:val="001F6403"/>
    <w:rsid w:val="00200B98"/>
    <w:rsid w:val="0020311A"/>
    <w:rsid w:val="00203611"/>
    <w:rsid w:val="0020542B"/>
    <w:rsid w:val="00207622"/>
    <w:rsid w:val="002101D9"/>
    <w:rsid w:val="00210D07"/>
    <w:rsid w:val="00211AD7"/>
    <w:rsid w:val="002124F9"/>
    <w:rsid w:val="00216CC3"/>
    <w:rsid w:val="00221DBA"/>
    <w:rsid w:val="00223009"/>
    <w:rsid w:val="00230C9A"/>
    <w:rsid w:val="002323A2"/>
    <w:rsid w:val="00232945"/>
    <w:rsid w:val="00243A47"/>
    <w:rsid w:val="00245ABF"/>
    <w:rsid w:val="00250406"/>
    <w:rsid w:val="00255CAD"/>
    <w:rsid w:val="00255F8A"/>
    <w:rsid w:val="002560AC"/>
    <w:rsid w:val="00261339"/>
    <w:rsid w:val="00261B82"/>
    <w:rsid w:val="00261B88"/>
    <w:rsid w:val="00263108"/>
    <w:rsid w:val="00265809"/>
    <w:rsid w:val="0026624B"/>
    <w:rsid w:val="002677A6"/>
    <w:rsid w:val="002677CF"/>
    <w:rsid w:val="0027333C"/>
    <w:rsid w:val="0027372B"/>
    <w:rsid w:val="00273CFD"/>
    <w:rsid w:val="0027577D"/>
    <w:rsid w:val="002757AB"/>
    <w:rsid w:val="002771D2"/>
    <w:rsid w:val="002778B8"/>
    <w:rsid w:val="00277A92"/>
    <w:rsid w:val="00281958"/>
    <w:rsid w:val="00282E42"/>
    <w:rsid w:val="00284105"/>
    <w:rsid w:val="002851D0"/>
    <w:rsid w:val="00285D71"/>
    <w:rsid w:val="002862F1"/>
    <w:rsid w:val="00287A22"/>
    <w:rsid w:val="00287D7F"/>
    <w:rsid w:val="00290944"/>
    <w:rsid w:val="002912FE"/>
    <w:rsid w:val="002928B2"/>
    <w:rsid w:val="00292FAC"/>
    <w:rsid w:val="0029701E"/>
    <w:rsid w:val="002A1C00"/>
    <w:rsid w:val="002A5743"/>
    <w:rsid w:val="002A626E"/>
    <w:rsid w:val="002B0C49"/>
    <w:rsid w:val="002B3A97"/>
    <w:rsid w:val="002B6319"/>
    <w:rsid w:val="002C3F4C"/>
    <w:rsid w:val="002C4E6E"/>
    <w:rsid w:val="002C5F03"/>
    <w:rsid w:val="002C7618"/>
    <w:rsid w:val="002C7F2C"/>
    <w:rsid w:val="002C7FBF"/>
    <w:rsid w:val="002D0105"/>
    <w:rsid w:val="002D2D8D"/>
    <w:rsid w:val="002D3BC2"/>
    <w:rsid w:val="002D442C"/>
    <w:rsid w:val="002D6CC6"/>
    <w:rsid w:val="002E0350"/>
    <w:rsid w:val="002E2ADD"/>
    <w:rsid w:val="002E3F2C"/>
    <w:rsid w:val="002E4092"/>
    <w:rsid w:val="002E7EBC"/>
    <w:rsid w:val="002F17F0"/>
    <w:rsid w:val="002F27FC"/>
    <w:rsid w:val="002F7063"/>
    <w:rsid w:val="00301BF1"/>
    <w:rsid w:val="00304F4D"/>
    <w:rsid w:val="003078E9"/>
    <w:rsid w:val="00313D25"/>
    <w:rsid w:val="003150D0"/>
    <w:rsid w:val="00315754"/>
    <w:rsid w:val="00317F2D"/>
    <w:rsid w:val="0032004C"/>
    <w:rsid w:val="00321751"/>
    <w:rsid w:val="003223B1"/>
    <w:rsid w:val="003236D0"/>
    <w:rsid w:val="00323F91"/>
    <w:rsid w:val="0032707B"/>
    <w:rsid w:val="00330F7E"/>
    <w:rsid w:val="003310F5"/>
    <w:rsid w:val="00332331"/>
    <w:rsid w:val="00334A5F"/>
    <w:rsid w:val="00334C90"/>
    <w:rsid w:val="00336F21"/>
    <w:rsid w:val="0033724A"/>
    <w:rsid w:val="00341730"/>
    <w:rsid w:val="003417D8"/>
    <w:rsid w:val="00341C69"/>
    <w:rsid w:val="0034278B"/>
    <w:rsid w:val="003431FC"/>
    <w:rsid w:val="003449B9"/>
    <w:rsid w:val="00345B48"/>
    <w:rsid w:val="0035001C"/>
    <w:rsid w:val="00350A71"/>
    <w:rsid w:val="00351624"/>
    <w:rsid w:val="003527DF"/>
    <w:rsid w:val="00352EDE"/>
    <w:rsid w:val="00355B56"/>
    <w:rsid w:val="00356D02"/>
    <w:rsid w:val="00357BD5"/>
    <w:rsid w:val="003600E3"/>
    <w:rsid w:val="00360745"/>
    <w:rsid w:val="00361FA4"/>
    <w:rsid w:val="003622DA"/>
    <w:rsid w:val="00362741"/>
    <w:rsid w:val="00363A35"/>
    <w:rsid w:val="0036677E"/>
    <w:rsid w:val="00366BC2"/>
    <w:rsid w:val="003673D6"/>
    <w:rsid w:val="003701ED"/>
    <w:rsid w:val="00370341"/>
    <w:rsid w:val="003724AD"/>
    <w:rsid w:val="00375382"/>
    <w:rsid w:val="003765EE"/>
    <w:rsid w:val="00377D2F"/>
    <w:rsid w:val="0038029C"/>
    <w:rsid w:val="00385616"/>
    <w:rsid w:val="00386DCD"/>
    <w:rsid w:val="00391079"/>
    <w:rsid w:val="00393B7E"/>
    <w:rsid w:val="00396268"/>
    <w:rsid w:val="00396470"/>
    <w:rsid w:val="0039787C"/>
    <w:rsid w:val="003A0FE4"/>
    <w:rsid w:val="003A1596"/>
    <w:rsid w:val="003A2D50"/>
    <w:rsid w:val="003A4B2A"/>
    <w:rsid w:val="003A5FC9"/>
    <w:rsid w:val="003A7E07"/>
    <w:rsid w:val="003B0B81"/>
    <w:rsid w:val="003B531F"/>
    <w:rsid w:val="003B752A"/>
    <w:rsid w:val="003C09BD"/>
    <w:rsid w:val="003C30A1"/>
    <w:rsid w:val="003C3320"/>
    <w:rsid w:val="003C392B"/>
    <w:rsid w:val="003C60C3"/>
    <w:rsid w:val="003C646A"/>
    <w:rsid w:val="003C6B2B"/>
    <w:rsid w:val="003C7250"/>
    <w:rsid w:val="003C799A"/>
    <w:rsid w:val="003D0A7F"/>
    <w:rsid w:val="003D0DA8"/>
    <w:rsid w:val="003D40D1"/>
    <w:rsid w:val="003D4D74"/>
    <w:rsid w:val="003D5439"/>
    <w:rsid w:val="003E207A"/>
    <w:rsid w:val="003E2558"/>
    <w:rsid w:val="003E49D5"/>
    <w:rsid w:val="003E5E3D"/>
    <w:rsid w:val="003E77C9"/>
    <w:rsid w:val="003F14B9"/>
    <w:rsid w:val="003F1AC0"/>
    <w:rsid w:val="003F20C1"/>
    <w:rsid w:val="003F20DE"/>
    <w:rsid w:val="003F2E3F"/>
    <w:rsid w:val="003F5C62"/>
    <w:rsid w:val="003F6C42"/>
    <w:rsid w:val="00401B10"/>
    <w:rsid w:val="00402955"/>
    <w:rsid w:val="00403AC9"/>
    <w:rsid w:val="00404FDE"/>
    <w:rsid w:val="00405188"/>
    <w:rsid w:val="004053F7"/>
    <w:rsid w:val="00406B50"/>
    <w:rsid w:val="00411635"/>
    <w:rsid w:val="00414DCC"/>
    <w:rsid w:val="004153A1"/>
    <w:rsid w:val="00415548"/>
    <w:rsid w:val="00416B54"/>
    <w:rsid w:val="004203FE"/>
    <w:rsid w:val="00422067"/>
    <w:rsid w:val="004222E8"/>
    <w:rsid w:val="004240B1"/>
    <w:rsid w:val="004240FC"/>
    <w:rsid w:val="00425137"/>
    <w:rsid w:val="004252BA"/>
    <w:rsid w:val="0042600F"/>
    <w:rsid w:val="00430A6E"/>
    <w:rsid w:val="00431995"/>
    <w:rsid w:val="00432D9B"/>
    <w:rsid w:val="00433025"/>
    <w:rsid w:val="00436157"/>
    <w:rsid w:val="00441A7B"/>
    <w:rsid w:val="00443697"/>
    <w:rsid w:val="004444CF"/>
    <w:rsid w:val="00445F30"/>
    <w:rsid w:val="0044629C"/>
    <w:rsid w:val="00447F1C"/>
    <w:rsid w:val="00450F4F"/>
    <w:rsid w:val="0045188C"/>
    <w:rsid w:val="004539F4"/>
    <w:rsid w:val="00460B79"/>
    <w:rsid w:val="00461781"/>
    <w:rsid w:val="00462493"/>
    <w:rsid w:val="00466866"/>
    <w:rsid w:val="00467944"/>
    <w:rsid w:val="00470AB6"/>
    <w:rsid w:val="004710A2"/>
    <w:rsid w:val="0047250A"/>
    <w:rsid w:val="0047713F"/>
    <w:rsid w:val="00480704"/>
    <w:rsid w:val="004816C3"/>
    <w:rsid w:val="00482726"/>
    <w:rsid w:val="00483E3A"/>
    <w:rsid w:val="0048730D"/>
    <w:rsid w:val="0048798F"/>
    <w:rsid w:val="004922AB"/>
    <w:rsid w:val="00494EEF"/>
    <w:rsid w:val="004A1D5F"/>
    <w:rsid w:val="004A2E21"/>
    <w:rsid w:val="004A2F52"/>
    <w:rsid w:val="004A51A5"/>
    <w:rsid w:val="004A551E"/>
    <w:rsid w:val="004A63F1"/>
    <w:rsid w:val="004B00DD"/>
    <w:rsid w:val="004B08FD"/>
    <w:rsid w:val="004B1CC5"/>
    <w:rsid w:val="004B5F4C"/>
    <w:rsid w:val="004B7376"/>
    <w:rsid w:val="004B7CFE"/>
    <w:rsid w:val="004C2950"/>
    <w:rsid w:val="004C4182"/>
    <w:rsid w:val="004C5B3C"/>
    <w:rsid w:val="004C603C"/>
    <w:rsid w:val="004C6838"/>
    <w:rsid w:val="004C7AAA"/>
    <w:rsid w:val="004D1D8C"/>
    <w:rsid w:val="004D2E01"/>
    <w:rsid w:val="004D6648"/>
    <w:rsid w:val="004D677D"/>
    <w:rsid w:val="004D7EF6"/>
    <w:rsid w:val="004E1BDF"/>
    <w:rsid w:val="004E2DBF"/>
    <w:rsid w:val="004E4612"/>
    <w:rsid w:val="004E4DC2"/>
    <w:rsid w:val="004E5655"/>
    <w:rsid w:val="004E6441"/>
    <w:rsid w:val="004E6D8E"/>
    <w:rsid w:val="004E76BD"/>
    <w:rsid w:val="004F3586"/>
    <w:rsid w:val="004F3E30"/>
    <w:rsid w:val="004F5A66"/>
    <w:rsid w:val="004F78F2"/>
    <w:rsid w:val="00502E88"/>
    <w:rsid w:val="0050326A"/>
    <w:rsid w:val="005047EC"/>
    <w:rsid w:val="0050743B"/>
    <w:rsid w:val="00511227"/>
    <w:rsid w:val="00513744"/>
    <w:rsid w:val="00513AA3"/>
    <w:rsid w:val="00514D19"/>
    <w:rsid w:val="00514E31"/>
    <w:rsid w:val="00516AEA"/>
    <w:rsid w:val="0052099D"/>
    <w:rsid w:val="00521503"/>
    <w:rsid w:val="0052459D"/>
    <w:rsid w:val="00526DF4"/>
    <w:rsid w:val="0053154C"/>
    <w:rsid w:val="005332C7"/>
    <w:rsid w:val="0053394A"/>
    <w:rsid w:val="00537D0A"/>
    <w:rsid w:val="0054393F"/>
    <w:rsid w:val="00544E8D"/>
    <w:rsid w:val="00547246"/>
    <w:rsid w:val="005504E2"/>
    <w:rsid w:val="00556361"/>
    <w:rsid w:val="00557395"/>
    <w:rsid w:val="00562C39"/>
    <w:rsid w:val="005650A3"/>
    <w:rsid w:val="005703D9"/>
    <w:rsid w:val="0057366E"/>
    <w:rsid w:val="005745C2"/>
    <w:rsid w:val="00576756"/>
    <w:rsid w:val="00577111"/>
    <w:rsid w:val="00581D58"/>
    <w:rsid w:val="00583277"/>
    <w:rsid w:val="00585AC0"/>
    <w:rsid w:val="00587AC4"/>
    <w:rsid w:val="00590F08"/>
    <w:rsid w:val="005933B8"/>
    <w:rsid w:val="00593418"/>
    <w:rsid w:val="00595058"/>
    <w:rsid w:val="005970F0"/>
    <w:rsid w:val="005976DA"/>
    <w:rsid w:val="005A79B7"/>
    <w:rsid w:val="005B1C22"/>
    <w:rsid w:val="005B2479"/>
    <w:rsid w:val="005B463E"/>
    <w:rsid w:val="005B6EDC"/>
    <w:rsid w:val="005C4CEB"/>
    <w:rsid w:val="005C51B6"/>
    <w:rsid w:val="005C63FE"/>
    <w:rsid w:val="005C6C46"/>
    <w:rsid w:val="005D0040"/>
    <w:rsid w:val="005D0B34"/>
    <w:rsid w:val="005D1C93"/>
    <w:rsid w:val="005D20EA"/>
    <w:rsid w:val="005D34D3"/>
    <w:rsid w:val="005D3C9F"/>
    <w:rsid w:val="005D5259"/>
    <w:rsid w:val="005D6E77"/>
    <w:rsid w:val="005D7395"/>
    <w:rsid w:val="005E0436"/>
    <w:rsid w:val="005E1BA9"/>
    <w:rsid w:val="005E22C9"/>
    <w:rsid w:val="005E66EA"/>
    <w:rsid w:val="005E7ED4"/>
    <w:rsid w:val="005F24C3"/>
    <w:rsid w:val="005F3933"/>
    <w:rsid w:val="005F60BA"/>
    <w:rsid w:val="00602E4B"/>
    <w:rsid w:val="00604800"/>
    <w:rsid w:val="00604CAB"/>
    <w:rsid w:val="00605815"/>
    <w:rsid w:val="00607EFD"/>
    <w:rsid w:val="006119AB"/>
    <w:rsid w:val="006123C5"/>
    <w:rsid w:val="006126A5"/>
    <w:rsid w:val="00614027"/>
    <w:rsid w:val="00616091"/>
    <w:rsid w:val="006171F1"/>
    <w:rsid w:val="006174FF"/>
    <w:rsid w:val="0062098E"/>
    <w:rsid w:val="0062187D"/>
    <w:rsid w:val="00622A71"/>
    <w:rsid w:val="006231EE"/>
    <w:rsid w:val="00624EC5"/>
    <w:rsid w:val="00625227"/>
    <w:rsid w:val="0062688A"/>
    <w:rsid w:val="0063093F"/>
    <w:rsid w:val="00630C88"/>
    <w:rsid w:val="00631B39"/>
    <w:rsid w:val="00632960"/>
    <w:rsid w:val="00633D88"/>
    <w:rsid w:val="0064005E"/>
    <w:rsid w:val="006419D6"/>
    <w:rsid w:val="00641EB9"/>
    <w:rsid w:val="0064489F"/>
    <w:rsid w:val="00645466"/>
    <w:rsid w:val="006460D4"/>
    <w:rsid w:val="00652A44"/>
    <w:rsid w:val="00652ABC"/>
    <w:rsid w:val="0065426A"/>
    <w:rsid w:val="0065442D"/>
    <w:rsid w:val="00654CB1"/>
    <w:rsid w:val="006669CA"/>
    <w:rsid w:val="00666F58"/>
    <w:rsid w:val="006701A0"/>
    <w:rsid w:val="00671C08"/>
    <w:rsid w:val="00671D9C"/>
    <w:rsid w:val="00673EC4"/>
    <w:rsid w:val="00681908"/>
    <w:rsid w:val="006819AA"/>
    <w:rsid w:val="006851C9"/>
    <w:rsid w:val="0068775C"/>
    <w:rsid w:val="006877C9"/>
    <w:rsid w:val="00691F8E"/>
    <w:rsid w:val="00692FA5"/>
    <w:rsid w:val="0069335B"/>
    <w:rsid w:val="00693E19"/>
    <w:rsid w:val="006A2DA0"/>
    <w:rsid w:val="006A2DF1"/>
    <w:rsid w:val="006A5CCA"/>
    <w:rsid w:val="006A6940"/>
    <w:rsid w:val="006B17B6"/>
    <w:rsid w:val="006B17D1"/>
    <w:rsid w:val="006B2576"/>
    <w:rsid w:val="006B5389"/>
    <w:rsid w:val="006B5436"/>
    <w:rsid w:val="006B79D6"/>
    <w:rsid w:val="006C070D"/>
    <w:rsid w:val="006C119C"/>
    <w:rsid w:val="006C1410"/>
    <w:rsid w:val="006C1E6F"/>
    <w:rsid w:val="006C24F1"/>
    <w:rsid w:val="006C5BA9"/>
    <w:rsid w:val="006C785A"/>
    <w:rsid w:val="006D0D3E"/>
    <w:rsid w:val="006D2193"/>
    <w:rsid w:val="006D305F"/>
    <w:rsid w:val="006D4174"/>
    <w:rsid w:val="006D486A"/>
    <w:rsid w:val="006D65F1"/>
    <w:rsid w:val="006D6F6B"/>
    <w:rsid w:val="006D7411"/>
    <w:rsid w:val="006E2725"/>
    <w:rsid w:val="006E55F9"/>
    <w:rsid w:val="006E5EE2"/>
    <w:rsid w:val="006E6248"/>
    <w:rsid w:val="006E6B26"/>
    <w:rsid w:val="006E7657"/>
    <w:rsid w:val="006F1D5E"/>
    <w:rsid w:val="006F275A"/>
    <w:rsid w:val="006F599E"/>
    <w:rsid w:val="006F7BCE"/>
    <w:rsid w:val="00700470"/>
    <w:rsid w:val="0070100A"/>
    <w:rsid w:val="00704E19"/>
    <w:rsid w:val="00705F3F"/>
    <w:rsid w:val="00706EF0"/>
    <w:rsid w:val="00711888"/>
    <w:rsid w:val="00711AF0"/>
    <w:rsid w:val="00711B4B"/>
    <w:rsid w:val="00714A48"/>
    <w:rsid w:val="007162BB"/>
    <w:rsid w:val="00717B53"/>
    <w:rsid w:val="0072218F"/>
    <w:rsid w:val="007255C9"/>
    <w:rsid w:val="00725CC9"/>
    <w:rsid w:val="007263A7"/>
    <w:rsid w:val="007273FA"/>
    <w:rsid w:val="00727D69"/>
    <w:rsid w:val="0073051C"/>
    <w:rsid w:val="0073245A"/>
    <w:rsid w:val="00733BB8"/>
    <w:rsid w:val="00734777"/>
    <w:rsid w:val="00735477"/>
    <w:rsid w:val="00735949"/>
    <w:rsid w:val="00741436"/>
    <w:rsid w:val="00742209"/>
    <w:rsid w:val="00742D94"/>
    <w:rsid w:val="0074303B"/>
    <w:rsid w:val="00744395"/>
    <w:rsid w:val="007444FE"/>
    <w:rsid w:val="00745276"/>
    <w:rsid w:val="00746408"/>
    <w:rsid w:val="0075040B"/>
    <w:rsid w:val="00750C2C"/>
    <w:rsid w:val="00751123"/>
    <w:rsid w:val="00752758"/>
    <w:rsid w:val="00763AEC"/>
    <w:rsid w:val="007640FC"/>
    <w:rsid w:val="00764388"/>
    <w:rsid w:val="007651CB"/>
    <w:rsid w:val="0076583D"/>
    <w:rsid w:val="00765905"/>
    <w:rsid w:val="00770A2E"/>
    <w:rsid w:val="0077395F"/>
    <w:rsid w:val="00776A3B"/>
    <w:rsid w:val="00776ED0"/>
    <w:rsid w:val="007775F5"/>
    <w:rsid w:val="00781241"/>
    <w:rsid w:val="007830FB"/>
    <w:rsid w:val="0078428B"/>
    <w:rsid w:val="007844E1"/>
    <w:rsid w:val="00784B43"/>
    <w:rsid w:val="0078613A"/>
    <w:rsid w:val="00790956"/>
    <w:rsid w:val="00790CE2"/>
    <w:rsid w:val="00791534"/>
    <w:rsid w:val="00791560"/>
    <w:rsid w:val="00791CCE"/>
    <w:rsid w:val="007923B2"/>
    <w:rsid w:val="00792643"/>
    <w:rsid w:val="00792A7C"/>
    <w:rsid w:val="007953DA"/>
    <w:rsid w:val="00795452"/>
    <w:rsid w:val="00795BB2"/>
    <w:rsid w:val="0079616F"/>
    <w:rsid w:val="007A087D"/>
    <w:rsid w:val="007A1F08"/>
    <w:rsid w:val="007A3B2B"/>
    <w:rsid w:val="007A3D38"/>
    <w:rsid w:val="007A6859"/>
    <w:rsid w:val="007A6A6B"/>
    <w:rsid w:val="007A7435"/>
    <w:rsid w:val="007B2144"/>
    <w:rsid w:val="007B408F"/>
    <w:rsid w:val="007B45DD"/>
    <w:rsid w:val="007C1EB6"/>
    <w:rsid w:val="007C36BB"/>
    <w:rsid w:val="007C58D4"/>
    <w:rsid w:val="007C6AE7"/>
    <w:rsid w:val="007D08A8"/>
    <w:rsid w:val="007D1EBD"/>
    <w:rsid w:val="007D2469"/>
    <w:rsid w:val="007D2554"/>
    <w:rsid w:val="007D2F4C"/>
    <w:rsid w:val="007D43F5"/>
    <w:rsid w:val="007D484D"/>
    <w:rsid w:val="007E11EE"/>
    <w:rsid w:val="007E1755"/>
    <w:rsid w:val="007E41FC"/>
    <w:rsid w:val="007E6A58"/>
    <w:rsid w:val="007E738D"/>
    <w:rsid w:val="007E75C3"/>
    <w:rsid w:val="007F797F"/>
    <w:rsid w:val="008006F1"/>
    <w:rsid w:val="00801195"/>
    <w:rsid w:val="00803307"/>
    <w:rsid w:val="00803C47"/>
    <w:rsid w:val="00803EB6"/>
    <w:rsid w:val="0081036B"/>
    <w:rsid w:val="008116BD"/>
    <w:rsid w:val="00811FE1"/>
    <w:rsid w:val="00815908"/>
    <w:rsid w:val="008165C6"/>
    <w:rsid w:val="00817913"/>
    <w:rsid w:val="0082003A"/>
    <w:rsid w:val="00821DC4"/>
    <w:rsid w:val="00823761"/>
    <w:rsid w:val="00823BB4"/>
    <w:rsid w:val="00825FC9"/>
    <w:rsid w:val="00826D7F"/>
    <w:rsid w:val="00830656"/>
    <w:rsid w:val="00831DA6"/>
    <w:rsid w:val="008321CF"/>
    <w:rsid w:val="008321E4"/>
    <w:rsid w:val="0083324D"/>
    <w:rsid w:val="00834E7A"/>
    <w:rsid w:val="00835CCC"/>
    <w:rsid w:val="00837591"/>
    <w:rsid w:val="008403C5"/>
    <w:rsid w:val="00841B92"/>
    <w:rsid w:val="008430BA"/>
    <w:rsid w:val="0084411A"/>
    <w:rsid w:val="00844729"/>
    <w:rsid w:val="00846AAF"/>
    <w:rsid w:val="00847B1F"/>
    <w:rsid w:val="00847F9D"/>
    <w:rsid w:val="00851034"/>
    <w:rsid w:val="00854901"/>
    <w:rsid w:val="00857C3A"/>
    <w:rsid w:val="00861471"/>
    <w:rsid w:val="00862EA0"/>
    <w:rsid w:val="00863D3C"/>
    <w:rsid w:val="008658E0"/>
    <w:rsid w:val="0086597D"/>
    <w:rsid w:val="008702D5"/>
    <w:rsid w:val="008711D3"/>
    <w:rsid w:val="00875005"/>
    <w:rsid w:val="008816B6"/>
    <w:rsid w:val="008841E0"/>
    <w:rsid w:val="0088529E"/>
    <w:rsid w:val="00886177"/>
    <w:rsid w:val="0088653E"/>
    <w:rsid w:val="00890F5B"/>
    <w:rsid w:val="008921E1"/>
    <w:rsid w:val="0089332F"/>
    <w:rsid w:val="00896B6B"/>
    <w:rsid w:val="00897ECA"/>
    <w:rsid w:val="008A5039"/>
    <w:rsid w:val="008A5128"/>
    <w:rsid w:val="008A627B"/>
    <w:rsid w:val="008A788E"/>
    <w:rsid w:val="008A7ECC"/>
    <w:rsid w:val="008B11B0"/>
    <w:rsid w:val="008B13A4"/>
    <w:rsid w:val="008B18D0"/>
    <w:rsid w:val="008B1A09"/>
    <w:rsid w:val="008B287A"/>
    <w:rsid w:val="008B680B"/>
    <w:rsid w:val="008B6DD2"/>
    <w:rsid w:val="008C2772"/>
    <w:rsid w:val="008C290F"/>
    <w:rsid w:val="008C5A26"/>
    <w:rsid w:val="008C6862"/>
    <w:rsid w:val="008D11A7"/>
    <w:rsid w:val="008D2B94"/>
    <w:rsid w:val="008D2D99"/>
    <w:rsid w:val="008D5C95"/>
    <w:rsid w:val="008E0CF8"/>
    <w:rsid w:val="008E0EB4"/>
    <w:rsid w:val="008E2DBF"/>
    <w:rsid w:val="008E3A5C"/>
    <w:rsid w:val="008E4E0A"/>
    <w:rsid w:val="008F13F0"/>
    <w:rsid w:val="008F3C0C"/>
    <w:rsid w:val="008F56E9"/>
    <w:rsid w:val="008F579D"/>
    <w:rsid w:val="008F5855"/>
    <w:rsid w:val="008F6347"/>
    <w:rsid w:val="00900DD5"/>
    <w:rsid w:val="00902A71"/>
    <w:rsid w:val="00903AB5"/>
    <w:rsid w:val="009049A9"/>
    <w:rsid w:val="0090648E"/>
    <w:rsid w:val="00907399"/>
    <w:rsid w:val="00910C0E"/>
    <w:rsid w:val="0091115C"/>
    <w:rsid w:val="009123C2"/>
    <w:rsid w:val="00912DF2"/>
    <w:rsid w:val="00916142"/>
    <w:rsid w:val="009161BB"/>
    <w:rsid w:val="00920286"/>
    <w:rsid w:val="00921543"/>
    <w:rsid w:val="00922056"/>
    <w:rsid w:val="009250A5"/>
    <w:rsid w:val="00933521"/>
    <w:rsid w:val="00941545"/>
    <w:rsid w:val="00942248"/>
    <w:rsid w:val="00943DB7"/>
    <w:rsid w:val="00947666"/>
    <w:rsid w:val="009479DE"/>
    <w:rsid w:val="00950792"/>
    <w:rsid w:val="009507B2"/>
    <w:rsid w:val="009513B5"/>
    <w:rsid w:val="00951922"/>
    <w:rsid w:val="009523E3"/>
    <w:rsid w:val="0095307D"/>
    <w:rsid w:val="00955C6E"/>
    <w:rsid w:val="009578CB"/>
    <w:rsid w:val="00957A69"/>
    <w:rsid w:val="009609BB"/>
    <w:rsid w:val="0096466F"/>
    <w:rsid w:val="0096641B"/>
    <w:rsid w:val="00974023"/>
    <w:rsid w:val="00974237"/>
    <w:rsid w:val="009763C7"/>
    <w:rsid w:val="00976A66"/>
    <w:rsid w:val="00976E02"/>
    <w:rsid w:val="00977670"/>
    <w:rsid w:val="00980924"/>
    <w:rsid w:val="00983FEE"/>
    <w:rsid w:val="00985D7A"/>
    <w:rsid w:val="009910B5"/>
    <w:rsid w:val="00991212"/>
    <w:rsid w:val="0099199E"/>
    <w:rsid w:val="0099221F"/>
    <w:rsid w:val="00993F3E"/>
    <w:rsid w:val="0099626D"/>
    <w:rsid w:val="009967CD"/>
    <w:rsid w:val="0099728A"/>
    <w:rsid w:val="009A3479"/>
    <w:rsid w:val="009A36F3"/>
    <w:rsid w:val="009A3B0C"/>
    <w:rsid w:val="009A3E8B"/>
    <w:rsid w:val="009A43BE"/>
    <w:rsid w:val="009A73DF"/>
    <w:rsid w:val="009B0AEF"/>
    <w:rsid w:val="009B1A9A"/>
    <w:rsid w:val="009B26D3"/>
    <w:rsid w:val="009B2C12"/>
    <w:rsid w:val="009B6D78"/>
    <w:rsid w:val="009C0A4E"/>
    <w:rsid w:val="009C140A"/>
    <w:rsid w:val="009C1CD8"/>
    <w:rsid w:val="009C3BD8"/>
    <w:rsid w:val="009C3E91"/>
    <w:rsid w:val="009C7ED1"/>
    <w:rsid w:val="009D0B8C"/>
    <w:rsid w:val="009D0D85"/>
    <w:rsid w:val="009E0CD3"/>
    <w:rsid w:val="009E55C2"/>
    <w:rsid w:val="009E59A8"/>
    <w:rsid w:val="009E63B7"/>
    <w:rsid w:val="009E7BAA"/>
    <w:rsid w:val="009F02CE"/>
    <w:rsid w:val="009F155A"/>
    <w:rsid w:val="009F16DB"/>
    <w:rsid w:val="009F2DD2"/>
    <w:rsid w:val="009F36F0"/>
    <w:rsid w:val="009F47E6"/>
    <w:rsid w:val="009F4906"/>
    <w:rsid w:val="009F641D"/>
    <w:rsid w:val="009F6EAF"/>
    <w:rsid w:val="009F749A"/>
    <w:rsid w:val="009F7D8F"/>
    <w:rsid w:val="00A01FD1"/>
    <w:rsid w:val="00A04080"/>
    <w:rsid w:val="00A061A5"/>
    <w:rsid w:val="00A1109D"/>
    <w:rsid w:val="00A12041"/>
    <w:rsid w:val="00A13D99"/>
    <w:rsid w:val="00A15A7F"/>
    <w:rsid w:val="00A1631F"/>
    <w:rsid w:val="00A20734"/>
    <w:rsid w:val="00A25093"/>
    <w:rsid w:val="00A26467"/>
    <w:rsid w:val="00A26EFB"/>
    <w:rsid w:val="00A3299A"/>
    <w:rsid w:val="00A3359A"/>
    <w:rsid w:val="00A33761"/>
    <w:rsid w:val="00A33D41"/>
    <w:rsid w:val="00A36D2E"/>
    <w:rsid w:val="00A36E4A"/>
    <w:rsid w:val="00A40194"/>
    <w:rsid w:val="00A4078D"/>
    <w:rsid w:val="00A41E11"/>
    <w:rsid w:val="00A420DB"/>
    <w:rsid w:val="00A44057"/>
    <w:rsid w:val="00A44A06"/>
    <w:rsid w:val="00A44B1B"/>
    <w:rsid w:val="00A46780"/>
    <w:rsid w:val="00A51F6E"/>
    <w:rsid w:val="00A5617A"/>
    <w:rsid w:val="00A564AE"/>
    <w:rsid w:val="00A56A91"/>
    <w:rsid w:val="00A60C7A"/>
    <w:rsid w:val="00A6120C"/>
    <w:rsid w:val="00A616E1"/>
    <w:rsid w:val="00A633C2"/>
    <w:rsid w:val="00A63F9D"/>
    <w:rsid w:val="00A64008"/>
    <w:rsid w:val="00A71083"/>
    <w:rsid w:val="00A720FA"/>
    <w:rsid w:val="00A7281A"/>
    <w:rsid w:val="00A729F2"/>
    <w:rsid w:val="00A829B6"/>
    <w:rsid w:val="00A90299"/>
    <w:rsid w:val="00A90364"/>
    <w:rsid w:val="00A91815"/>
    <w:rsid w:val="00A94527"/>
    <w:rsid w:val="00A945D8"/>
    <w:rsid w:val="00A95CC3"/>
    <w:rsid w:val="00A9678D"/>
    <w:rsid w:val="00AA0BEC"/>
    <w:rsid w:val="00AA127B"/>
    <w:rsid w:val="00AA3382"/>
    <w:rsid w:val="00AA482A"/>
    <w:rsid w:val="00AA7DF6"/>
    <w:rsid w:val="00AB59DB"/>
    <w:rsid w:val="00AB6836"/>
    <w:rsid w:val="00AC1C40"/>
    <w:rsid w:val="00AC2AB0"/>
    <w:rsid w:val="00AC4667"/>
    <w:rsid w:val="00AC46D8"/>
    <w:rsid w:val="00AC5924"/>
    <w:rsid w:val="00AC6399"/>
    <w:rsid w:val="00AC6CEB"/>
    <w:rsid w:val="00AD0634"/>
    <w:rsid w:val="00AD1ED7"/>
    <w:rsid w:val="00AD3F6E"/>
    <w:rsid w:val="00AD55A1"/>
    <w:rsid w:val="00AD61C4"/>
    <w:rsid w:val="00AE090E"/>
    <w:rsid w:val="00AE0B50"/>
    <w:rsid w:val="00AE1254"/>
    <w:rsid w:val="00AE2FF9"/>
    <w:rsid w:val="00AE6719"/>
    <w:rsid w:val="00AE715F"/>
    <w:rsid w:val="00AE78FB"/>
    <w:rsid w:val="00AE797A"/>
    <w:rsid w:val="00AF041F"/>
    <w:rsid w:val="00AF24A9"/>
    <w:rsid w:val="00AF3DAF"/>
    <w:rsid w:val="00AF6231"/>
    <w:rsid w:val="00B0079B"/>
    <w:rsid w:val="00B00BCD"/>
    <w:rsid w:val="00B00BDF"/>
    <w:rsid w:val="00B032B0"/>
    <w:rsid w:val="00B03542"/>
    <w:rsid w:val="00B03F68"/>
    <w:rsid w:val="00B04CC6"/>
    <w:rsid w:val="00B06394"/>
    <w:rsid w:val="00B065CB"/>
    <w:rsid w:val="00B11A44"/>
    <w:rsid w:val="00B16269"/>
    <w:rsid w:val="00B20BFE"/>
    <w:rsid w:val="00B22363"/>
    <w:rsid w:val="00B2274C"/>
    <w:rsid w:val="00B2421F"/>
    <w:rsid w:val="00B258B7"/>
    <w:rsid w:val="00B30D9B"/>
    <w:rsid w:val="00B327BB"/>
    <w:rsid w:val="00B34A3D"/>
    <w:rsid w:val="00B35212"/>
    <w:rsid w:val="00B37068"/>
    <w:rsid w:val="00B37563"/>
    <w:rsid w:val="00B44AA9"/>
    <w:rsid w:val="00B45200"/>
    <w:rsid w:val="00B45F02"/>
    <w:rsid w:val="00B46CA8"/>
    <w:rsid w:val="00B47F94"/>
    <w:rsid w:val="00B51368"/>
    <w:rsid w:val="00B51A0A"/>
    <w:rsid w:val="00B5277E"/>
    <w:rsid w:val="00B5404C"/>
    <w:rsid w:val="00B54453"/>
    <w:rsid w:val="00B55011"/>
    <w:rsid w:val="00B56DE9"/>
    <w:rsid w:val="00B62A58"/>
    <w:rsid w:val="00B63829"/>
    <w:rsid w:val="00B646CD"/>
    <w:rsid w:val="00B6749C"/>
    <w:rsid w:val="00B72EC6"/>
    <w:rsid w:val="00B73E25"/>
    <w:rsid w:val="00B74D14"/>
    <w:rsid w:val="00B75918"/>
    <w:rsid w:val="00B8106C"/>
    <w:rsid w:val="00B822EB"/>
    <w:rsid w:val="00B87458"/>
    <w:rsid w:val="00B91542"/>
    <w:rsid w:val="00B9154E"/>
    <w:rsid w:val="00B917C1"/>
    <w:rsid w:val="00B9260E"/>
    <w:rsid w:val="00B92B7C"/>
    <w:rsid w:val="00B94DF7"/>
    <w:rsid w:val="00B95DA9"/>
    <w:rsid w:val="00BA0595"/>
    <w:rsid w:val="00BA0701"/>
    <w:rsid w:val="00BA27D1"/>
    <w:rsid w:val="00BA2917"/>
    <w:rsid w:val="00BA29A6"/>
    <w:rsid w:val="00BA405B"/>
    <w:rsid w:val="00BA44EF"/>
    <w:rsid w:val="00BA4F68"/>
    <w:rsid w:val="00BA5B69"/>
    <w:rsid w:val="00BA75EC"/>
    <w:rsid w:val="00BB061C"/>
    <w:rsid w:val="00BB5E3A"/>
    <w:rsid w:val="00BB6668"/>
    <w:rsid w:val="00BB74AA"/>
    <w:rsid w:val="00BC4476"/>
    <w:rsid w:val="00BC7D77"/>
    <w:rsid w:val="00BD0CA9"/>
    <w:rsid w:val="00BD1284"/>
    <w:rsid w:val="00BD1772"/>
    <w:rsid w:val="00BD264F"/>
    <w:rsid w:val="00BD2722"/>
    <w:rsid w:val="00BD45D4"/>
    <w:rsid w:val="00BD4CFC"/>
    <w:rsid w:val="00BD665B"/>
    <w:rsid w:val="00BD705A"/>
    <w:rsid w:val="00BD7535"/>
    <w:rsid w:val="00BE7EAE"/>
    <w:rsid w:val="00BF0219"/>
    <w:rsid w:val="00BF05B1"/>
    <w:rsid w:val="00BF12BE"/>
    <w:rsid w:val="00BF1F44"/>
    <w:rsid w:val="00BF2CB9"/>
    <w:rsid w:val="00BF63A5"/>
    <w:rsid w:val="00BF7E4E"/>
    <w:rsid w:val="00C00F73"/>
    <w:rsid w:val="00C0304D"/>
    <w:rsid w:val="00C0475D"/>
    <w:rsid w:val="00C057DD"/>
    <w:rsid w:val="00C130BC"/>
    <w:rsid w:val="00C13927"/>
    <w:rsid w:val="00C155A8"/>
    <w:rsid w:val="00C16318"/>
    <w:rsid w:val="00C163C7"/>
    <w:rsid w:val="00C164BC"/>
    <w:rsid w:val="00C16E61"/>
    <w:rsid w:val="00C201F8"/>
    <w:rsid w:val="00C2041D"/>
    <w:rsid w:val="00C23C40"/>
    <w:rsid w:val="00C267A5"/>
    <w:rsid w:val="00C267B3"/>
    <w:rsid w:val="00C27236"/>
    <w:rsid w:val="00C27412"/>
    <w:rsid w:val="00C33780"/>
    <w:rsid w:val="00C3535B"/>
    <w:rsid w:val="00C372B8"/>
    <w:rsid w:val="00C4540F"/>
    <w:rsid w:val="00C459A6"/>
    <w:rsid w:val="00C45C81"/>
    <w:rsid w:val="00C46A5A"/>
    <w:rsid w:val="00C47916"/>
    <w:rsid w:val="00C52576"/>
    <w:rsid w:val="00C52E8B"/>
    <w:rsid w:val="00C53E23"/>
    <w:rsid w:val="00C54F6C"/>
    <w:rsid w:val="00C55834"/>
    <w:rsid w:val="00C57582"/>
    <w:rsid w:val="00C57BFD"/>
    <w:rsid w:val="00C603C7"/>
    <w:rsid w:val="00C603E4"/>
    <w:rsid w:val="00C60457"/>
    <w:rsid w:val="00C6046D"/>
    <w:rsid w:val="00C6353C"/>
    <w:rsid w:val="00C63CF9"/>
    <w:rsid w:val="00C66764"/>
    <w:rsid w:val="00C67093"/>
    <w:rsid w:val="00C671F0"/>
    <w:rsid w:val="00C722E7"/>
    <w:rsid w:val="00C74403"/>
    <w:rsid w:val="00C80F6D"/>
    <w:rsid w:val="00C81270"/>
    <w:rsid w:val="00C8554A"/>
    <w:rsid w:val="00C86539"/>
    <w:rsid w:val="00C86FB6"/>
    <w:rsid w:val="00C877B5"/>
    <w:rsid w:val="00C91175"/>
    <w:rsid w:val="00C92CAA"/>
    <w:rsid w:val="00C9340F"/>
    <w:rsid w:val="00C93B59"/>
    <w:rsid w:val="00C93F6D"/>
    <w:rsid w:val="00C9543F"/>
    <w:rsid w:val="00C95F28"/>
    <w:rsid w:val="00CA1400"/>
    <w:rsid w:val="00CA15C6"/>
    <w:rsid w:val="00CA1B32"/>
    <w:rsid w:val="00CA1E4C"/>
    <w:rsid w:val="00CA2116"/>
    <w:rsid w:val="00CA25CF"/>
    <w:rsid w:val="00CA5164"/>
    <w:rsid w:val="00CA67F9"/>
    <w:rsid w:val="00CA7131"/>
    <w:rsid w:val="00CB0266"/>
    <w:rsid w:val="00CB250D"/>
    <w:rsid w:val="00CB3683"/>
    <w:rsid w:val="00CB39F3"/>
    <w:rsid w:val="00CB3AAF"/>
    <w:rsid w:val="00CB4D3B"/>
    <w:rsid w:val="00CB566E"/>
    <w:rsid w:val="00CB7AF3"/>
    <w:rsid w:val="00CC0D8E"/>
    <w:rsid w:val="00CC0F45"/>
    <w:rsid w:val="00CC36D6"/>
    <w:rsid w:val="00CC7027"/>
    <w:rsid w:val="00CD0DE0"/>
    <w:rsid w:val="00CD1A34"/>
    <w:rsid w:val="00CD24AF"/>
    <w:rsid w:val="00CD46F2"/>
    <w:rsid w:val="00CD4E81"/>
    <w:rsid w:val="00CD502D"/>
    <w:rsid w:val="00CE0B6E"/>
    <w:rsid w:val="00CE2692"/>
    <w:rsid w:val="00CE5680"/>
    <w:rsid w:val="00CE5699"/>
    <w:rsid w:val="00CE5D3F"/>
    <w:rsid w:val="00CE5F8E"/>
    <w:rsid w:val="00CE5FA2"/>
    <w:rsid w:val="00CE6487"/>
    <w:rsid w:val="00CF438E"/>
    <w:rsid w:val="00CF670D"/>
    <w:rsid w:val="00CF72BC"/>
    <w:rsid w:val="00CF7538"/>
    <w:rsid w:val="00CF7DFE"/>
    <w:rsid w:val="00D0377C"/>
    <w:rsid w:val="00D04F42"/>
    <w:rsid w:val="00D07B49"/>
    <w:rsid w:val="00D136FA"/>
    <w:rsid w:val="00D14AFB"/>
    <w:rsid w:val="00D14E48"/>
    <w:rsid w:val="00D15E23"/>
    <w:rsid w:val="00D20E82"/>
    <w:rsid w:val="00D2233A"/>
    <w:rsid w:val="00D23D84"/>
    <w:rsid w:val="00D2414F"/>
    <w:rsid w:val="00D25C2F"/>
    <w:rsid w:val="00D309A7"/>
    <w:rsid w:val="00D30D00"/>
    <w:rsid w:val="00D34804"/>
    <w:rsid w:val="00D34C9E"/>
    <w:rsid w:val="00D36DA9"/>
    <w:rsid w:val="00D4018D"/>
    <w:rsid w:val="00D41199"/>
    <w:rsid w:val="00D42230"/>
    <w:rsid w:val="00D43F1A"/>
    <w:rsid w:val="00D44BC3"/>
    <w:rsid w:val="00D45771"/>
    <w:rsid w:val="00D46CCC"/>
    <w:rsid w:val="00D46EA2"/>
    <w:rsid w:val="00D477DB"/>
    <w:rsid w:val="00D478C2"/>
    <w:rsid w:val="00D5021A"/>
    <w:rsid w:val="00D50CDF"/>
    <w:rsid w:val="00D51FC7"/>
    <w:rsid w:val="00D5504D"/>
    <w:rsid w:val="00D567AA"/>
    <w:rsid w:val="00D601A7"/>
    <w:rsid w:val="00D620FA"/>
    <w:rsid w:val="00D62531"/>
    <w:rsid w:val="00D62C94"/>
    <w:rsid w:val="00D633D9"/>
    <w:rsid w:val="00D657AD"/>
    <w:rsid w:val="00D66CD1"/>
    <w:rsid w:val="00D67072"/>
    <w:rsid w:val="00D7045A"/>
    <w:rsid w:val="00D71278"/>
    <w:rsid w:val="00D807C5"/>
    <w:rsid w:val="00D8286E"/>
    <w:rsid w:val="00D82C4A"/>
    <w:rsid w:val="00D836F2"/>
    <w:rsid w:val="00D84530"/>
    <w:rsid w:val="00D8705C"/>
    <w:rsid w:val="00D87A58"/>
    <w:rsid w:val="00D87D3B"/>
    <w:rsid w:val="00D909D1"/>
    <w:rsid w:val="00D91028"/>
    <w:rsid w:val="00D92A1E"/>
    <w:rsid w:val="00DA186A"/>
    <w:rsid w:val="00DA3287"/>
    <w:rsid w:val="00DA62D4"/>
    <w:rsid w:val="00DA6B50"/>
    <w:rsid w:val="00DA6D2A"/>
    <w:rsid w:val="00DB2CC7"/>
    <w:rsid w:val="00DB4A48"/>
    <w:rsid w:val="00DB6E46"/>
    <w:rsid w:val="00DC0F64"/>
    <w:rsid w:val="00DC4A3F"/>
    <w:rsid w:val="00DD2695"/>
    <w:rsid w:val="00DD5F80"/>
    <w:rsid w:val="00DD6E62"/>
    <w:rsid w:val="00DE131D"/>
    <w:rsid w:val="00DE23CE"/>
    <w:rsid w:val="00DE3E0D"/>
    <w:rsid w:val="00DE5B96"/>
    <w:rsid w:val="00DE6A69"/>
    <w:rsid w:val="00DF1805"/>
    <w:rsid w:val="00E00287"/>
    <w:rsid w:val="00E114C5"/>
    <w:rsid w:val="00E122A9"/>
    <w:rsid w:val="00E15243"/>
    <w:rsid w:val="00E15C6E"/>
    <w:rsid w:val="00E15D4D"/>
    <w:rsid w:val="00E212DC"/>
    <w:rsid w:val="00E23E23"/>
    <w:rsid w:val="00E241BC"/>
    <w:rsid w:val="00E2482E"/>
    <w:rsid w:val="00E248A3"/>
    <w:rsid w:val="00E26690"/>
    <w:rsid w:val="00E269D8"/>
    <w:rsid w:val="00E27AEA"/>
    <w:rsid w:val="00E33574"/>
    <w:rsid w:val="00E364F9"/>
    <w:rsid w:val="00E37313"/>
    <w:rsid w:val="00E41440"/>
    <w:rsid w:val="00E45522"/>
    <w:rsid w:val="00E5436F"/>
    <w:rsid w:val="00E54F10"/>
    <w:rsid w:val="00E61795"/>
    <w:rsid w:val="00E62D06"/>
    <w:rsid w:val="00E63BA1"/>
    <w:rsid w:val="00E66D12"/>
    <w:rsid w:val="00E7321B"/>
    <w:rsid w:val="00E73782"/>
    <w:rsid w:val="00E75043"/>
    <w:rsid w:val="00E7532F"/>
    <w:rsid w:val="00E7662B"/>
    <w:rsid w:val="00E775FA"/>
    <w:rsid w:val="00E8056A"/>
    <w:rsid w:val="00E82FB8"/>
    <w:rsid w:val="00E8323F"/>
    <w:rsid w:val="00E83260"/>
    <w:rsid w:val="00E90650"/>
    <w:rsid w:val="00E90722"/>
    <w:rsid w:val="00E9326F"/>
    <w:rsid w:val="00E96C55"/>
    <w:rsid w:val="00EA0899"/>
    <w:rsid w:val="00EA16CD"/>
    <w:rsid w:val="00EA2019"/>
    <w:rsid w:val="00EA2D83"/>
    <w:rsid w:val="00EA7AEA"/>
    <w:rsid w:val="00EB042C"/>
    <w:rsid w:val="00EB0BE9"/>
    <w:rsid w:val="00EB554F"/>
    <w:rsid w:val="00EB6162"/>
    <w:rsid w:val="00EB67B3"/>
    <w:rsid w:val="00EB6F63"/>
    <w:rsid w:val="00EC0E3A"/>
    <w:rsid w:val="00EC2224"/>
    <w:rsid w:val="00EC33AB"/>
    <w:rsid w:val="00EC3780"/>
    <w:rsid w:val="00EC4AF8"/>
    <w:rsid w:val="00EC783E"/>
    <w:rsid w:val="00ED1BF2"/>
    <w:rsid w:val="00ED1E6D"/>
    <w:rsid w:val="00ED2E16"/>
    <w:rsid w:val="00ED318F"/>
    <w:rsid w:val="00ED7608"/>
    <w:rsid w:val="00EE0F68"/>
    <w:rsid w:val="00EE0FDB"/>
    <w:rsid w:val="00EE40C2"/>
    <w:rsid w:val="00EE6F20"/>
    <w:rsid w:val="00EE7D3D"/>
    <w:rsid w:val="00EF5175"/>
    <w:rsid w:val="00EF54E8"/>
    <w:rsid w:val="00EF72E1"/>
    <w:rsid w:val="00F00E4E"/>
    <w:rsid w:val="00F01BEB"/>
    <w:rsid w:val="00F048F2"/>
    <w:rsid w:val="00F05145"/>
    <w:rsid w:val="00F07C84"/>
    <w:rsid w:val="00F1146D"/>
    <w:rsid w:val="00F121C0"/>
    <w:rsid w:val="00F14FB8"/>
    <w:rsid w:val="00F15014"/>
    <w:rsid w:val="00F15A1C"/>
    <w:rsid w:val="00F16C9F"/>
    <w:rsid w:val="00F22BDF"/>
    <w:rsid w:val="00F22FA1"/>
    <w:rsid w:val="00F26168"/>
    <w:rsid w:val="00F268B6"/>
    <w:rsid w:val="00F30DFB"/>
    <w:rsid w:val="00F31C34"/>
    <w:rsid w:val="00F31EDE"/>
    <w:rsid w:val="00F34B5C"/>
    <w:rsid w:val="00F3728F"/>
    <w:rsid w:val="00F3791A"/>
    <w:rsid w:val="00F40F5A"/>
    <w:rsid w:val="00F41D17"/>
    <w:rsid w:val="00F44227"/>
    <w:rsid w:val="00F465E9"/>
    <w:rsid w:val="00F5081D"/>
    <w:rsid w:val="00F5140C"/>
    <w:rsid w:val="00F51655"/>
    <w:rsid w:val="00F52095"/>
    <w:rsid w:val="00F53D9A"/>
    <w:rsid w:val="00F53F1A"/>
    <w:rsid w:val="00F54BC0"/>
    <w:rsid w:val="00F561B5"/>
    <w:rsid w:val="00F573B8"/>
    <w:rsid w:val="00F57658"/>
    <w:rsid w:val="00F629FA"/>
    <w:rsid w:val="00F62A78"/>
    <w:rsid w:val="00F64268"/>
    <w:rsid w:val="00F716D8"/>
    <w:rsid w:val="00F72029"/>
    <w:rsid w:val="00F73805"/>
    <w:rsid w:val="00F752C7"/>
    <w:rsid w:val="00F771D1"/>
    <w:rsid w:val="00F81FC0"/>
    <w:rsid w:val="00F839EE"/>
    <w:rsid w:val="00F861B0"/>
    <w:rsid w:val="00F865E4"/>
    <w:rsid w:val="00F90889"/>
    <w:rsid w:val="00F92342"/>
    <w:rsid w:val="00F949C6"/>
    <w:rsid w:val="00F952FC"/>
    <w:rsid w:val="00F95F8C"/>
    <w:rsid w:val="00FA06C3"/>
    <w:rsid w:val="00FA23D6"/>
    <w:rsid w:val="00FA3D6E"/>
    <w:rsid w:val="00FB0980"/>
    <w:rsid w:val="00FB2EED"/>
    <w:rsid w:val="00FB32A1"/>
    <w:rsid w:val="00FB3823"/>
    <w:rsid w:val="00FB3D61"/>
    <w:rsid w:val="00FB44A7"/>
    <w:rsid w:val="00FB46C5"/>
    <w:rsid w:val="00FB6755"/>
    <w:rsid w:val="00FB6A8F"/>
    <w:rsid w:val="00FC044B"/>
    <w:rsid w:val="00FC1CBC"/>
    <w:rsid w:val="00FC24F0"/>
    <w:rsid w:val="00FC5476"/>
    <w:rsid w:val="00FC6CF4"/>
    <w:rsid w:val="00FC72ED"/>
    <w:rsid w:val="00FC7632"/>
    <w:rsid w:val="00FD026E"/>
    <w:rsid w:val="00FD60EF"/>
    <w:rsid w:val="00FD71C6"/>
    <w:rsid w:val="00FD72CE"/>
    <w:rsid w:val="00FD7621"/>
    <w:rsid w:val="00FE3086"/>
    <w:rsid w:val="00FE44C5"/>
    <w:rsid w:val="00FE55BE"/>
    <w:rsid w:val="00FE5F02"/>
    <w:rsid w:val="00FF0126"/>
    <w:rsid w:val="00FF03D5"/>
    <w:rsid w:val="00FF228E"/>
    <w:rsid w:val="00FF3CBB"/>
    <w:rsid w:val="00FF56F8"/>
    <w:rsid w:val="00FF6080"/>
    <w:rsid w:val="00FF670C"/>
    <w:rsid w:val="00FF7CD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8EA7098"/>
  <w15:docId w15:val="{ED7A1072-8192-40F4-97B3-1A2EC5193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9"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7F94"/>
    <w:rPr>
      <w:lang w:val="lt-LT"/>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aliases w:val="Title Header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aliases w:val="Section Header3,Sub-Clause Paragraph,H3,H31,H32,H33,H311,H321,H34,H312,H322,H35,H313,H323,H36,H37,H314,H324,H38,H315,H325,H39,H316,H326,H331,H3111,H3211,H341,H3121,H3221,H351,H3131,H3231,H361,H371,H3141,H3241,H381,H3151,H3251"/>
    <w:basedOn w:val="prastasis"/>
    <w:next w:val="prastasis"/>
    <w:link w:val="Antrat3Diagrama"/>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aliases w:val=" Sub-Clause Sub-paragraph,Sub-Clause Sub-paragraph,Heading 4 Char Char Char Char,H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aliases w:val="H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1"/>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aliases w:val="Title Header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aliases w:val="Char Char2,body text,contents,bt,Corps de texte,body tesx,heading_txt,bodytxy2...,bodytxy2,Body Text - Level 2,??2,Head3NoNumber,?drad,ändrad,Body Text Ro,body indent,Body single,EHPT,Body Text2,Body Text1,Standard paragraph,hd Cha"/>
    <w:basedOn w:val="prastasis"/>
    <w:link w:val="PagrindinistekstasDiagrama"/>
    <w:unhideWhenUsed/>
    <w:pPr>
      <w:spacing w:after="120"/>
    </w:pPr>
  </w:style>
  <w:style w:type="character" w:customStyle="1" w:styleId="PagrindinistekstasDiagrama">
    <w:name w:val="Pagrindinis tekstas Diagrama"/>
    <w:aliases w:val="Char Char2 Diagrama,body text Diagrama,contents Diagrama,bt Diagrama,Corps de texte Diagrama,body tesx Diagrama,heading_txt Diagrama,bodytxy2... Diagrama,bodytxy2 Diagrama,Body Text - Level 2 Diagrama,??2 Diagrama"/>
    <w:basedOn w:val="Numatytasispastraiposriftas"/>
    <w:link w:val="Pagrindinistekstas"/>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semiHidden/>
    <w:unhideWhenUsed/>
    <w:pPr>
      <w:spacing w:after="120"/>
    </w:pPr>
    <w:rPr>
      <w:sz w:val="16"/>
    </w:rPr>
  </w:style>
  <w:style w:type="character" w:customStyle="1" w:styleId="Pagrindinistekstas3Diagrama">
    <w:name w:val="Pagrindinis tekstas 3 Diagrama"/>
    <w:basedOn w:val="Numatytasispastraiposriftas"/>
    <w:link w:val="Pagrindinistekstas3"/>
    <w:uiPriority w:val="99"/>
    <w:semiHidden/>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unhideWhenUsed/>
    <w:pPr>
      <w:spacing w:after="120"/>
      <w:ind w:left="360"/>
    </w:pPr>
  </w:style>
  <w:style w:type="character" w:customStyle="1" w:styleId="PagrindiniotekstotraukaDiagrama">
    <w:name w:val="Pagrindinio teksto įtrauka Diagrama"/>
    <w:basedOn w:val="Numatytasispastraiposriftas"/>
    <w:link w:val="Pagrindiniotekstotrauka"/>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iPriority w:val="99"/>
    <w:semiHidden/>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uiPriority w:val="99"/>
    <w:semiHidden/>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unhideWhenUsed/>
    <w:qFormat/>
    <w:rPr>
      <w:sz w:val="16"/>
    </w:rPr>
  </w:style>
  <w:style w:type="paragraph" w:styleId="Komentarotekstas">
    <w:name w:val="annotation text"/>
    <w:aliases w:val="Diagrama1,Diagrama"/>
    <w:basedOn w:val="prastasis"/>
    <w:link w:val="KomentarotekstasDiagrama"/>
    <w:uiPriority w:val="99"/>
    <w:unhideWhenUsed/>
    <w:qFormat/>
    <w:pPr>
      <w:spacing w:line="240" w:lineRule="auto"/>
    </w:pPr>
  </w:style>
  <w:style w:type="character" w:customStyle="1" w:styleId="KomentarotekstasDiagrama">
    <w:name w:val="Komentaro tekstas Diagrama"/>
    <w:aliases w:val="Diagrama1 Diagrama,Diagrama Diagrama"/>
    <w:basedOn w:val="Numatytasispastraiposriftas"/>
    <w:link w:val="Komentarotekstas"/>
    <w:uiPriority w:val="99"/>
    <w:qFormat/>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aliases w:val="Section Header3 Diagrama,Sub-Clause Paragraph Diagrama,H3 Diagrama,H31 Diagrama,H32 Diagrama,H33 Diagrama,H311 Diagrama,H321 Diagrama,H34 Diagrama,H312 Diagrama,H322 Diagrama,H35 Diagrama,H313 Diagrama,H323 Diagrama,H36 Diagrama"/>
    <w:basedOn w:val="Numatytasispastraiposriftas"/>
    <w:link w:val="Antrat3"/>
    <w:rsid w:val="00B47F94"/>
    <w:rPr>
      <w:rFonts w:asciiTheme="majorHAnsi" w:eastAsiaTheme="majorEastAsia" w:hAnsiTheme="majorHAnsi" w:cstheme="majorBidi"/>
      <w:spacing w:val="4"/>
      <w:sz w:val="24"/>
      <w:szCs w:val="24"/>
    </w:rPr>
  </w:style>
  <w:style w:type="character" w:customStyle="1" w:styleId="Antrat4Diagrama">
    <w:name w:val="Antraštė 4 Diagrama"/>
    <w:aliases w:val=" Sub-Clause Sub-paragraph Diagrama,Sub-Clause Sub-paragraph Diagrama,Heading 4 Char Char Char Char Diagrama,H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aliases w:val="H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iPriority w:val="99"/>
    <w:semiHidden/>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uiPriority w:val="99"/>
    <w:semiHidden/>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iPriority w:val="99"/>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semiHidden/>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semiHidden/>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uiPriority w:val="11"/>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uiPriority w:val="11"/>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uiPriority w:val="10"/>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uiPriority w:val="10"/>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1"/>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eastAsia="lt-LT"/>
    </w:rPr>
  </w:style>
  <w:style w:type="character" w:customStyle="1" w:styleId="UnresolvedMention1">
    <w:name w:val="Unresolved Mention1"/>
    <w:basedOn w:val="Numatytasispastraiposriftas"/>
    <w:uiPriority w:val="99"/>
    <w:semiHidden/>
    <w:unhideWhenUsed/>
    <w:rsid w:val="00DA6B50"/>
    <w:rPr>
      <w:color w:val="605E5C"/>
      <w:shd w:val="clear" w:color="auto" w:fill="E1DFDD"/>
    </w:rPr>
  </w:style>
  <w:style w:type="paragraph" w:customStyle="1" w:styleId="Skyriauspavadinimas">
    <w:name w:val="Skyriaus pavadinimas"/>
    <w:basedOn w:val="prastasis"/>
    <w:rsid w:val="00AE090E"/>
    <w:pPr>
      <w:numPr>
        <w:numId w:val="12"/>
      </w:numPr>
      <w:spacing w:after="0" w:line="240" w:lineRule="auto"/>
      <w:jc w:val="center"/>
    </w:pPr>
    <w:rPr>
      <w:rFonts w:ascii="Times New Roman Bold" w:eastAsiaTheme="minorHAnsi" w:hAnsi="Times New Roman Bold" w:cs="Times New Roman"/>
      <w:b/>
      <w:caps/>
      <w:sz w:val="24"/>
      <w:szCs w:val="24"/>
      <w:lang w:val="en-GB"/>
    </w:rPr>
  </w:style>
  <w:style w:type="character" w:customStyle="1" w:styleId="FontStyle12">
    <w:name w:val="Font Style12"/>
    <w:uiPriority w:val="99"/>
    <w:qFormat/>
    <w:rsid w:val="00AE090E"/>
    <w:rPr>
      <w:rFonts w:ascii="Times New Roman" w:hAnsi="Times New Roman"/>
      <w:sz w:val="22"/>
    </w:rPr>
  </w:style>
  <w:style w:type="paragraph" w:customStyle="1" w:styleId="Style4">
    <w:name w:val="Style4"/>
    <w:basedOn w:val="prastasis"/>
    <w:link w:val="Style4CharChar"/>
    <w:rsid w:val="00F1146D"/>
    <w:pPr>
      <w:spacing w:after="0" w:line="240" w:lineRule="auto"/>
    </w:pPr>
    <w:rPr>
      <w:rFonts w:ascii="Times New Roman" w:eastAsiaTheme="minorHAnsi" w:hAnsi="Times New Roman" w:cs="Times New Roman"/>
      <w:sz w:val="24"/>
      <w:szCs w:val="24"/>
      <w:lang w:val="x-none" w:eastAsia="x-none"/>
    </w:rPr>
  </w:style>
  <w:style w:type="character" w:customStyle="1" w:styleId="Style4CharChar">
    <w:name w:val="Style4 Char Char"/>
    <w:link w:val="Style4"/>
    <w:rsid w:val="00F1146D"/>
    <w:rPr>
      <w:rFonts w:ascii="Times New Roman" w:eastAsiaTheme="minorHAnsi" w:hAnsi="Times New Roman" w:cs="Times New Roman"/>
      <w:sz w:val="24"/>
      <w:szCs w:val="24"/>
      <w:lang w:val="x-none" w:eastAsia="x-none"/>
    </w:rPr>
  </w:style>
  <w:style w:type="paragraph" w:customStyle="1" w:styleId="Pagrindinistekstas1">
    <w:name w:val="Pagrindinis tekstas1"/>
    <w:uiPriority w:val="99"/>
    <w:rsid w:val="00F1146D"/>
    <w:pPr>
      <w:autoSpaceDE w:val="0"/>
      <w:autoSpaceDN w:val="0"/>
      <w:adjustRightInd w:val="0"/>
      <w:spacing w:after="0" w:line="240" w:lineRule="auto"/>
      <w:ind w:firstLine="312"/>
    </w:pPr>
    <w:rPr>
      <w:rFonts w:ascii="TimesLT" w:eastAsia="Calibri" w:hAnsi="TimesLT" w:cs="TimesLT"/>
      <w:sz w:val="20"/>
      <w:szCs w:val="20"/>
    </w:rPr>
  </w:style>
  <w:style w:type="paragraph" w:customStyle="1" w:styleId="Point1">
    <w:name w:val="Point 1"/>
    <w:basedOn w:val="prastasis"/>
    <w:rsid w:val="00F1146D"/>
    <w:pPr>
      <w:spacing w:before="120" w:after="120" w:line="240" w:lineRule="auto"/>
      <w:ind w:left="1418" w:hanging="567"/>
    </w:pPr>
    <w:rPr>
      <w:rFonts w:ascii="Times New Roman" w:eastAsiaTheme="minorHAnsi" w:hAnsi="Times New Roman" w:cs="Times New Roman"/>
      <w:sz w:val="24"/>
      <w:szCs w:val="24"/>
    </w:rPr>
  </w:style>
  <w:style w:type="paragraph" w:customStyle="1" w:styleId="LIST--Simple1">
    <w:name w:val="LIST -- Simple 1"/>
    <w:basedOn w:val="prastasis"/>
    <w:autoRedefine/>
    <w:uiPriority w:val="99"/>
    <w:rsid w:val="00F1146D"/>
    <w:pPr>
      <w:tabs>
        <w:tab w:val="left" w:pos="2520"/>
      </w:tabs>
      <w:spacing w:after="0" w:line="240" w:lineRule="auto"/>
    </w:pPr>
    <w:rPr>
      <w:rFonts w:ascii="Times New Roman" w:eastAsia="Arial Unicode MS" w:hAnsi="Times New Roman" w:cs="Times New Roman"/>
      <w:sz w:val="24"/>
      <w:szCs w:val="24"/>
    </w:rPr>
  </w:style>
  <w:style w:type="character" w:customStyle="1" w:styleId="PagrindinistekstasDiagrama1">
    <w:name w:val="Pagrindinis tekstas Diagrama1"/>
    <w:basedOn w:val="Numatytasispastraiposriftas"/>
    <w:uiPriority w:val="99"/>
    <w:semiHidden/>
    <w:rsid w:val="00F1146D"/>
    <w:rPr>
      <w:rFonts w:ascii="Times New Roman" w:eastAsia="Times New Roman" w:hAnsi="Times New Roman" w:cs="Times New Roman"/>
      <w:sz w:val="24"/>
      <w:szCs w:val="24"/>
      <w:lang w:eastAsia="lt-LT"/>
    </w:rPr>
  </w:style>
  <w:style w:type="character" w:styleId="Neapdorotaspaminjimas">
    <w:name w:val="Unresolved Mention"/>
    <w:basedOn w:val="Numatytasispastraiposriftas"/>
    <w:uiPriority w:val="99"/>
    <w:semiHidden/>
    <w:unhideWhenUsed/>
    <w:rsid w:val="005C6C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01709421">
      <w:bodyDiv w:val="1"/>
      <w:marLeft w:val="0"/>
      <w:marRight w:val="0"/>
      <w:marTop w:val="0"/>
      <w:marBottom w:val="0"/>
      <w:divBdr>
        <w:top w:val="none" w:sz="0" w:space="0" w:color="auto"/>
        <w:left w:val="none" w:sz="0" w:space="0" w:color="auto"/>
        <w:bottom w:val="none" w:sz="0" w:space="0" w:color="auto"/>
        <w:right w:val="none" w:sz="0" w:space="0" w:color="auto"/>
      </w:divBdr>
    </w:div>
    <w:div w:id="1526938074">
      <w:bodyDiv w:val="1"/>
      <w:marLeft w:val="0"/>
      <w:marRight w:val="0"/>
      <w:marTop w:val="0"/>
      <w:marBottom w:val="0"/>
      <w:divBdr>
        <w:top w:val="none" w:sz="0" w:space="0" w:color="auto"/>
        <w:left w:val="none" w:sz="0" w:space="0" w:color="auto"/>
        <w:bottom w:val="none" w:sz="0" w:space="0" w:color="auto"/>
        <w:right w:val="none" w:sz="0" w:space="0" w:color="auto"/>
      </w:divBdr>
      <w:divsChild>
        <w:div w:id="1663702397">
          <w:marLeft w:val="0"/>
          <w:marRight w:val="0"/>
          <w:marTop w:val="0"/>
          <w:marBottom w:val="0"/>
          <w:divBdr>
            <w:top w:val="none" w:sz="0" w:space="0" w:color="auto"/>
            <w:left w:val="none" w:sz="0" w:space="0" w:color="auto"/>
            <w:bottom w:val="none" w:sz="0" w:space="0" w:color="auto"/>
            <w:right w:val="none" w:sz="0" w:space="0" w:color="auto"/>
          </w:divBdr>
        </w:div>
        <w:div w:id="1905876238">
          <w:marLeft w:val="0"/>
          <w:marRight w:val="0"/>
          <w:marTop w:val="0"/>
          <w:marBottom w:val="0"/>
          <w:divBdr>
            <w:top w:val="none" w:sz="0" w:space="0" w:color="auto"/>
            <w:left w:val="none" w:sz="0" w:space="0" w:color="auto"/>
            <w:bottom w:val="none" w:sz="0" w:space="0" w:color="auto"/>
            <w:right w:val="none" w:sz="0" w:space="0" w:color="auto"/>
          </w:divBdr>
        </w:div>
        <w:div w:id="2095202226">
          <w:marLeft w:val="0"/>
          <w:marRight w:val="0"/>
          <w:marTop w:val="0"/>
          <w:marBottom w:val="0"/>
          <w:divBdr>
            <w:top w:val="none" w:sz="0" w:space="0" w:color="auto"/>
            <w:left w:val="none" w:sz="0" w:space="0" w:color="auto"/>
            <w:bottom w:val="none" w:sz="0" w:space="0" w:color="auto"/>
            <w:right w:val="none" w:sz="0" w:space="0" w:color="auto"/>
          </w:divBdr>
        </w:div>
        <w:div w:id="503400144">
          <w:marLeft w:val="0"/>
          <w:marRight w:val="0"/>
          <w:marTop w:val="0"/>
          <w:marBottom w:val="0"/>
          <w:divBdr>
            <w:top w:val="none" w:sz="0" w:space="0" w:color="auto"/>
            <w:left w:val="none" w:sz="0" w:space="0" w:color="auto"/>
            <w:bottom w:val="none" w:sz="0" w:space="0" w:color="auto"/>
            <w:right w:val="none" w:sz="0" w:space="0" w:color="auto"/>
          </w:divBdr>
        </w:div>
        <w:div w:id="618218267">
          <w:marLeft w:val="0"/>
          <w:marRight w:val="0"/>
          <w:marTop w:val="0"/>
          <w:marBottom w:val="0"/>
          <w:divBdr>
            <w:top w:val="none" w:sz="0" w:space="0" w:color="auto"/>
            <w:left w:val="none" w:sz="0" w:space="0" w:color="auto"/>
            <w:bottom w:val="none" w:sz="0" w:space="0" w:color="auto"/>
            <w:right w:val="none" w:sz="0" w:space="0" w:color="auto"/>
          </w:divBdr>
        </w:div>
        <w:div w:id="1979678293">
          <w:marLeft w:val="0"/>
          <w:marRight w:val="0"/>
          <w:marTop w:val="0"/>
          <w:marBottom w:val="0"/>
          <w:divBdr>
            <w:top w:val="none" w:sz="0" w:space="0" w:color="auto"/>
            <w:left w:val="none" w:sz="0" w:space="0" w:color="auto"/>
            <w:bottom w:val="none" w:sz="0" w:space="0" w:color="auto"/>
            <w:right w:val="none" w:sz="0" w:space="0" w:color="auto"/>
          </w:divBdr>
        </w:div>
        <w:div w:id="873930566">
          <w:marLeft w:val="0"/>
          <w:marRight w:val="0"/>
          <w:marTop w:val="0"/>
          <w:marBottom w:val="0"/>
          <w:divBdr>
            <w:top w:val="none" w:sz="0" w:space="0" w:color="auto"/>
            <w:left w:val="none" w:sz="0" w:space="0" w:color="auto"/>
            <w:bottom w:val="none" w:sz="0" w:space="0" w:color="auto"/>
            <w:right w:val="none" w:sz="0" w:space="0" w:color="auto"/>
          </w:divBdr>
        </w:div>
        <w:div w:id="1520661589">
          <w:marLeft w:val="0"/>
          <w:marRight w:val="0"/>
          <w:marTop w:val="0"/>
          <w:marBottom w:val="0"/>
          <w:divBdr>
            <w:top w:val="none" w:sz="0" w:space="0" w:color="auto"/>
            <w:left w:val="none" w:sz="0" w:space="0" w:color="auto"/>
            <w:bottom w:val="none" w:sz="0" w:space="0" w:color="auto"/>
            <w:right w:val="none" w:sz="0" w:space="0" w:color="auto"/>
          </w:divBdr>
        </w:div>
        <w:div w:id="2040810427">
          <w:marLeft w:val="0"/>
          <w:marRight w:val="0"/>
          <w:marTop w:val="0"/>
          <w:marBottom w:val="0"/>
          <w:divBdr>
            <w:top w:val="none" w:sz="0" w:space="0" w:color="auto"/>
            <w:left w:val="none" w:sz="0" w:space="0" w:color="auto"/>
            <w:bottom w:val="none" w:sz="0" w:space="0" w:color="auto"/>
            <w:right w:val="none" w:sz="0" w:space="0" w:color="auto"/>
          </w:divBdr>
        </w:div>
        <w:div w:id="1685551058">
          <w:marLeft w:val="0"/>
          <w:marRight w:val="0"/>
          <w:marTop w:val="0"/>
          <w:marBottom w:val="0"/>
          <w:divBdr>
            <w:top w:val="none" w:sz="0" w:space="0" w:color="auto"/>
            <w:left w:val="none" w:sz="0" w:space="0" w:color="auto"/>
            <w:bottom w:val="none" w:sz="0" w:space="0" w:color="auto"/>
            <w:right w:val="none" w:sz="0" w:space="0" w:color="auto"/>
          </w:divBdr>
        </w:div>
        <w:div w:id="1364164168">
          <w:marLeft w:val="0"/>
          <w:marRight w:val="0"/>
          <w:marTop w:val="0"/>
          <w:marBottom w:val="0"/>
          <w:divBdr>
            <w:top w:val="none" w:sz="0" w:space="0" w:color="auto"/>
            <w:left w:val="none" w:sz="0" w:space="0" w:color="auto"/>
            <w:bottom w:val="none" w:sz="0" w:space="0" w:color="auto"/>
            <w:right w:val="none" w:sz="0" w:space="0" w:color="auto"/>
          </w:divBdr>
        </w:div>
        <w:div w:id="1167670718">
          <w:marLeft w:val="0"/>
          <w:marRight w:val="0"/>
          <w:marTop w:val="0"/>
          <w:marBottom w:val="0"/>
          <w:divBdr>
            <w:top w:val="none" w:sz="0" w:space="0" w:color="auto"/>
            <w:left w:val="none" w:sz="0" w:space="0" w:color="auto"/>
            <w:bottom w:val="none" w:sz="0" w:space="0" w:color="auto"/>
            <w:right w:val="none" w:sz="0" w:space="0" w:color="auto"/>
          </w:divBdr>
        </w:div>
        <w:div w:id="1107503992">
          <w:marLeft w:val="0"/>
          <w:marRight w:val="0"/>
          <w:marTop w:val="0"/>
          <w:marBottom w:val="0"/>
          <w:divBdr>
            <w:top w:val="none" w:sz="0" w:space="0" w:color="auto"/>
            <w:left w:val="none" w:sz="0" w:space="0" w:color="auto"/>
            <w:bottom w:val="none" w:sz="0" w:space="0" w:color="auto"/>
            <w:right w:val="none" w:sz="0" w:space="0" w:color="auto"/>
          </w:divBdr>
          <w:divsChild>
            <w:div w:id="1344088092">
              <w:marLeft w:val="-75"/>
              <w:marRight w:val="0"/>
              <w:marTop w:val="30"/>
              <w:marBottom w:val="30"/>
              <w:divBdr>
                <w:top w:val="none" w:sz="0" w:space="0" w:color="auto"/>
                <w:left w:val="none" w:sz="0" w:space="0" w:color="auto"/>
                <w:bottom w:val="none" w:sz="0" w:space="0" w:color="auto"/>
                <w:right w:val="none" w:sz="0" w:space="0" w:color="auto"/>
              </w:divBdr>
              <w:divsChild>
                <w:div w:id="1834759150">
                  <w:marLeft w:val="0"/>
                  <w:marRight w:val="0"/>
                  <w:marTop w:val="0"/>
                  <w:marBottom w:val="0"/>
                  <w:divBdr>
                    <w:top w:val="none" w:sz="0" w:space="0" w:color="auto"/>
                    <w:left w:val="none" w:sz="0" w:space="0" w:color="auto"/>
                    <w:bottom w:val="none" w:sz="0" w:space="0" w:color="auto"/>
                    <w:right w:val="none" w:sz="0" w:space="0" w:color="auto"/>
                  </w:divBdr>
                  <w:divsChild>
                    <w:div w:id="727920386">
                      <w:marLeft w:val="0"/>
                      <w:marRight w:val="0"/>
                      <w:marTop w:val="0"/>
                      <w:marBottom w:val="0"/>
                      <w:divBdr>
                        <w:top w:val="none" w:sz="0" w:space="0" w:color="auto"/>
                        <w:left w:val="none" w:sz="0" w:space="0" w:color="auto"/>
                        <w:bottom w:val="none" w:sz="0" w:space="0" w:color="auto"/>
                        <w:right w:val="none" w:sz="0" w:space="0" w:color="auto"/>
                      </w:divBdr>
                    </w:div>
                  </w:divsChild>
                </w:div>
                <w:div w:id="2142267224">
                  <w:marLeft w:val="0"/>
                  <w:marRight w:val="0"/>
                  <w:marTop w:val="0"/>
                  <w:marBottom w:val="0"/>
                  <w:divBdr>
                    <w:top w:val="none" w:sz="0" w:space="0" w:color="auto"/>
                    <w:left w:val="none" w:sz="0" w:space="0" w:color="auto"/>
                    <w:bottom w:val="none" w:sz="0" w:space="0" w:color="auto"/>
                    <w:right w:val="none" w:sz="0" w:space="0" w:color="auto"/>
                  </w:divBdr>
                  <w:divsChild>
                    <w:div w:id="1175339248">
                      <w:marLeft w:val="0"/>
                      <w:marRight w:val="0"/>
                      <w:marTop w:val="0"/>
                      <w:marBottom w:val="0"/>
                      <w:divBdr>
                        <w:top w:val="none" w:sz="0" w:space="0" w:color="auto"/>
                        <w:left w:val="none" w:sz="0" w:space="0" w:color="auto"/>
                        <w:bottom w:val="none" w:sz="0" w:space="0" w:color="auto"/>
                        <w:right w:val="none" w:sz="0" w:space="0" w:color="auto"/>
                      </w:divBdr>
                    </w:div>
                    <w:div w:id="1249339866">
                      <w:marLeft w:val="0"/>
                      <w:marRight w:val="0"/>
                      <w:marTop w:val="0"/>
                      <w:marBottom w:val="0"/>
                      <w:divBdr>
                        <w:top w:val="none" w:sz="0" w:space="0" w:color="auto"/>
                        <w:left w:val="none" w:sz="0" w:space="0" w:color="auto"/>
                        <w:bottom w:val="none" w:sz="0" w:space="0" w:color="auto"/>
                        <w:right w:val="none" w:sz="0" w:space="0" w:color="auto"/>
                      </w:divBdr>
                    </w:div>
                  </w:divsChild>
                </w:div>
                <w:div w:id="1732996483">
                  <w:marLeft w:val="0"/>
                  <w:marRight w:val="0"/>
                  <w:marTop w:val="0"/>
                  <w:marBottom w:val="0"/>
                  <w:divBdr>
                    <w:top w:val="none" w:sz="0" w:space="0" w:color="auto"/>
                    <w:left w:val="none" w:sz="0" w:space="0" w:color="auto"/>
                    <w:bottom w:val="none" w:sz="0" w:space="0" w:color="auto"/>
                    <w:right w:val="none" w:sz="0" w:space="0" w:color="auto"/>
                  </w:divBdr>
                  <w:divsChild>
                    <w:div w:id="1021476171">
                      <w:marLeft w:val="0"/>
                      <w:marRight w:val="0"/>
                      <w:marTop w:val="0"/>
                      <w:marBottom w:val="0"/>
                      <w:divBdr>
                        <w:top w:val="none" w:sz="0" w:space="0" w:color="auto"/>
                        <w:left w:val="none" w:sz="0" w:space="0" w:color="auto"/>
                        <w:bottom w:val="none" w:sz="0" w:space="0" w:color="auto"/>
                        <w:right w:val="none" w:sz="0" w:space="0" w:color="auto"/>
                      </w:divBdr>
                    </w:div>
                    <w:div w:id="1104032290">
                      <w:marLeft w:val="0"/>
                      <w:marRight w:val="0"/>
                      <w:marTop w:val="0"/>
                      <w:marBottom w:val="0"/>
                      <w:divBdr>
                        <w:top w:val="none" w:sz="0" w:space="0" w:color="auto"/>
                        <w:left w:val="none" w:sz="0" w:space="0" w:color="auto"/>
                        <w:bottom w:val="none" w:sz="0" w:space="0" w:color="auto"/>
                        <w:right w:val="none" w:sz="0" w:space="0" w:color="auto"/>
                      </w:divBdr>
                    </w:div>
                  </w:divsChild>
                </w:div>
                <w:div w:id="947278369">
                  <w:marLeft w:val="0"/>
                  <w:marRight w:val="0"/>
                  <w:marTop w:val="0"/>
                  <w:marBottom w:val="0"/>
                  <w:divBdr>
                    <w:top w:val="none" w:sz="0" w:space="0" w:color="auto"/>
                    <w:left w:val="none" w:sz="0" w:space="0" w:color="auto"/>
                    <w:bottom w:val="none" w:sz="0" w:space="0" w:color="auto"/>
                    <w:right w:val="none" w:sz="0" w:space="0" w:color="auto"/>
                  </w:divBdr>
                  <w:divsChild>
                    <w:div w:id="1352074695">
                      <w:marLeft w:val="0"/>
                      <w:marRight w:val="0"/>
                      <w:marTop w:val="0"/>
                      <w:marBottom w:val="0"/>
                      <w:divBdr>
                        <w:top w:val="none" w:sz="0" w:space="0" w:color="auto"/>
                        <w:left w:val="none" w:sz="0" w:space="0" w:color="auto"/>
                        <w:bottom w:val="none" w:sz="0" w:space="0" w:color="auto"/>
                        <w:right w:val="none" w:sz="0" w:space="0" w:color="auto"/>
                      </w:divBdr>
                    </w:div>
                  </w:divsChild>
                </w:div>
                <w:div w:id="1812167116">
                  <w:marLeft w:val="0"/>
                  <w:marRight w:val="0"/>
                  <w:marTop w:val="0"/>
                  <w:marBottom w:val="0"/>
                  <w:divBdr>
                    <w:top w:val="none" w:sz="0" w:space="0" w:color="auto"/>
                    <w:left w:val="none" w:sz="0" w:space="0" w:color="auto"/>
                    <w:bottom w:val="none" w:sz="0" w:space="0" w:color="auto"/>
                    <w:right w:val="none" w:sz="0" w:space="0" w:color="auto"/>
                  </w:divBdr>
                  <w:divsChild>
                    <w:div w:id="1729067905">
                      <w:marLeft w:val="0"/>
                      <w:marRight w:val="0"/>
                      <w:marTop w:val="0"/>
                      <w:marBottom w:val="0"/>
                      <w:divBdr>
                        <w:top w:val="none" w:sz="0" w:space="0" w:color="auto"/>
                        <w:left w:val="none" w:sz="0" w:space="0" w:color="auto"/>
                        <w:bottom w:val="none" w:sz="0" w:space="0" w:color="auto"/>
                        <w:right w:val="none" w:sz="0" w:space="0" w:color="auto"/>
                      </w:divBdr>
                    </w:div>
                    <w:div w:id="680397079">
                      <w:marLeft w:val="0"/>
                      <w:marRight w:val="0"/>
                      <w:marTop w:val="0"/>
                      <w:marBottom w:val="0"/>
                      <w:divBdr>
                        <w:top w:val="none" w:sz="0" w:space="0" w:color="auto"/>
                        <w:left w:val="none" w:sz="0" w:space="0" w:color="auto"/>
                        <w:bottom w:val="none" w:sz="0" w:space="0" w:color="auto"/>
                        <w:right w:val="none" w:sz="0" w:space="0" w:color="auto"/>
                      </w:divBdr>
                    </w:div>
                    <w:div w:id="1132753049">
                      <w:marLeft w:val="0"/>
                      <w:marRight w:val="0"/>
                      <w:marTop w:val="0"/>
                      <w:marBottom w:val="0"/>
                      <w:divBdr>
                        <w:top w:val="none" w:sz="0" w:space="0" w:color="auto"/>
                        <w:left w:val="none" w:sz="0" w:space="0" w:color="auto"/>
                        <w:bottom w:val="none" w:sz="0" w:space="0" w:color="auto"/>
                        <w:right w:val="none" w:sz="0" w:space="0" w:color="auto"/>
                      </w:divBdr>
                    </w:div>
                    <w:div w:id="1127553052">
                      <w:marLeft w:val="0"/>
                      <w:marRight w:val="0"/>
                      <w:marTop w:val="0"/>
                      <w:marBottom w:val="0"/>
                      <w:divBdr>
                        <w:top w:val="none" w:sz="0" w:space="0" w:color="auto"/>
                        <w:left w:val="none" w:sz="0" w:space="0" w:color="auto"/>
                        <w:bottom w:val="none" w:sz="0" w:space="0" w:color="auto"/>
                        <w:right w:val="none" w:sz="0" w:space="0" w:color="auto"/>
                      </w:divBdr>
                    </w:div>
                  </w:divsChild>
                </w:div>
                <w:div w:id="73207176">
                  <w:marLeft w:val="0"/>
                  <w:marRight w:val="0"/>
                  <w:marTop w:val="0"/>
                  <w:marBottom w:val="0"/>
                  <w:divBdr>
                    <w:top w:val="none" w:sz="0" w:space="0" w:color="auto"/>
                    <w:left w:val="none" w:sz="0" w:space="0" w:color="auto"/>
                    <w:bottom w:val="none" w:sz="0" w:space="0" w:color="auto"/>
                    <w:right w:val="none" w:sz="0" w:space="0" w:color="auto"/>
                  </w:divBdr>
                  <w:divsChild>
                    <w:div w:id="68093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340823">
          <w:marLeft w:val="0"/>
          <w:marRight w:val="0"/>
          <w:marTop w:val="0"/>
          <w:marBottom w:val="0"/>
          <w:divBdr>
            <w:top w:val="none" w:sz="0" w:space="0" w:color="auto"/>
            <w:left w:val="none" w:sz="0" w:space="0" w:color="auto"/>
            <w:bottom w:val="none" w:sz="0" w:space="0" w:color="auto"/>
            <w:right w:val="none" w:sz="0" w:space="0" w:color="auto"/>
          </w:divBdr>
        </w:div>
        <w:div w:id="846869081">
          <w:marLeft w:val="0"/>
          <w:marRight w:val="0"/>
          <w:marTop w:val="0"/>
          <w:marBottom w:val="0"/>
          <w:divBdr>
            <w:top w:val="none" w:sz="0" w:space="0" w:color="auto"/>
            <w:left w:val="none" w:sz="0" w:space="0" w:color="auto"/>
            <w:bottom w:val="none" w:sz="0" w:space="0" w:color="auto"/>
            <w:right w:val="none" w:sz="0" w:space="0" w:color="auto"/>
          </w:divBdr>
        </w:div>
        <w:div w:id="684283084">
          <w:marLeft w:val="0"/>
          <w:marRight w:val="0"/>
          <w:marTop w:val="0"/>
          <w:marBottom w:val="0"/>
          <w:divBdr>
            <w:top w:val="none" w:sz="0" w:space="0" w:color="auto"/>
            <w:left w:val="none" w:sz="0" w:space="0" w:color="auto"/>
            <w:bottom w:val="none" w:sz="0" w:space="0" w:color="auto"/>
            <w:right w:val="none" w:sz="0" w:space="0" w:color="auto"/>
          </w:divBdr>
        </w:div>
        <w:div w:id="2053725859">
          <w:marLeft w:val="0"/>
          <w:marRight w:val="0"/>
          <w:marTop w:val="0"/>
          <w:marBottom w:val="0"/>
          <w:divBdr>
            <w:top w:val="none" w:sz="0" w:space="0" w:color="auto"/>
            <w:left w:val="none" w:sz="0" w:space="0" w:color="auto"/>
            <w:bottom w:val="none" w:sz="0" w:space="0" w:color="auto"/>
            <w:right w:val="none" w:sz="0" w:space="0" w:color="auto"/>
          </w:divBdr>
          <w:divsChild>
            <w:div w:id="1409308167">
              <w:marLeft w:val="-75"/>
              <w:marRight w:val="0"/>
              <w:marTop w:val="30"/>
              <w:marBottom w:val="30"/>
              <w:divBdr>
                <w:top w:val="none" w:sz="0" w:space="0" w:color="auto"/>
                <w:left w:val="none" w:sz="0" w:space="0" w:color="auto"/>
                <w:bottom w:val="none" w:sz="0" w:space="0" w:color="auto"/>
                <w:right w:val="none" w:sz="0" w:space="0" w:color="auto"/>
              </w:divBdr>
              <w:divsChild>
                <w:div w:id="1695501661">
                  <w:marLeft w:val="0"/>
                  <w:marRight w:val="0"/>
                  <w:marTop w:val="0"/>
                  <w:marBottom w:val="0"/>
                  <w:divBdr>
                    <w:top w:val="none" w:sz="0" w:space="0" w:color="auto"/>
                    <w:left w:val="none" w:sz="0" w:space="0" w:color="auto"/>
                    <w:bottom w:val="none" w:sz="0" w:space="0" w:color="auto"/>
                    <w:right w:val="none" w:sz="0" w:space="0" w:color="auto"/>
                  </w:divBdr>
                  <w:divsChild>
                    <w:div w:id="989097386">
                      <w:marLeft w:val="0"/>
                      <w:marRight w:val="0"/>
                      <w:marTop w:val="0"/>
                      <w:marBottom w:val="0"/>
                      <w:divBdr>
                        <w:top w:val="none" w:sz="0" w:space="0" w:color="auto"/>
                        <w:left w:val="none" w:sz="0" w:space="0" w:color="auto"/>
                        <w:bottom w:val="none" w:sz="0" w:space="0" w:color="auto"/>
                        <w:right w:val="none" w:sz="0" w:space="0" w:color="auto"/>
                      </w:divBdr>
                    </w:div>
                    <w:div w:id="1096247649">
                      <w:marLeft w:val="0"/>
                      <w:marRight w:val="0"/>
                      <w:marTop w:val="0"/>
                      <w:marBottom w:val="0"/>
                      <w:divBdr>
                        <w:top w:val="none" w:sz="0" w:space="0" w:color="auto"/>
                        <w:left w:val="none" w:sz="0" w:space="0" w:color="auto"/>
                        <w:bottom w:val="none" w:sz="0" w:space="0" w:color="auto"/>
                        <w:right w:val="none" w:sz="0" w:space="0" w:color="auto"/>
                      </w:divBdr>
                    </w:div>
                  </w:divsChild>
                </w:div>
                <w:div w:id="191379135">
                  <w:marLeft w:val="0"/>
                  <w:marRight w:val="0"/>
                  <w:marTop w:val="0"/>
                  <w:marBottom w:val="0"/>
                  <w:divBdr>
                    <w:top w:val="none" w:sz="0" w:space="0" w:color="auto"/>
                    <w:left w:val="none" w:sz="0" w:space="0" w:color="auto"/>
                    <w:bottom w:val="none" w:sz="0" w:space="0" w:color="auto"/>
                    <w:right w:val="none" w:sz="0" w:space="0" w:color="auto"/>
                  </w:divBdr>
                  <w:divsChild>
                    <w:div w:id="176241258">
                      <w:marLeft w:val="0"/>
                      <w:marRight w:val="0"/>
                      <w:marTop w:val="0"/>
                      <w:marBottom w:val="0"/>
                      <w:divBdr>
                        <w:top w:val="none" w:sz="0" w:space="0" w:color="auto"/>
                        <w:left w:val="none" w:sz="0" w:space="0" w:color="auto"/>
                        <w:bottom w:val="none" w:sz="0" w:space="0" w:color="auto"/>
                        <w:right w:val="none" w:sz="0" w:space="0" w:color="auto"/>
                      </w:divBdr>
                    </w:div>
                  </w:divsChild>
                </w:div>
                <w:div w:id="1837770801">
                  <w:marLeft w:val="0"/>
                  <w:marRight w:val="0"/>
                  <w:marTop w:val="0"/>
                  <w:marBottom w:val="0"/>
                  <w:divBdr>
                    <w:top w:val="none" w:sz="0" w:space="0" w:color="auto"/>
                    <w:left w:val="none" w:sz="0" w:space="0" w:color="auto"/>
                    <w:bottom w:val="none" w:sz="0" w:space="0" w:color="auto"/>
                    <w:right w:val="none" w:sz="0" w:space="0" w:color="auto"/>
                  </w:divBdr>
                  <w:divsChild>
                    <w:div w:id="1586500045">
                      <w:marLeft w:val="0"/>
                      <w:marRight w:val="0"/>
                      <w:marTop w:val="0"/>
                      <w:marBottom w:val="0"/>
                      <w:divBdr>
                        <w:top w:val="none" w:sz="0" w:space="0" w:color="auto"/>
                        <w:left w:val="none" w:sz="0" w:space="0" w:color="auto"/>
                        <w:bottom w:val="none" w:sz="0" w:space="0" w:color="auto"/>
                        <w:right w:val="none" w:sz="0" w:space="0" w:color="auto"/>
                      </w:divBdr>
                    </w:div>
                    <w:div w:id="1775319469">
                      <w:marLeft w:val="0"/>
                      <w:marRight w:val="0"/>
                      <w:marTop w:val="0"/>
                      <w:marBottom w:val="0"/>
                      <w:divBdr>
                        <w:top w:val="none" w:sz="0" w:space="0" w:color="auto"/>
                        <w:left w:val="none" w:sz="0" w:space="0" w:color="auto"/>
                        <w:bottom w:val="none" w:sz="0" w:space="0" w:color="auto"/>
                        <w:right w:val="none" w:sz="0" w:space="0" w:color="auto"/>
                      </w:divBdr>
                    </w:div>
                    <w:div w:id="804542416">
                      <w:marLeft w:val="0"/>
                      <w:marRight w:val="0"/>
                      <w:marTop w:val="0"/>
                      <w:marBottom w:val="0"/>
                      <w:divBdr>
                        <w:top w:val="none" w:sz="0" w:space="0" w:color="auto"/>
                        <w:left w:val="none" w:sz="0" w:space="0" w:color="auto"/>
                        <w:bottom w:val="none" w:sz="0" w:space="0" w:color="auto"/>
                        <w:right w:val="none" w:sz="0" w:space="0" w:color="auto"/>
                      </w:divBdr>
                    </w:div>
                    <w:div w:id="1512841555">
                      <w:marLeft w:val="0"/>
                      <w:marRight w:val="0"/>
                      <w:marTop w:val="0"/>
                      <w:marBottom w:val="0"/>
                      <w:divBdr>
                        <w:top w:val="none" w:sz="0" w:space="0" w:color="auto"/>
                        <w:left w:val="none" w:sz="0" w:space="0" w:color="auto"/>
                        <w:bottom w:val="none" w:sz="0" w:space="0" w:color="auto"/>
                        <w:right w:val="none" w:sz="0" w:space="0" w:color="auto"/>
                      </w:divBdr>
                    </w:div>
                    <w:div w:id="167526700">
                      <w:marLeft w:val="0"/>
                      <w:marRight w:val="0"/>
                      <w:marTop w:val="0"/>
                      <w:marBottom w:val="0"/>
                      <w:divBdr>
                        <w:top w:val="none" w:sz="0" w:space="0" w:color="auto"/>
                        <w:left w:val="none" w:sz="0" w:space="0" w:color="auto"/>
                        <w:bottom w:val="none" w:sz="0" w:space="0" w:color="auto"/>
                        <w:right w:val="none" w:sz="0" w:space="0" w:color="auto"/>
                      </w:divBdr>
                    </w:div>
                    <w:div w:id="1409303166">
                      <w:marLeft w:val="0"/>
                      <w:marRight w:val="0"/>
                      <w:marTop w:val="0"/>
                      <w:marBottom w:val="0"/>
                      <w:divBdr>
                        <w:top w:val="none" w:sz="0" w:space="0" w:color="auto"/>
                        <w:left w:val="none" w:sz="0" w:space="0" w:color="auto"/>
                        <w:bottom w:val="none" w:sz="0" w:space="0" w:color="auto"/>
                        <w:right w:val="none" w:sz="0" w:space="0" w:color="auto"/>
                      </w:divBdr>
                    </w:div>
                  </w:divsChild>
                </w:div>
                <w:div w:id="681904383">
                  <w:marLeft w:val="0"/>
                  <w:marRight w:val="0"/>
                  <w:marTop w:val="0"/>
                  <w:marBottom w:val="0"/>
                  <w:divBdr>
                    <w:top w:val="none" w:sz="0" w:space="0" w:color="auto"/>
                    <w:left w:val="none" w:sz="0" w:space="0" w:color="auto"/>
                    <w:bottom w:val="none" w:sz="0" w:space="0" w:color="auto"/>
                    <w:right w:val="none" w:sz="0" w:space="0" w:color="auto"/>
                  </w:divBdr>
                  <w:divsChild>
                    <w:div w:id="1757944459">
                      <w:marLeft w:val="0"/>
                      <w:marRight w:val="0"/>
                      <w:marTop w:val="0"/>
                      <w:marBottom w:val="0"/>
                      <w:divBdr>
                        <w:top w:val="none" w:sz="0" w:space="0" w:color="auto"/>
                        <w:left w:val="none" w:sz="0" w:space="0" w:color="auto"/>
                        <w:bottom w:val="none" w:sz="0" w:space="0" w:color="auto"/>
                        <w:right w:val="none" w:sz="0" w:space="0" w:color="auto"/>
                      </w:divBdr>
                    </w:div>
                    <w:div w:id="1147553203">
                      <w:marLeft w:val="0"/>
                      <w:marRight w:val="0"/>
                      <w:marTop w:val="0"/>
                      <w:marBottom w:val="0"/>
                      <w:divBdr>
                        <w:top w:val="none" w:sz="0" w:space="0" w:color="auto"/>
                        <w:left w:val="none" w:sz="0" w:space="0" w:color="auto"/>
                        <w:bottom w:val="none" w:sz="0" w:space="0" w:color="auto"/>
                        <w:right w:val="none" w:sz="0" w:space="0" w:color="auto"/>
                      </w:divBdr>
                    </w:div>
                    <w:div w:id="1931548047">
                      <w:marLeft w:val="0"/>
                      <w:marRight w:val="0"/>
                      <w:marTop w:val="0"/>
                      <w:marBottom w:val="0"/>
                      <w:divBdr>
                        <w:top w:val="none" w:sz="0" w:space="0" w:color="auto"/>
                        <w:left w:val="none" w:sz="0" w:space="0" w:color="auto"/>
                        <w:bottom w:val="none" w:sz="0" w:space="0" w:color="auto"/>
                        <w:right w:val="none" w:sz="0" w:space="0" w:color="auto"/>
                      </w:divBdr>
                    </w:div>
                    <w:div w:id="694844240">
                      <w:marLeft w:val="0"/>
                      <w:marRight w:val="0"/>
                      <w:marTop w:val="0"/>
                      <w:marBottom w:val="0"/>
                      <w:divBdr>
                        <w:top w:val="none" w:sz="0" w:space="0" w:color="auto"/>
                        <w:left w:val="none" w:sz="0" w:space="0" w:color="auto"/>
                        <w:bottom w:val="none" w:sz="0" w:space="0" w:color="auto"/>
                        <w:right w:val="none" w:sz="0" w:space="0" w:color="auto"/>
                      </w:divBdr>
                    </w:div>
                    <w:div w:id="1449467637">
                      <w:marLeft w:val="0"/>
                      <w:marRight w:val="0"/>
                      <w:marTop w:val="0"/>
                      <w:marBottom w:val="0"/>
                      <w:divBdr>
                        <w:top w:val="none" w:sz="0" w:space="0" w:color="auto"/>
                        <w:left w:val="none" w:sz="0" w:space="0" w:color="auto"/>
                        <w:bottom w:val="none" w:sz="0" w:space="0" w:color="auto"/>
                        <w:right w:val="none" w:sz="0" w:space="0" w:color="auto"/>
                      </w:divBdr>
                    </w:div>
                    <w:div w:id="737822283">
                      <w:marLeft w:val="0"/>
                      <w:marRight w:val="0"/>
                      <w:marTop w:val="0"/>
                      <w:marBottom w:val="0"/>
                      <w:divBdr>
                        <w:top w:val="none" w:sz="0" w:space="0" w:color="auto"/>
                        <w:left w:val="none" w:sz="0" w:space="0" w:color="auto"/>
                        <w:bottom w:val="none" w:sz="0" w:space="0" w:color="auto"/>
                        <w:right w:val="none" w:sz="0" w:space="0" w:color="auto"/>
                      </w:divBdr>
                    </w:div>
                    <w:div w:id="1373454975">
                      <w:marLeft w:val="0"/>
                      <w:marRight w:val="0"/>
                      <w:marTop w:val="0"/>
                      <w:marBottom w:val="0"/>
                      <w:divBdr>
                        <w:top w:val="none" w:sz="0" w:space="0" w:color="auto"/>
                        <w:left w:val="none" w:sz="0" w:space="0" w:color="auto"/>
                        <w:bottom w:val="none" w:sz="0" w:space="0" w:color="auto"/>
                        <w:right w:val="none" w:sz="0" w:space="0" w:color="auto"/>
                      </w:divBdr>
                    </w:div>
                  </w:divsChild>
                </w:div>
                <w:div w:id="1019307594">
                  <w:marLeft w:val="0"/>
                  <w:marRight w:val="0"/>
                  <w:marTop w:val="0"/>
                  <w:marBottom w:val="0"/>
                  <w:divBdr>
                    <w:top w:val="none" w:sz="0" w:space="0" w:color="auto"/>
                    <w:left w:val="none" w:sz="0" w:space="0" w:color="auto"/>
                    <w:bottom w:val="none" w:sz="0" w:space="0" w:color="auto"/>
                    <w:right w:val="none" w:sz="0" w:space="0" w:color="auto"/>
                  </w:divBdr>
                  <w:divsChild>
                    <w:div w:id="751505522">
                      <w:marLeft w:val="0"/>
                      <w:marRight w:val="0"/>
                      <w:marTop w:val="0"/>
                      <w:marBottom w:val="0"/>
                      <w:divBdr>
                        <w:top w:val="none" w:sz="0" w:space="0" w:color="auto"/>
                        <w:left w:val="none" w:sz="0" w:space="0" w:color="auto"/>
                        <w:bottom w:val="none" w:sz="0" w:space="0" w:color="auto"/>
                        <w:right w:val="none" w:sz="0" w:space="0" w:color="auto"/>
                      </w:divBdr>
                    </w:div>
                    <w:div w:id="1919905528">
                      <w:marLeft w:val="0"/>
                      <w:marRight w:val="0"/>
                      <w:marTop w:val="0"/>
                      <w:marBottom w:val="0"/>
                      <w:divBdr>
                        <w:top w:val="none" w:sz="0" w:space="0" w:color="auto"/>
                        <w:left w:val="none" w:sz="0" w:space="0" w:color="auto"/>
                        <w:bottom w:val="none" w:sz="0" w:space="0" w:color="auto"/>
                        <w:right w:val="none" w:sz="0" w:space="0" w:color="auto"/>
                      </w:divBdr>
                    </w:div>
                  </w:divsChild>
                </w:div>
                <w:div w:id="1727214928">
                  <w:marLeft w:val="0"/>
                  <w:marRight w:val="0"/>
                  <w:marTop w:val="0"/>
                  <w:marBottom w:val="0"/>
                  <w:divBdr>
                    <w:top w:val="none" w:sz="0" w:space="0" w:color="auto"/>
                    <w:left w:val="none" w:sz="0" w:space="0" w:color="auto"/>
                    <w:bottom w:val="none" w:sz="0" w:space="0" w:color="auto"/>
                    <w:right w:val="none" w:sz="0" w:space="0" w:color="auto"/>
                  </w:divBdr>
                  <w:divsChild>
                    <w:div w:id="1164393920">
                      <w:marLeft w:val="0"/>
                      <w:marRight w:val="0"/>
                      <w:marTop w:val="0"/>
                      <w:marBottom w:val="0"/>
                      <w:divBdr>
                        <w:top w:val="none" w:sz="0" w:space="0" w:color="auto"/>
                        <w:left w:val="none" w:sz="0" w:space="0" w:color="auto"/>
                        <w:bottom w:val="none" w:sz="0" w:space="0" w:color="auto"/>
                        <w:right w:val="none" w:sz="0" w:space="0" w:color="auto"/>
                      </w:divBdr>
                    </w:div>
                    <w:div w:id="35881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624722">
          <w:marLeft w:val="0"/>
          <w:marRight w:val="0"/>
          <w:marTop w:val="0"/>
          <w:marBottom w:val="0"/>
          <w:divBdr>
            <w:top w:val="none" w:sz="0" w:space="0" w:color="auto"/>
            <w:left w:val="none" w:sz="0" w:space="0" w:color="auto"/>
            <w:bottom w:val="none" w:sz="0" w:space="0" w:color="auto"/>
            <w:right w:val="none" w:sz="0" w:space="0" w:color="auto"/>
          </w:divBdr>
        </w:div>
      </w:divsChild>
    </w:div>
    <w:div w:id="1649169371">
      <w:bodyDiv w:val="1"/>
      <w:marLeft w:val="0"/>
      <w:marRight w:val="0"/>
      <w:marTop w:val="0"/>
      <w:marBottom w:val="0"/>
      <w:divBdr>
        <w:top w:val="none" w:sz="0" w:space="0" w:color="auto"/>
        <w:left w:val="none" w:sz="0" w:space="0" w:color="auto"/>
        <w:bottom w:val="none" w:sz="0" w:space="0" w:color="auto"/>
        <w:right w:val="none" w:sz="0" w:space="0" w:color="auto"/>
      </w:divBdr>
    </w:div>
    <w:div w:id="1877111338">
      <w:bodyDiv w:val="1"/>
      <w:marLeft w:val="0"/>
      <w:marRight w:val="0"/>
      <w:marTop w:val="0"/>
      <w:marBottom w:val="0"/>
      <w:divBdr>
        <w:top w:val="none" w:sz="0" w:space="0" w:color="auto"/>
        <w:left w:val="none" w:sz="0" w:space="0" w:color="auto"/>
        <w:bottom w:val="none" w:sz="0" w:space="0" w:color="auto"/>
        <w:right w:val="none" w:sz="0" w:space="0" w:color="auto"/>
      </w:divBdr>
      <w:divsChild>
        <w:div w:id="385301657">
          <w:marLeft w:val="0"/>
          <w:marRight w:val="0"/>
          <w:marTop w:val="0"/>
          <w:marBottom w:val="0"/>
          <w:divBdr>
            <w:top w:val="none" w:sz="0" w:space="0" w:color="auto"/>
            <w:left w:val="none" w:sz="0" w:space="0" w:color="auto"/>
            <w:bottom w:val="none" w:sz="0" w:space="0" w:color="auto"/>
            <w:right w:val="none" w:sz="0" w:space="0" w:color="auto"/>
          </w:divBdr>
        </w:div>
        <w:div w:id="1512840917">
          <w:marLeft w:val="0"/>
          <w:marRight w:val="0"/>
          <w:marTop w:val="0"/>
          <w:marBottom w:val="0"/>
          <w:divBdr>
            <w:top w:val="none" w:sz="0" w:space="0" w:color="auto"/>
            <w:left w:val="none" w:sz="0" w:space="0" w:color="auto"/>
            <w:bottom w:val="none" w:sz="0" w:space="0" w:color="auto"/>
            <w:right w:val="none" w:sz="0" w:space="0" w:color="auto"/>
          </w:divBdr>
        </w:div>
        <w:div w:id="1851993330">
          <w:marLeft w:val="0"/>
          <w:marRight w:val="0"/>
          <w:marTop w:val="0"/>
          <w:marBottom w:val="0"/>
          <w:divBdr>
            <w:top w:val="none" w:sz="0" w:space="0" w:color="auto"/>
            <w:left w:val="none" w:sz="0" w:space="0" w:color="auto"/>
            <w:bottom w:val="none" w:sz="0" w:space="0" w:color="auto"/>
            <w:right w:val="none" w:sz="0" w:space="0" w:color="auto"/>
          </w:divBdr>
        </w:div>
        <w:div w:id="1521620426">
          <w:marLeft w:val="0"/>
          <w:marRight w:val="0"/>
          <w:marTop w:val="0"/>
          <w:marBottom w:val="0"/>
          <w:divBdr>
            <w:top w:val="none" w:sz="0" w:space="0" w:color="auto"/>
            <w:left w:val="none" w:sz="0" w:space="0" w:color="auto"/>
            <w:bottom w:val="none" w:sz="0" w:space="0" w:color="auto"/>
            <w:right w:val="none" w:sz="0" w:space="0" w:color="auto"/>
          </w:divBdr>
        </w:div>
        <w:div w:id="1813329170">
          <w:marLeft w:val="0"/>
          <w:marRight w:val="0"/>
          <w:marTop w:val="0"/>
          <w:marBottom w:val="0"/>
          <w:divBdr>
            <w:top w:val="none" w:sz="0" w:space="0" w:color="auto"/>
            <w:left w:val="none" w:sz="0" w:space="0" w:color="auto"/>
            <w:bottom w:val="none" w:sz="0" w:space="0" w:color="auto"/>
            <w:right w:val="none" w:sz="0" w:space="0" w:color="auto"/>
          </w:divBdr>
        </w:div>
        <w:div w:id="319576741">
          <w:marLeft w:val="0"/>
          <w:marRight w:val="0"/>
          <w:marTop w:val="0"/>
          <w:marBottom w:val="0"/>
          <w:divBdr>
            <w:top w:val="none" w:sz="0" w:space="0" w:color="auto"/>
            <w:left w:val="none" w:sz="0" w:space="0" w:color="auto"/>
            <w:bottom w:val="none" w:sz="0" w:space="0" w:color="auto"/>
            <w:right w:val="none" w:sz="0" w:space="0" w:color="auto"/>
          </w:divBdr>
        </w:div>
        <w:div w:id="247155953">
          <w:marLeft w:val="0"/>
          <w:marRight w:val="0"/>
          <w:marTop w:val="0"/>
          <w:marBottom w:val="0"/>
          <w:divBdr>
            <w:top w:val="none" w:sz="0" w:space="0" w:color="auto"/>
            <w:left w:val="none" w:sz="0" w:space="0" w:color="auto"/>
            <w:bottom w:val="none" w:sz="0" w:space="0" w:color="auto"/>
            <w:right w:val="none" w:sz="0" w:space="0" w:color="auto"/>
          </w:divBdr>
        </w:div>
        <w:div w:id="1212306933">
          <w:marLeft w:val="0"/>
          <w:marRight w:val="0"/>
          <w:marTop w:val="0"/>
          <w:marBottom w:val="0"/>
          <w:divBdr>
            <w:top w:val="none" w:sz="0" w:space="0" w:color="auto"/>
            <w:left w:val="none" w:sz="0" w:space="0" w:color="auto"/>
            <w:bottom w:val="none" w:sz="0" w:space="0" w:color="auto"/>
            <w:right w:val="none" w:sz="0" w:space="0" w:color="auto"/>
          </w:divBdr>
        </w:div>
        <w:div w:id="1272664708">
          <w:marLeft w:val="0"/>
          <w:marRight w:val="0"/>
          <w:marTop w:val="0"/>
          <w:marBottom w:val="0"/>
          <w:divBdr>
            <w:top w:val="none" w:sz="0" w:space="0" w:color="auto"/>
            <w:left w:val="none" w:sz="0" w:space="0" w:color="auto"/>
            <w:bottom w:val="none" w:sz="0" w:space="0" w:color="auto"/>
            <w:right w:val="none" w:sz="0" w:space="0" w:color="auto"/>
          </w:divBdr>
        </w:div>
        <w:div w:id="927614054">
          <w:marLeft w:val="0"/>
          <w:marRight w:val="0"/>
          <w:marTop w:val="0"/>
          <w:marBottom w:val="0"/>
          <w:divBdr>
            <w:top w:val="none" w:sz="0" w:space="0" w:color="auto"/>
            <w:left w:val="none" w:sz="0" w:space="0" w:color="auto"/>
            <w:bottom w:val="none" w:sz="0" w:space="0" w:color="auto"/>
            <w:right w:val="none" w:sz="0" w:space="0" w:color="auto"/>
          </w:divBdr>
        </w:div>
        <w:div w:id="733549056">
          <w:marLeft w:val="0"/>
          <w:marRight w:val="0"/>
          <w:marTop w:val="0"/>
          <w:marBottom w:val="0"/>
          <w:divBdr>
            <w:top w:val="none" w:sz="0" w:space="0" w:color="auto"/>
            <w:left w:val="none" w:sz="0" w:space="0" w:color="auto"/>
            <w:bottom w:val="none" w:sz="0" w:space="0" w:color="auto"/>
            <w:right w:val="none" w:sz="0" w:space="0" w:color="auto"/>
          </w:divBdr>
        </w:div>
        <w:div w:id="319967223">
          <w:marLeft w:val="0"/>
          <w:marRight w:val="0"/>
          <w:marTop w:val="0"/>
          <w:marBottom w:val="0"/>
          <w:divBdr>
            <w:top w:val="none" w:sz="0" w:space="0" w:color="auto"/>
            <w:left w:val="none" w:sz="0" w:space="0" w:color="auto"/>
            <w:bottom w:val="none" w:sz="0" w:space="0" w:color="auto"/>
            <w:right w:val="none" w:sz="0" w:space="0" w:color="auto"/>
          </w:divBdr>
        </w:div>
        <w:div w:id="563106614">
          <w:marLeft w:val="0"/>
          <w:marRight w:val="0"/>
          <w:marTop w:val="0"/>
          <w:marBottom w:val="0"/>
          <w:divBdr>
            <w:top w:val="none" w:sz="0" w:space="0" w:color="auto"/>
            <w:left w:val="none" w:sz="0" w:space="0" w:color="auto"/>
            <w:bottom w:val="none" w:sz="0" w:space="0" w:color="auto"/>
            <w:right w:val="none" w:sz="0" w:space="0" w:color="auto"/>
          </w:divBdr>
          <w:divsChild>
            <w:div w:id="1517773705">
              <w:marLeft w:val="-75"/>
              <w:marRight w:val="0"/>
              <w:marTop w:val="30"/>
              <w:marBottom w:val="30"/>
              <w:divBdr>
                <w:top w:val="none" w:sz="0" w:space="0" w:color="auto"/>
                <w:left w:val="none" w:sz="0" w:space="0" w:color="auto"/>
                <w:bottom w:val="none" w:sz="0" w:space="0" w:color="auto"/>
                <w:right w:val="none" w:sz="0" w:space="0" w:color="auto"/>
              </w:divBdr>
              <w:divsChild>
                <w:div w:id="1201818502">
                  <w:marLeft w:val="0"/>
                  <w:marRight w:val="0"/>
                  <w:marTop w:val="0"/>
                  <w:marBottom w:val="0"/>
                  <w:divBdr>
                    <w:top w:val="none" w:sz="0" w:space="0" w:color="auto"/>
                    <w:left w:val="none" w:sz="0" w:space="0" w:color="auto"/>
                    <w:bottom w:val="none" w:sz="0" w:space="0" w:color="auto"/>
                    <w:right w:val="none" w:sz="0" w:space="0" w:color="auto"/>
                  </w:divBdr>
                  <w:divsChild>
                    <w:div w:id="1460610176">
                      <w:marLeft w:val="0"/>
                      <w:marRight w:val="0"/>
                      <w:marTop w:val="0"/>
                      <w:marBottom w:val="0"/>
                      <w:divBdr>
                        <w:top w:val="none" w:sz="0" w:space="0" w:color="auto"/>
                        <w:left w:val="none" w:sz="0" w:space="0" w:color="auto"/>
                        <w:bottom w:val="none" w:sz="0" w:space="0" w:color="auto"/>
                        <w:right w:val="none" w:sz="0" w:space="0" w:color="auto"/>
                      </w:divBdr>
                    </w:div>
                  </w:divsChild>
                </w:div>
                <w:div w:id="1324316923">
                  <w:marLeft w:val="0"/>
                  <w:marRight w:val="0"/>
                  <w:marTop w:val="0"/>
                  <w:marBottom w:val="0"/>
                  <w:divBdr>
                    <w:top w:val="none" w:sz="0" w:space="0" w:color="auto"/>
                    <w:left w:val="none" w:sz="0" w:space="0" w:color="auto"/>
                    <w:bottom w:val="none" w:sz="0" w:space="0" w:color="auto"/>
                    <w:right w:val="none" w:sz="0" w:space="0" w:color="auto"/>
                  </w:divBdr>
                  <w:divsChild>
                    <w:div w:id="2047482077">
                      <w:marLeft w:val="0"/>
                      <w:marRight w:val="0"/>
                      <w:marTop w:val="0"/>
                      <w:marBottom w:val="0"/>
                      <w:divBdr>
                        <w:top w:val="none" w:sz="0" w:space="0" w:color="auto"/>
                        <w:left w:val="none" w:sz="0" w:space="0" w:color="auto"/>
                        <w:bottom w:val="none" w:sz="0" w:space="0" w:color="auto"/>
                        <w:right w:val="none" w:sz="0" w:space="0" w:color="auto"/>
                      </w:divBdr>
                    </w:div>
                    <w:div w:id="1977831798">
                      <w:marLeft w:val="0"/>
                      <w:marRight w:val="0"/>
                      <w:marTop w:val="0"/>
                      <w:marBottom w:val="0"/>
                      <w:divBdr>
                        <w:top w:val="none" w:sz="0" w:space="0" w:color="auto"/>
                        <w:left w:val="none" w:sz="0" w:space="0" w:color="auto"/>
                        <w:bottom w:val="none" w:sz="0" w:space="0" w:color="auto"/>
                        <w:right w:val="none" w:sz="0" w:space="0" w:color="auto"/>
                      </w:divBdr>
                    </w:div>
                  </w:divsChild>
                </w:div>
                <w:div w:id="822818448">
                  <w:marLeft w:val="0"/>
                  <w:marRight w:val="0"/>
                  <w:marTop w:val="0"/>
                  <w:marBottom w:val="0"/>
                  <w:divBdr>
                    <w:top w:val="none" w:sz="0" w:space="0" w:color="auto"/>
                    <w:left w:val="none" w:sz="0" w:space="0" w:color="auto"/>
                    <w:bottom w:val="none" w:sz="0" w:space="0" w:color="auto"/>
                    <w:right w:val="none" w:sz="0" w:space="0" w:color="auto"/>
                  </w:divBdr>
                  <w:divsChild>
                    <w:div w:id="1484077158">
                      <w:marLeft w:val="0"/>
                      <w:marRight w:val="0"/>
                      <w:marTop w:val="0"/>
                      <w:marBottom w:val="0"/>
                      <w:divBdr>
                        <w:top w:val="none" w:sz="0" w:space="0" w:color="auto"/>
                        <w:left w:val="none" w:sz="0" w:space="0" w:color="auto"/>
                        <w:bottom w:val="none" w:sz="0" w:space="0" w:color="auto"/>
                        <w:right w:val="none" w:sz="0" w:space="0" w:color="auto"/>
                      </w:divBdr>
                    </w:div>
                    <w:div w:id="1230577003">
                      <w:marLeft w:val="0"/>
                      <w:marRight w:val="0"/>
                      <w:marTop w:val="0"/>
                      <w:marBottom w:val="0"/>
                      <w:divBdr>
                        <w:top w:val="none" w:sz="0" w:space="0" w:color="auto"/>
                        <w:left w:val="none" w:sz="0" w:space="0" w:color="auto"/>
                        <w:bottom w:val="none" w:sz="0" w:space="0" w:color="auto"/>
                        <w:right w:val="none" w:sz="0" w:space="0" w:color="auto"/>
                      </w:divBdr>
                    </w:div>
                  </w:divsChild>
                </w:div>
                <w:div w:id="1060446418">
                  <w:marLeft w:val="0"/>
                  <w:marRight w:val="0"/>
                  <w:marTop w:val="0"/>
                  <w:marBottom w:val="0"/>
                  <w:divBdr>
                    <w:top w:val="none" w:sz="0" w:space="0" w:color="auto"/>
                    <w:left w:val="none" w:sz="0" w:space="0" w:color="auto"/>
                    <w:bottom w:val="none" w:sz="0" w:space="0" w:color="auto"/>
                    <w:right w:val="none" w:sz="0" w:space="0" w:color="auto"/>
                  </w:divBdr>
                  <w:divsChild>
                    <w:div w:id="1291472573">
                      <w:marLeft w:val="0"/>
                      <w:marRight w:val="0"/>
                      <w:marTop w:val="0"/>
                      <w:marBottom w:val="0"/>
                      <w:divBdr>
                        <w:top w:val="none" w:sz="0" w:space="0" w:color="auto"/>
                        <w:left w:val="none" w:sz="0" w:space="0" w:color="auto"/>
                        <w:bottom w:val="none" w:sz="0" w:space="0" w:color="auto"/>
                        <w:right w:val="none" w:sz="0" w:space="0" w:color="auto"/>
                      </w:divBdr>
                    </w:div>
                  </w:divsChild>
                </w:div>
                <w:div w:id="853230935">
                  <w:marLeft w:val="0"/>
                  <w:marRight w:val="0"/>
                  <w:marTop w:val="0"/>
                  <w:marBottom w:val="0"/>
                  <w:divBdr>
                    <w:top w:val="none" w:sz="0" w:space="0" w:color="auto"/>
                    <w:left w:val="none" w:sz="0" w:space="0" w:color="auto"/>
                    <w:bottom w:val="none" w:sz="0" w:space="0" w:color="auto"/>
                    <w:right w:val="none" w:sz="0" w:space="0" w:color="auto"/>
                  </w:divBdr>
                  <w:divsChild>
                    <w:div w:id="914583028">
                      <w:marLeft w:val="0"/>
                      <w:marRight w:val="0"/>
                      <w:marTop w:val="0"/>
                      <w:marBottom w:val="0"/>
                      <w:divBdr>
                        <w:top w:val="none" w:sz="0" w:space="0" w:color="auto"/>
                        <w:left w:val="none" w:sz="0" w:space="0" w:color="auto"/>
                        <w:bottom w:val="none" w:sz="0" w:space="0" w:color="auto"/>
                        <w:right w:val="none" w:sz="0" w:space="0" w:color="auto"/>
                      </w:divBdr>
                    </w:div>
                    <w:div w:id="1545478723">
                      <w:marLeft w:val="0"/>
                      <w:marRight w:val="0"/>
                      <w:marTop w:val="0"/>
                      <w:marBottom w:val="0"/>
                      <w:divBdr>
                        <w:top w:val="none" w:sz="0" w:space="0" w:color="auto"/>
                        <w:left w:val="none" w:sz="0" w:space="0" w:color="auto"/>
                        <w:bottom w:val="none" w:sz="0" w:space="0" w:color="auto"/>
                        <w:right w:val="none" w:sz="0" w:space="0" w:color="auto"/>
                      </w:divBdr>
                    </w:div>
                    <w:div w:id="1925334092">
                      <w:marLeft w:val="0"/>
                      <w:marRight w:val="0"/>
                      <w:marTop w:val="0"/>
                      <w:marBottom w:val="0"/>
                      <w:divBdr>
                        <w:top w:val="none" w:sz="0" w:space="0" w:color="auto"/>
                        <w:left w:val="none" w:sz="0" w:space="0" w:color="auto"/>
                        <w:bottom w:val="none" w:sz="0" w:space="0" w:color="auto"/>
                        <w:right w:val="none" w:sz="0" w:space="0" w:color="auto"/>
                      </w:divBdr>
                    </w:div>
                    <w:div w:id="909459512">
                      <w:marLeft w:val="0"/>
                      <w:marRight w:val="0"/>
                      <w:marTop w:val="0"/>
                      <w:marBottom w:val="0"/>
                      <w:divBdr>
                        <w:top w:val="none" w:sz="0" w:space="0" w:color="auto"/>
                        <w:left w:val="none" w:sz="0" w:space="0" w:color="auto"/>
                        <w:bottom w:val="none" w:sz="0" w:space="0" w:color="auto"/>
                        <w:right w:val="none" w:sz="0" w:space="0" w:color="auto"/>
                      </w:divBdr>
                    </w:div>
                  </w:divsChild>
                </w:div>
                <w:div w:id="110174122">
                  <w:marLeft w:val="0"/>
                  <w:marRight w:val="0"/>
                  <w:marTop w:val="0"/>
                  <w:marBottom w:val="0"/>
                  <w:divBdr>
                    <w:top w:val="none" w:sz="0" w:space="0" w:color="auto"/>
                    <w:left w:val="none" w:sz="0" w:space="0" w:color="auto"/>
                    <w:bottom w:val="none" w:sz="0" w:space="0" w:color="auto"/>
                    <w:right w:val="none" w:sz="0" w:space="0" w:color="auto"/>
                  </w:divBdr>
                  <w:divsChild>
                    <w:div w:id="87146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713035">
          <w:marLeft w:val="0"/>
          <w:marRight w:val="0"/>
          <w:marTop w:val="0"/>
          <w:marBottom w:val="0"/>
          <w:divBdr>
            <w:top w:val="none" w:sz="0" w:space="0" w:color="auto"/>
            <w:left w:val="none" w:sz="0" w:space="0" w:color="auto"/>
            <w:bottom w:val="none" w:sz="0" w:space="0" w:color="auto"/>
            <w:right w:val="none" w:sz="0" w:space="0" w:color="auto"/>
          </w:divBdr>
        </w:div>
        <w:div w:id="1622877829">
          <w:marLeft w:val="0"/>
          <w:marRight w:val="0"/>
          <w:marTop w:val="0"/>
          <w:marBottom w:val="0"/>
          <w:divBdr>
            <w:top w:val="none" w:sz="0" w:space="0" w:color="auto"/>
            <w:left w:val="none" w:sz="0" w:space="0" w:color="auto"/>
            <w:bottom w:val="none" w:sz="0" w:space="0" w:color="auto"/>
            <w:right w:val="none" w:sz="0" w:space="0" w:color="auto"/>
          </w:divBdr>
        </w:div>
        <w:div w:id="1071586334">
          <w:marLeft w:val="0"/>
          <w:marRight w:val="0"/>
          <w:marTop w:val="0"/>
          <w:marBottom w:val="0"/>
          <w:divBdr>
            <w:top w:val="none" w:sz="0" w:space="0" w:color="auto"/>
            <w:left w:val="none" w:sz="0" w:space="0" w:color="auto"/>
            <w:bottom w:val="none" w:sz="0" w:space="0" w:color="auto"/>
            <w:right w:val="none" w:sz="0" w:space="0" w:color="auto"/>
          </w:divBdr>
        </w:div>
        <w:div w:id="1591935629">
          <w:marLeft w:val="0"/>
          <w:marRight w:val="0"/>
          <w:marTop w:val="0"/>
          <w:marBottom w:val="0"/>
          <w:divBdr>
            <w:top w:val="none" w:sz="0" w:space="0" w:color="auto"/>
            <w:left w:val="none" w:sz="0" w:space="0" w:color="auto"/>
            <w:bottom w:val="none" w:sz="0" w:space="0" w:color="auto"/>
            <w:right w:val="none" w:sz="0" w:space="0" w:color="auto"/>
          </w:divBdr>
          <w:divsChild>
            <w:div w:id="816532751">
              <w:marLeft w:val="-75"/>
              <w:marRight w:val="0"/>
              <w:marTop w:val="30"/>
              <w:marBottom w:val="30"/>
              <w:divBdr>
                <w:top w:val="none" w:sz="0" w:space="0" w:color="auto"/>
                <w:left w:val="none" w:sz="0" w:space="0" w:color="auto"/>
                <w:bottom w:val="none" w:sz="0" w:space="0" w:color="auto"/>
                <w:right w:val="none" w:sz="0" w:space="0" w:color="auto"/>
              </w:divBdr>
              <w:divsChild>
                <w:div w:id="524558620">
                  <w:marLeft w:val="0"/>
                  <w:marRight w:val="0"/>
                  <w:marTop w:val="0"/>
                  <w:marBottom w:val="0"/>
                  <w:divBdr>
                    <w:top w:val="none" w:sz="0" w:space="0" w:color="auto"/>
                    <w:left w:val="none" w:sz="0" w:space="0" w:color="auto"/>
                    <w:bottom w:val="none" w:sz="0" w:space="0" w:color="auto"/>
                    <w:right w:val="none" w:sz="0" w:space="0" w:color="auto"/>
                  </w:divBdr>
                  <w:divsChild>
                    <w:div w:id="885682081">
                      <w:marLeft w:val="0"/>
                      <w:marRight w:val="0"/>
                      <w:marTop w:val="0"/>
                      <w:marBottom w:val="0"/>
                      <w:divBdr>
                        <w:top w:val="none" w:sz="0" w:space="0" w:color="auto"/>
                        <w:left w:val="none" w:sz="0" w:space="0" w:color="auto"/>
                        <w:bottom w:val="none" w:sz="0" w:space="0" w:color="auto"/>
                        <w:right w:val="none" w:sz="0" w:space="0" w:color="auto"/>
                      </w:divBdr>
                    </w:div>
                    <w:div w:id="303047610">
                      <w:marLeft w:val="0"/>
                      <w:marRight w:val="0"/>
                      <w:marTop w:val="0"/>
                      <w:marBottom w:val="0"/>
                      <w:divBdr>
                        <w:top w:val="none" w:sz="0" w:space="0" w:color="auto"/>
                        <w:left w:val="none" w:sz="0" w:space="0" w:color="auto"/>
                        <w:bottom w:val="none" w:sz="0" w:space="0" w:color="auto"/>
                        <w:right w:val="none" w:sz="0" w:space="0" w:color="auto"/>
                      </w:divBdr>
                    </w:div>
                  </w:divsChild>
                </w:div>
                <w:div w:id="674263542">
                  <w:marLeft w:val="0"/>
                  <w:marRight w:val="0"/>
                  <w:marTop w:val="0"/>
                  <w:marBottom w:val="0"/>
                  <w:divBdr>
                    <w:top w:val="none" w:sz="0" w:space="0" w:color="auto"/>
                    <w:left w:val="none" w:sz="0" w:space="0" w:color="auto"/>
                    <w:bottom w:val="none" w:sz="0" w:space="0" w:color="auto"/>
                    <w:right w:val="none" w:sz="0" w:space="0" w:color="auto"/>
                  </w:divBdr>
                  <w:divsChild>
                    <w:div w:id="1157725787">
                      <w:marLeft w:val="0"/>
                      <w:marRight w:val="0"/>
                      <w:marTop w:val="0"/>
                      <w:marBottom w:val="0"/>
                      <w:divBdr>
                        <w:top w:val="none" w:sz="0" w:space="0" w:color="auto"/>
                        <w:left w:val="none" w:sz="0" w:space="0" w:color="auto"/>
                        <w:bottom w:val="none" w:sz="0" w:space="0" w:color="auto"/>
                        <w:right w:val="none" w:sz="0" w:space="0" w:color="auto"/>
                      </w:divBdr>
                    </w:div>
                  </w:divsChild>
                </w:div>
                <w:div w:id="1451244177">
                  <w:marLeft w:val="0"/>
                  <w:marRight w:val="0"/>
                  <w:marTop w:val="0"/>
                  <w:marBottom w:val="0"/>
                  <w:divBdr>
                    <w:top w:val="none" w:sz="0" w:space="0" w:color="auto"/>
                    <w:left w:val="none" w:sz="0" w:space="0" w:color="auto"/>
                    <w:bottom w:val="none" w:sz="0" w:space="0" w:color="auto"/>
                    <w:right w:val="none" w:sz="0" w:space="0" w:color="auto"/>
                  </w:divBdr>
                  <w:divsChild>
                    <w:div w:id="167913313">
                      <w:marLeft w:val="0"/>
                      <w:marRight w:val="0"/>
                      <w:marTop w:val="0"/>
                      <w:marBottom w:val="0"/>
                      <w:divBdr>
                        <w:top w:val="none" w:sz="0" w:space="0" w:color="auto"/>
                        <w:left w:val="none" w:sz="0" w:space="0" w:color="auto"/>
                        <w:bottom w:val="none" w:sz="0" w:space="0" w:color="auto"/>
                        <w:right w:val="none" w:sz="0" w:space="0" w:color="auto"/>
                      </w:divBdr>
                    </w:div>
                    <w:div w:id="1241520676">
                      <w:marLeft w:val="0"/>
                      <w:marRight w:val="0"/>
                      <w:marTop w:val="0"/>
                      <w:marBottom w:val="0"/>
                      <w:divBdr>
                        <w:top w:val="none" w:sz="0" w:space="0" w:color="auto"/>
                        <w:left w:val="none" w:sz="0" w:space="0" w:color="auto"/>
                        <w:bottom w:val="none" w:sz="0" w:space="0" w:color="auto"/>
                        <w:right w:val="none" w:sz="0" w:space="0" w:color="auto"/>
                      </w:divBdr>
                    </w:div>
                    <w:div w:id="1545828897">
                      <w:marLeft w:val="0"/>
                      <w:marRight w:val="0"/>
                      <w:marTop w:val="0"/>
                      <w:marBottom w:val="0"/>
                      <w:divBdr>
                        <w:top w:val="none" w:sz="0" w:space="0" w:color="auto"/>
                        <w:left w:val="none" w:sz="0" w:space="0" w:color="auto"/>
                        <w:bottom w:val="none" w:sz="0" w:space="0" w:color="auto"/>
                        <w:right w:val="none" w:sz="0" w:space="0" w:color="auto"/>
                      </w:divBdr>
                    </w:div>
                    <w:div w:id="1906917578">
                      <w:marLeft w:val="0"/>
                      <w:marRight w:val="0"/>
                      <w:marTop w:val="0"/>
                      <w:marBottom w:val="0"/>
                      <w:divBdr>
                        <w:top w:val="none" w:sz="0" w:space="0" w:color="auto"/>
                        <w:left w:val="none" w:sz="0" w:space="0" w:color="auto"/>
                        <w:bottom w:val="none" w:sz="0" w:space="0" w:color="auto"/>
                        <w:right w:val="none" w:sz="0" w:space="0" w:color="auto"/>
                      </w:divBdr>
                    </w:div>
                    <w:div w:id="736513420">
                      <w:marLeft w:val="0"/>
                      <w:marRight w:val="0"/>
                      <w:marTop w:val="0"/>
                      <w:marBottom w:val="0"/>
                      <w:divBdr>
                        <w:top w:val="none" w:sz="0" w:space="0" w:color="auto"/>
                        <w:left w:val="none" w:sz="0" w:space="0" w:color="auto"/>
                        <w:bottom w:val="none" w:sz="0" w:space="0" w:color="auto"/>
                        <w:right w:val="none" w:sz="0" w:space="0" w:color="auto"/>
                      </w:divBdr>
                    </w:div>
                    <w:div w:id="610169933">
                      <w:marLeft w:val="0"/>
                      <w:marRight w:val="0"/>
                      <w:marTop w:val="0"/>
                      <w:marBottom w:val="0"/>
                      <w:divBdr>
                        <w:top w:val="none" w:sz="0" w:space="0" w:color="auto"/>
                        <w:left w:val="none" w:sz="0" w:space="0" w:color="auto"/>
                        <w:bottom w:val="none" w:sz="0" w:space="0" w:color="auto"/>
                        <w:right w:val="none" w:sz="0" w:space="0" w:color="auto"/>
                      </w:divBdr>
                    </w:div>
                  </w:divsChild>
                </w:div>
                <w:div w:id="695277792">
                  <w:marLeft w:val="0"/>
                  <w:marRight w:val="0"/>
                  <w:marTop w:val="0"/>
                  <w:marBottom w:val="0"/>
                  <w:divBdr>
                    <w:top w:val="none" w:sz="0" w:space="0" w:color="auto"/>
                    <w:left w:val="none" w:sz="0" w:space="0" w:color="auto"/>
                    <w:bottom w:val="none" w:sz="0" w:space="0" w:color="auto"/>
                    <w:right w:val="none" w:sz="0" w:space="0" w:color="auto"/>
                  </w:divBdr>
                  <w:divsChild>
                    <w:div w:id="1826504079">
                      <w:marLeft w:val="0"/>
                      <w:marRight w:val="0"/>
                      <w:marTop w:val="0"/>
                      <w:marBottom w:val="0"/>
                      <w:divBdr>
                        <w:top w:val="none" w:sz="0" w:space="0" w:color="auto"/>
                        <w:left w:val="none" w:sz="0" w:space="0" w:color="auto"/>
                        <w:bottom w:val="none" w:sz="0" w:space="0" w:color="auto"/>
                        <w:right w:val="none" w:sz="0" w:space="0" w:color="auto"/>
                      </w:divBdr>
                    </w:div>
                    <w:div w:id="1034887305">
                      <w:marLeft w:val="0"/>
                      <w:marRight w:val="0"/>
                      <w:marTop w:val="0"/>
                      <w:marBottom w:val="0"/>
                      <w:divBdr>
                        <w:top w:val="none" w:sz="0" w:space="0" w:color="auto"/>
                        <w:left w:val="none" w:sz="0" w:space="0" w:color="auto"/>
                        <w:bottom w:val="none" w:sz="0" w:space="0" w:color="auto"/>
                        <w:right w:val="none" w:sz="0" w:space="0" w:color="auto"/>
                      </w:divBdr>
                    </w:div>
                    <w:div w:id="1018233395">
                      <w:marLeft w:val="0"/>
                      <w:marRight w:val="0"/>
                      <w:marTop w:val="0"/>
                      <w:marBottom w:val="0"/>
                      <w:divBdr>
                        <w:top w:val="none" w:sz="0" w:space="0" w:color="auto"/>
                        <w:left w:val="none" w:sz="0" w:space="0" w:color="auto"/>
                        <w:bottom w:val="none" w:sz="0" w:space="0" w:color="auto"/>
                        <w:right w:val="none" w:sz="0" w:space="0" w:color="auto"/>
                      </w:divBdr>
                    </w:div>
                    <w:div w:id="1886285273">
                      <w:marLeft w:val="0"/>
                      <w:marRight w:val="0"/>
                      <w:marTop w:val="0"/>
                      <w:marBottom w:val="0"/>
                      <w:divBdr>
                        <w:top w:val="none" w:sz="0" w:space="0" w:color="auto"/>
                        <w:left w:val="none" w:sz="0" w:space="0" w:color="auto"/>
                        <w:bottom w:val="none" w:sz="0" w:space="0" w:color="auto"/>
                        <w:right w:val="none" w:sz="0" w:space="0" w:color="auto"/>
                      </w:divBdr>
                    </w:div>
                    <w:div w:id="887768624">
                      <w:marLeft w:val="0"/>
                      <w:marRight w:val="0"/>
                      <w:marTop w:val="0"/>
                      <w:marBottom w:val="0"/>
                      <w:divBdr>
                        <w:top w:val="none" w:sz="0" w:space="0" w:color="auto"/>
                        <w:left w:val="none" w:sz="0" w:space="0" w:color="auto"/>
                        <w:bottom w:val="none" w:sz="0" w:space="0" w:color="auto"/>
                        <w:right w:val="none" w:sz="0" w:space="0" w:color="auto"/>
                      </w:divBdr>
                    </w:div>
                    <w:div w:id="845487080">
                      <w:marLeft w:val="0"/>
                      <w:marRight w:val="0"/>
                      <w:marTop w:val="0"/>
                      <w:marBottom w:val="0"/>
                      <w:divBdr>
                        <w:top w:val="none" w:sz="0" w:space="0" w:color="auto"/>
                        <w:left w:val="none" w:sz="0" w:space="0" w:color="auto"/>
                        <w:bottom w:val="none" w:sz="0" w:space="0" w:color="auto"/>
                        <w:right w:val="none" w:sz="0" w:space="0" w:color="auto"/>
                      </w:divBdr>
                    </w:div>
                    <w:div w:id="554196709">
                      <w:marLeft w:val="0"/>
                      <w:marRight w:val="0"/>
                      <w:marTop w:val="0"/>
                      <w:marBottom w:val="0"/>
                      <w:divBdr>
                        <w:top w:val="none" w:sz="0" w:space="0" w:color="auto"/>
                        <w:left w:val="none" w:sz="0" w:space="0" w:color="auto"/>
                        <w:bottom w:val="none" w:sz="0" w:space="0" w:color="auto"/>
                        <w:right w:val="none" w:sz="0" w:space="0" w:color="auto"/>
                      </w:divBdr>
                    </w:div>
                  </w:divsChild>
                </w:div>
                <w:div w:id="1832600292">
                  <w:marLeft w:val="0"/>
                  <w:marRight w:val="0"/>
                  <w:marTop w:val="0"/>
                  <w:marBottom w:val="0"/>
                  <w:divBdr>
                    <w:top w:val="none" w:sz="0" w:space="0" w:color="auto"/>
                    <w:left w:val="none" w:sz="0" w:space="0" w:color="auto"/>
                    <w:bottom w:val="none" w:sz="0" w:space="0" w:color="auto"/>
                    <w:right w:val="none" w:sz="0" w:space="0" w:color="auto"/>
                  </w:divBdr>
                  <w:divsChild>
                    <w:div w:id="1473907909">
                      <w:marLeft w:val="0"/>
                      <w:marRight w:val="0"/>
                      <w:marTop w:val="0"/>
                      <w:marBottom w:val="0"/>
                      <w:divBdr>
                        <w:top w:val="none" w:sz="0" w:space="0" w:color="auto"/>
                        <w:left w:val="none" w:sz="0" w:space="0" w:color="auto"/>
                        <w:bottom w:val="none" w:sz="0" w:space="0" w:color="auto"/>
                        <w:right w:val="none" w:sz="0" w:space="0" w:color="auto"/>
                      </w:divBdr>
                    </w:div>
                    <w:div w:id="2096239503">
                      <w:marLeft w:val="0"/>
                      <w:marRight w:val="0"/>
                      <w:marTop w:val="0"/>
                      <w:marBottom w:val="0"/>
                      <w:divBdr>
                        <w:top w:val="none" w:sz="0" w:space="0" w:color="auto"/>
                        <w:left w:val="none" w:sz="0" w:space="0" w:color="auto"/>
                        <w:bottom w:val="none" w:sz="0" w:space="0" w:color="auto"/>
                        <w:right w:val="none" w:sz="0" w:space="0" w:color="auto"/>
                      </w:divBdr>
                    </w:div>
                  </w:divsChild>
                </w:div>
                <w:div w:id="1319072921">
                  <w:marLeft w:val="0"/>
                  <w:marRight w:val="0"/>
                  <w:marTop w:val="0"/>
                  <w:marBottom w:val="0"/>
                  <w:divBdr>
                    <w:top w:val="none" w:sz="0" w:space="0" w:color="auto"/>
                    <w:left w:val="none" w:sz="0" w:space="0" w:color="auto"/>
                    <w:bottom w:val="none" w:sz="0" w:space="0" w:color="auto"/>
                    <w:right w:val="none" w:sz="0" w:space="0" w:color="auto"/>
                  </w:divBdr>
                  <w:divsChild>
                    <w:div w:id="814762966">
                      <w:marLeft w:val="0"/>
                      <w:marRight w:val="0"/>
                      <w:marTop w:val="0"/>
                      <w:marBottom w:val="0"/>
                      <w:divBdr>
                        <w:top w:val="none" w:sz="0" w:space="0" w:color="auto"/>
                        <w:left w:val="none" w:sz="0" w:space="0" w:color="auto"/>
                        <w:bottom w:val="none" w:sz="0" w:space="0" w:color="auto"/>
                        <w:right w:val="none" w:sz="0" w:space="0" w:color="auto"/>
                      </w:divBdr>
                    </w:div>
                    <w:div w:id="164084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14981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1.png@01DB4D4D.9D7B36C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cid:image002.jpg@01DB4D4D.9D7B36C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4.xml><?xml version="1.0" encoding="utf-8"?>
<ds:datastoreItem xmlns:ds="http://schemas.openxmlformats.org/officeDocument/2006/customXml" ds:itemID="{1E23CAF3-305B-4DBF-B139-1E477BBE7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14</TotalTime>
  <Pages>19</Pages>
  <Words>6782</Words>
  <Characters>38660</Characters>
  <Application>Microsoft Office Word</Application>
  <DocSecurity>0</DocSecurity>
  <Lines>322</Lines>
  <Paragraphs>90</Paragraphs>
  <ScaleCrop>false</ScaleCrop>
  <HeadingPairs>
    <vt:vector size="6" baseType="variant">
      <vt:variant>
        <vt:lpstr>Title</vt:lpstr>
      </vt:variant>
      <vt:variant>
        <vt:i4>1</vt:i4>
      </vt:variant>
      <vt:variant>
        <vt:lpstr>Pavadinimas</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45352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Evaldas Stadalius</dc:creator>
  <cp:lastModifiedBy>Inga Murauskaitė</cp:lastModifiedBy>
  <cp:revision>5</cp:revision>
  <cp:lastPrinted>2018-03-07T08:06:00Z</cp:lastPrinted>
  <dcterms:created xsi:type="dcterms:W3CDTF">2025-01-31T08:17:00Z</dcterms:created>
  <dcterms:modified xsi:type="dcterms:W3CDTF">2025-01-31T08:23:00Z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